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CEB77" w14:textId="77777777" w:rsidR="001C10BC" w:rsidRPr="00073240" w:rsidRDefault="001C10BC" w:rsidP="00067FC4">
      <w:pPr>
        <w:jc w:val="right"/>
        <w:rPr>
          <w:lang w:val="en-US"/>
        </w:rPr>
      </w:pPr>
    </w:p>
    <w:p w14:paraId="29A203F5" w14:textId="77777777" w:rsidR="00067FC4" w:rsidRPr="00073240" w:rsidRDefault="00067FC4" w:rsidP="00067FC4">
      <w:pPr>
        <w:jc w:val="right"/>
      </w:pPr>
      <w:r w:rsidRPr="00073240">
        <w:t xml:space="preserve">Приложение </w:t>
      </w:r>
      <w:r w:rsidR="00DD2217">
        <w:t>4</w:t>
      </w:r>
    </w:p>
    <w:p w14:paraId="477E8BAB" w14:textId="77777777" w:rsidR="00067FC4" w:rsidRPr="00073240" w:rsidRDefault="00067FC4" w:rsidP="00067FC4">
      <w:pPr>
        <w:jc w:val="right"/>
      </w:pPr>
      <w:r w:rsidRPr="00073240">
        <w:t>к письму ГУ КЦОКО Забайкальского края</w:t>
      </w:r>
    </w:p>
    <w:p w14:paraId="5CC10BC4" w14:textId="77777777" w:rsidR="00A52203" w:rsidRDefault="00A52203" w:rsidP="00A52203">
      <w:pPr>
        <w:jc w:val="right"/>
      </w:pPr>
      <w:r w:rsidRPr="00A508FA">
        <w:t>от</w:t>
      </w:r>
      <w:r w:rsidRPr="008E0ACB">
        <w:t xml:space="preserve"> </w:t>
      </w:r>
      <w:r>
        <w:t>_____________</w:t>
      </w:r>
      <w:r w:rsidRPr="00A508FA">
        <w:t xml:space="preserve"> №</w:t>
      </w:r>
      <w:r>
        <w:t xml:space="preserve"> _______</w:t>
      </w:r>
    </w:p>
    <w:p w14:paraId="74ED4693" w14:textId="77777777" w:rsidR="00067FC4" w:rsidRPr="00073240" w:rsidRDefault="00067FC4" w:rsidP="00067FC4">
      <w:pPr>
        <w:jc w:val="right"/>
      </w:pPr>
    </w:p>
    <w:p w14:paraId="4DB97694" w14:textId="77777777" w:rsidR="00F97759" w:rsidRPr="00073240" w:rsidRDefault="00765ECD" w:rsidP="00F97759">
      <w:pPr>
        <w:spacing w:line="360" w:lineRule="auto"/>
        <w:jc w:val="both"/>
        <w:outlineLvl w:val="0"/>
        <w:rPr>
          <w:i/>
          <w:spacing w:val="30"/>
          <w:sz w:val="28"/>
          <w:szCs w:val="28"/>
          <w:u w:val="single"/>
        </w:rPr>
      </w:pPr>
      <w:r w:rsidRPr="00073240">
        <w:rPr>
          <w:rStyle w:val="ad"/>
          <w:i w:val="0"/>
          <w:sz w:val="28"/>
          <w:szCs w:val="28"/>
          <w:u w:val="single"/>
        </w:rPr>
        <w:t xml:space="preserve">Перечень </w:t>
      </w:r>
      <w:r w:rsidR="009E2B59">
        <w:rPr>
          <w:rStyle w:val="ad"/>
          <w:i w:val="0"/>
          <w:sz w:val="28"/>
          <w:szCs w:val="28"/>
          <w:u w:val="single"/>
        </w:rPr>
        <w:t xml:space="preserve">рекомендуемых </w:t>
      </w:r>
      <w:r w:rsidR="001107C4" w:rsidRPr="00073240">
        <w:rPr>
          <w:rStyle w:val="ad"/>
          <w:i w:val="0"/>
          <w:sz w:val="28"/>
          <w:szCs w:val="28"/>
          <w:u w:val="single"/>
        </w:rPr>
        <w:t xml:space="preserve">форм </w:t>
      </w:r>
      <w:r w:rsidRPr="00073240">
        <w:rPr>
          <w:rStyle w:val="ad"/>
          <w:i w:val="0"/>
          <w:sz w:val="28"/>
          <w:szCs w:val="28"/>
          <w:u w:val="single"/>
        </w:rPr>
        <w:t>заявлений</w:t>
      </w:r>
      <w:r w:rsidR="006A0A98" w:rsidRPr="00073240">
        <w:rPr>
          <w:rStyle w:val="ad"/>
          <w:i w:val="0"/>
          <w:sz w:val="28"/>
          <w:szCs w:val="28"/>
          <w:u w:val="single"/>
        </w:rPr>
        <w:t xml:space="preserve"> для участников ГИА-11</w:t>
      </w:r>
      <w:r w:rsidRPr="00073240">
        <w:rPr>
          <w:i/>
          <w:spacing w:val="30"/>
          <w:sz w:val="28"/>
          <w:szCs w:val="28"/>
          <w:u w:val="single"/>
        </w:rPr>
        <w:t>:</w:t>
      </w:r>
    </w:p>
    <w:p w14:paraId="5F06EB4C" w14:textId="77777777" w:rsidR="00765ECD" w:rsidRPr="00073240" w:rsidRDefault="00765ECD" w:rsidP="00765ECD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>Заявление на до</w:t>
      </w:r>
      <w:r w:rsidR="00662E47" w:rsidRPr="00073240">
        <w:rPr>
          <w:sz w:val="28"/>
          <w:szCs w:val="28"/>
        </w:rPr>
        <w:t>полнение перечня учебных предметов</w:t>
      </w:r>
      <w:r w:rsidRPr="00073240">
        <w:rPr>
          <w:sz w:val="28"/>
          <w:szCs w:val="28"/>
        </w:rPr>
        <w:t xml:space="preserve"> </w:t>
      </w:r>
      <w:r w:rsidR="00662E47" w:rsidRPr="00073240">
        <w:rPr>
          <w:sz w:val="28"/>
          <w:szCs w:val="28"/>
        </w:rPr>
        <w:t xml:space="preserve">для сдачи </w:t>
      </w:r>
      <w:r w:rsidRPr="00073240">
        <w:rPr>
          <w:sz w:val="28"/>
          <w:szCs w:val="28"/>
        </w:rPr>
        <w:t>экзаменов</w:t>
      </w:r>
    </w:p>
    <w:p w14:paraId="277DB327" w14:textId="77777777" w:rsidR="00662E47" w:rsidRPr="00073240" w:rsidRDefault="00662E47" w:rsidP="00662E47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>Заявление на удаление отдельных учебных предметов из перечня ранее заявленных экзаменов</w:t>
      </w:r>
    </w:p>
    <w:p w14:paraId="1C4EB244" w14:textId="77777777" w:rsidR="00765ECD" w:rsidRPr="00073240" w:rsidRDefault="00765ECD" w:rsidP="00662E47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>Заявление на изменение формы проведения ГИА-11 по предмету/предметам</w:t>
      </w:r>
    </w:p>
    <w:p w14:paraId="12199F0A" w14:textId="77777777" w:rsidR="00765ECD" w:rsidRPr="00073240" w:rsidRDefault="00765ECD" w:rsidP="00765ECD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>Заявление на изменение сроков участия в ГИА-11</w:t>
      </w:r>
    </w:p>
    <w:p w14:paraId="7BF70F48" w14:textId="77777777" w:rsidR="00765ECD" w:rsidRPr="00073240" w:rsidRDefault="00765ECD" w:rsidP="00765ECD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 xml:space="preserve">Заявление на повторный допуск к сдаче экзамена </w:t>
      </w:r>
      <w:r w:rsidR="001107C4" w:rsidRPr="00073240">
        <w:rPr>
          <w:sz w:val="28"/>
          <w:szCs w:val="28"/>
        </w:rPr>
        <w:t xml:space="preserve">- </w:t>
      </w:r>
      <w:r w:rsidRPr="00073240">
        <w:rPr>
          <w:sz w:val="28"/>
          <w:szCs w:val="28"/>
        </w:rPr>
        <w:t xml:space="preserve">для </w:t>
      </w:r>
      <w:r w:rsidR="009E58D9">
        <w:rPr>
          <w:sz w:val="28"/>
          <w:szCs w:val="28"/>
        </w:rPr>
        <w:t xml:space="preserve">участников, </w:t>
      </w:r>
      <w:r w:rsidRPr="00073240">
        <w:rPr>
          <w:sz w:val="28"/>
          <w:szCs w:val="28"/>
        </w:rPr>
        <w:t>не</w:t>
      </w:r>
      <w:r w:rsidR="002B7470" w:rsidRPr="00073240">
        <w:rPr>
          <w:sz w:val="28"/>
          <w:szCs w:val="28"/>
        </w:rPr>
        <w:t xml:space="preserve"> я</w:t>
      </w:r>
      <w:r w:rsidRPr="00073240">
        <w:rPr>
          <w:sz w:val="28"/>
          <w:szCs w:val="28"/>
        </w:rPr>
        <w:t xml:space="preserve">вившихся </w:t>
      </w:r>
      <w:proofErr w:type="gramStart"/>
      <w:r w:rsidRPr="00073240">
        <w:rPr>
          <w:sz w:val="28"/>
          <w:szCs w:val="28"/>
        </w:rPr>
        <w:t>на  экзамен</w:t>
      </w:r>
      <w:proofErr w:type="gramEnd"/>
      <w:r w:rsidRPr="00073240">
        <w:rPr>
          <w:sz w:val="28"/>
          <w:szCs w:val="28"/>
        </w:rPr>
        <w:t xml:space="preserve"> по уважительным причинам, подтвержденным документально</w:t>
      </w:r>
    </w:p>
    <w:p w14:paraId="50123664" w14:textId="77777777" w:rsidR="00765ECD" w:rsidRPr="00073240" w:rsidRDefault="00765ECD" w:rsidP="001107C4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 xml:space="preserve">  Заявление на повторный допуск к сдаче экзамена </w:t>
      </w:r>
      <w:r w:rsidR="001107C4" w:rsidRPr="00073240">
        <w:rPr>
          <w:sz w:val="28"/>
          <w:szCs w:val="28"/>
        </w:rPr>
        <w:t xml:space="preserve">- </w:t>
      </w:r>
      <w:r w:rsidRPr="00073240">
        <w:rPr>
          <w:sz w:val="28"/>
          <w:szCs w:val="28"/>
        </w:rPr>
        <w:t xml:space="preserve">для </w:t>
      </w:r>
      <w:r w:rsidR="009E58D9">
        <w:rPr>
          <w:sz w:val="28"/>
          <w:szCs w:val="28"/>
        </w:rPr>
        <w:t xml:space="preserve">участников, </w:t>
      </w:r>
      <w:r w:rsidRPr="00073240">
        <w:rPr>
          <w:sz w:val="28"/>
          <w:szCs w:val="28"/>
        </w:rPr>
        <w:t xml:space="preserve">не завершивших выполнение экзаменационной работы по </w:t>
      </w:r>
      <w:r w:rsidR="001107C4" w:rsidRPr="00073240">
        <w:rPr>
          <w:sz w:val="28"/>
          <w:szCs w:val="28"/>
        </w:rPr>
        <w:t>уважительным причинам, подтвержденным документально</w:t>
      </w:r>
    </w:p>
    <w:p w14:paraId="65BD7045" w14:textId="77777777" w:rsidR="006903F3" w:rsidRPr="006903F3" w:rsidRDefault="001107C4" w:rsidP="006903F3">
      <w:pPr>
        <w:numPr>
          <w:ilvl w:val="0"/>
          <w:numId w:val="17"/>
        </w:numPr>
        <w:tabs>
          <w:tab w:val="left" w:pos="851"/>
        </w:tabs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6903F3">
        <w:rPr>
          <w:sz w:val="28"/>
          <w:szCs w:val="28"/>
        </w:rPr>
        <w:t xml:space="preserve">Заявление на повторный допуск к сдаче экзамена - для </w:t>
      </w:r>
      <w:r w:rsidR="009E58D9">
        <w:rPr>
          <w:sz w:val="28"/>
          <w:szCs w:val="28"/>
        </w:rPr>
        <w:t xml:space="preserve">участников, </w:t>
      </w:r>
      <w:r w:rsidRPr="006903F3">
        <w:rPr>
          <w:sz w:val="28"/>
          <w:szCs w:val="28"/>
        </w:rPr>
        <w:t>получивших неудовлетворительный результат по одному из обязательных учебных предметов</w:t>
      </w:r>
    </w:p>
    <w:p w14:paraId="2F88EE05" w14:textId="77777777" w:rsidR="00D01FEA" w:rsidRPr="00EE5824" w:rsidRDefault="009E58D9" w:rsidP="006903F3">
      <w:pPr>
        <w:numPr>
          <w:ilvl w:val="0"/>
          <w:numId w:val="17"/>
        </w:numPr>
        <w:tabs>
          <w:tab w:val="left" w:pos="851"/>
        </w:tabs>
        <w:spacing w:line="360" w:lineRule="auto"/>
        <w:jc w:val="both"/>
        <w:outlineLvl w:val="0"/>
        <w:rPr>
          <w:spacing w:val="30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З</w:t>
      </w:r>
      <w:r w:rsidR="00D01FEA" w:rsidRPr="00EE5824">
        <w:rPr>
          <w:color w:val="333333"/>
          <w:sz w:val="28"/>
          <w:szCs w:val="28"/>
          <w:shd w:val="clear" w:color="auto" w:fill="FFFFFF"/>
        </w:rPr>
        <w:t>аявлени</w:t>
      </w:r>
      <w:r>
        <w:rPr>
          <w:color w:val="333333"/>
          <w:sz w:val="28"/>
          <w:szCs w:val="28"/>
          <w:shd w:val="clear" w:color="auto" w:fill="FFFFFF"/>
        </w:rPr>
        <w:t>е</w:t>
      </w:r>
      <w:r w:rsidR="00D01FEA" w:rsidRPr="00EE5824">
        <w:rPr>
          <w:color w:val="333333"/>
          <w:sz w:val="28"/>
          <w:szCs w:val="28"/>
          <w:shd w:val="clear" w:color="auto" w:fill="FFFFFF"/>
        </w:rPr>
        <w:t xml:space="preserve"> </w:t>
      </w:r>
      <w:r w:rsidR="00D01FEA" w:rsidRPr="00EE5824">
        <w:rPr>
          <w:sz w:val="28"/>
          <w:szCs w:val="28"/>
        </w:rPr>
        <w:t>о</w:t>
      </w:r>
      <w:r w:rsidR="00D01FEA" w:rsidRPr="00EE5824">
        <w:rPr>
          <w:spacing w:val="-5"/>
          <w:sz w:val="28"/>
          <w:szCs w:val="28"/>
        </w:rPr>
        <w:t xml:space="preserve"> </w:t>
      </w:r>
      <w:r w:rsidR="00D01FEA" w:rsidRPr="00EE5824">
        <w:rPr>
          <w:sz w:val="28"/>
          <w:szCs w:val="28"/>
        </w:rPr>
        <w:t>пересдаче</w:t>
      </w:r>
      <w:r w:rsidR="00D01FEA" w:rsidRPr="00EE5824">
        <w:rPr>
          <w:spacing w:val="-1"/>
          <w:sz w:val="28"/>
          <w:szCs w:val="28"/>
        </w:rPr>
        <w:t xml:space="preserve"> </w:t>
      </w:r>
      <w:r w:rsidR="00D01FEA" w:rsidRPr="00EE5824">
        <w:rPr>
          <w:sz w:val="28"/>
          <w:szCs w:val="28"/>
        </w:rPr>
        <w:t>ЕГЭ</w:t>
      </w:r>
      <w:r w:rsidR="00D01FEA" w:rsidRPr="00EE5824">
        <w:rPr>
          <w:spacing w:val="-3"/>
          <w:sz w:val="28"/>
          <w:szCs w:val="28"/>
        </w:rPr>
        <w:t xml:space="preserve"> </w:t>
      </w:r>
      <w:r w:rsidR="00D01FEA" w:rsidRPr="00EE5824">
        <w:rPr>
          <w:sz w:val="28"/>
          <w:szCs w:val="28"/>
        </w:rPr>
        <w:t>в</w:t>
      </w:r>
      <w:r w:rsidR="00D01FEA" w:rsidRPr="00EE5824">
        <w:rPr>
          <w:spacing w:val="-4"/>
          <w:sz w:val="28"/>
          <w:szCs w:val="28"/>
        </w:rPr>
        <w:t xml:space="preserve"> </w:t>
      </w:r>
      <w:r w:rsidR="00D01FEA" w:rsidRPr="00EE5824">
        <w:rPr>
          <w:sz w:val="28"/>
          <w:szCs w:val="28"/>
        </w:rPr>
        <w:t>дополнительный</w:t>
      </w:r>
      <w:r w:rsidR="00D01FEA" w:rsidRPr="00EE5824">
        <w:rPr>
          <w:spacing w:val="-3"/>
          <w:sz w:val="28"/>
          <w:szCs w:val="28"/>
        </w:rPr>
        <w:t xml:space="preserve"> </w:t>
      </w:r>
      <w:r w:rsidR="00D01FEA" w:rsidRPr="00EE5824">
        <w:rPr>
          <w:sz w:val="28"/>
          <w:szCs w:val="28"/>
        </w:rPr>
        <w:t>день</w:t>
      </w:r>
      <w:r w:rsidR="00EE5824">
        <w:rPr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(для участников ГИА-11 без ОВЗ</w:t>
      </w:r>
      <w:r w:rsidR="006903F3" w:rsidRPr="00EE5824">
        <w:rPr>
          <w:spacing w:val="30"/>
          <w:sz w:val="28"/>
          <w:szCs w:val="28"/>
        </w:rPr>
        <w:t>)</w:t>
      </w:r>
    </w:p>
    <w:p w14:paraId="331FFF52" w14:textId="77777777" w:rsidR="006903F3" w:rsidRPr="00EE5824" w:rsidRDefault="009E58D9" w:rsidP="006903F3">
      <w:pPr>
        <w:pStyle w:val="ac"/>
        <w:numPr>
          <w:ilvl w:val="0"/>
          <w:numId w:val="17"/>
        </w:numPr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З</w:t>
      </w:r>
      <w:r w:rsidR="006903F3" w:rsidRPr="00EE5824">
        <w:rPr>
          <w:color w:val="333333"/>
          <w:sz w:val="28"/>
          <w:szCs w:val="28"/>
          <w:shd w:val="clear" w:color="auto" w:fill="FFFFFF"/>
        </w:rPr>
        <w:t xml:space="preserve">аявления </w:t>
      </w:r>
      <w:r w:rsidR="006903F3" w:rsidRPr="00EE5824">
        <w:rPr>
          <w:sz w:val="28"/>
          <w:szCs w:val="28"/>
        </w:rPr>
        <w:t>о</w:t>
      </w:r>
      <w:r w:rsidR="006903F3" w:rsidRPr="00EE5824">
        <w:rPr>
          <w:spacing w:val="-5"/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пересдаче</w:t>
      </w:r>
      <w:r w:rsidR="006903F3" w:rsidRPr="00EE5824">
        <w:rPr>
          <w:spacing w:val="-1"/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ЕГЭ</w:t>
      </w:r>
      <w:r w:rsidR="006903F3" w:rsidRPr="00EE5824">
        <w:rPr>
          <w:spacing w:val="-3"/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в</w:t>
      </w:r>
      <w:r w:rsidR="006903F3" w:rsidRPr="00EE5824">
        <w:rPr>
          <w:spacing w:val="-4"/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дополнительный</w:t>
      </w:r>
      <w:r w:rsidR="006903F3" w:rsidRPr="00EE5824">
        <w:rPr>
          <w:spacing w:val="-3"/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день (для участников ГИА-11 с ОВЗ, инвалидов)</w:t>
      </w:r>
    </w:p>
    <w:p w14:paraId="6D92CDE5" w14:textId="77777777" w:rsidR="00765ECD" w:rsidRPr="00073240" w:rsidRDefault="00765ECD" w:rsidP="00F97759">
      <w:pPr>
        <w:spacing w:line="360" w:lineRule="auto"/>
        <w:jc w:val="both"/>
        <w:outlineLvl w:val="0"/>
        <w:rPr>
          <w:spacing w:val="30"/>
          <w:sz w:val="28"/>
          <w:szCs w:val="28"/>
        </w:rPr>
      </w:pPr>
    </w:p>
    <w:p w14:paraId="33F1B39E" w14:textId="77777777"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14:paraId="5A847DC0" w14:textId="77777777"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14:paraId="27D92849" w14:textId="77777777"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14:paraId="50EB43D2" w14:textId="77777777"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14:paraId="6C95BE2E" w14:textId="77777777"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14:paraId="47ADE452" w14:textId="77777777"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14:paraId="751CF022" w14:textId="77777777"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14:paraId="72353A17" w14:textId="77777777"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14:paraId="7F027A5D" w14:textId="77777777"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14:paraId="1D1D4549" w14:textId="77777777"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14:paraId="06F7D2F8" w14:textId="77777777" w:rsidR="00AE4605" w:rsidRPr="00073240" w:rsidRDefault="00AE4605" w:rsidP="00653CC3"/>
    <w:p w14:paraId="6C653893" w14:textId="77777777" w:rsidR="00AC1A7A" w:rsidRPr="00073240" w:rsidRDefault="00AC1A7A" w:rsidP="00653CC3"/>
    <w:p w14:paraId="0238605C" w14:textId="77777777" w:rsidR="006548BA" w:rsidRPr="00073240" w:rsidRDefault="006548BA" w:rsidP="00653CC3"/>
    <w:p w14:paraId="47D54DC3" w14:textId="77777777" w:rsidR="006548BA" w:rsidRPr="00073240" w:rsidRDefault="006548BA" w:rsidP="00653CC3"/>
    <w:p w14:paraId="5D150F5A" w14:textId="77777777" w:rsidR="006A7189" w:rsidRDefault="006A7189" w:rsidP="00653CC3"/>
    <w:p w14:paraId="0BFAD48D" w14:textId="77777777" w:rsidR="00EE5824" w:rsidRDefault="00EE5824" w:rsidP="00EE5824">
      <w:pPr>
        <w:spacing w:line="360" w:lineRule="auto"/>
        <w:jc w:val="both"/>
        <w:outlineLvl w:val="0"/>
      </w:pPr>
    </w:p>
    <w:p w14:paraId="30B8EB6F" w14:textId="77777777" w:rsidR="006A7189" w:rsidRPr="004A6D25" w:rsidRDefault="00EE5824" w:rsidP="00653CC3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4A6D25">
        <w:rPr>
          <w:i/>
          <w:sz w:val="18"/>
          <w:szCs w:val="18"/>
        </w:rPr>
        <w:t>Заявление на дополнение перечня учебных предметов для сдачи экзаменов</w:t>
      </w:r>
    </w:p>
    <w:p w14:paraId="412CBC5E" w14:textId="77777777" w:rsidR="006A7189" w:rsidRPr="00073240" w:rsidRDefault="006A7189" w:rsidP="006A7189">
      <w:pPr>
        <w:ind w:left="5245"/>
        <w:jc w:val="center"/>
      </w:pPr>
      <w:r w:rsidRPr="00073240">
        <w:t xml:space="preserve">Председателю </w:t>
      </w:r>
    </w:p>
    <w:p w14:paraId="6C434115" w14:textId="77777777" w:rsidR="006A7189" w:rsidRPr="00073240" w:rsidRDefault="006A7189" w:rsidP="006A7189">
      <w:pPr>
        <w:ind w:left="5245"/>
        <w:jc w:val="center"/>
      </w:pPr>
      <w:r w:rsidRPr="00073240">
        <w:t>государственной экзаменационной комиссии</w:t>
      </w:r>
    </w:p>
    <w:p w14:paraId="6B24A1C9" w14:textId="77777777" w:rsidR="006A7189" w:rsidRPr="00073240" w:rsidRDefault="006A7189" w:rsidP="006A7189">
      <w:pPr>
        <w:ind w:left="5245"/>
        <w:jc w:val="center"/>
      </w:pPr>
      <w:r w:rsidRPr="00073240">
        <w:t>Забайкальского края</w:t>
      </w:r>
    </w:p>
    <w:p w14:paraId="775F903B" w14:textId="77777777" w:rsidR="006A7189" w:rsidRPr="00073240" w:rsidRDefault="00ED7B53" w:rsidP="006A7189">
      <w:pPr>
        <w:ind w:left="5245"/>
        <w:jc w:val="center"/>
        <w:rPr>
          <w:lang w:val="en-US"/>
        </w:rPr>
      </w:pPr>
      <w:r w:rsidRPr="00073240">
        <w:rPr>
          <w:lang w:val="en-US"/>
        </w:rPr>
        <w:t>__________________________</w:t>
      </w:r>
    </w:p>
    <w:p w14:paraId="282D1D26" w14:textId="77777777" w:rsidR="006A7189" w:rsidRPr="00073240" w:rsidRDefault="006A7189" w:rsidP="004A6D25">
      <w:pPr>
        <w:tabs>
          <w:tab w:val="left" w:pos="3045"/>
        </w:tabs>
        <w:rPr>
          <w:b/>
        </w:rPr>
      </w:pPr>
    </w:p>
    <w:p w14:paraId="65C3FC11" w14:textId="77777777" w:rsidR="006A7189" w:rsidRPr="00073240" w:rsidRDefault="006A7189" w:rsidP="006A7189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6A7189" w:rsidRPr="00073240" w14:paraId="55E9E749" w14:textId="77777777" w:rsidTr="006A7189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2AA9FA09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6A7189" w:rsidRPr="00073240" w14:paraId="30B9EBB3" w14:textId="77777777" w:rsidTr="006A7189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95AC852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14:paraId="7AC39B5F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14:paraId="3D2C8472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6FE1E9D8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48D4FAE7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2DAA5E70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7BF5C573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1EA4DA05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354CB46E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5AB2A5CB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14:paraId="128F41AD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1CD75707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0C325E78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14:paraId="035EDA8B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68F2BBC5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431A5406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641653C0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4797EA54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2A0582D7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30794248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14:paraId="36F08545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44357BFC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2E25D2B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14:paraId="511D26AB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6661451C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14:paraId="3CA53EF4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14:paraId="2A6CF32E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A7189" w:rsidRPr="00073240" w14:paraId="5B846966" w14:textId="77777777" w:rsidTr="006A7189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67941083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14:paraId="364A4D4E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A7189" w:rsidRPr="00073240" w14:paraId="49EAFB85" w14:textId="77777777" w:rsidTr="006A7189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C5383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6AC79D2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14:paraId="71CA2DBA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14:paraId="74493180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6FD024C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34DEEC2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FCD5773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3A0C1DB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9399166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14:paraId="408BE1A7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15C9736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821E0C2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6B87320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D258E1C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4C988D6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2934A38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792FCF7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CFF7989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14:paraId="3FE6332B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D45CD83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9EA1312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3EA9CBE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A8BDA98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624DF48D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63AB9E76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A7189" w:rsidRPr="00073240" w14:paraId="4169DFCF" w14:textId="77777777" w:rsidTr="006A7189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56BFF14F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14:paraId="1C99554B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A7189" w:rsidRPr="00073240" w14:paraId="1DC635D5" w14:textId="77777777" w:rsidTr="006A7189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BBDF92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C8F92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9CC256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D81F1A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2E1BAF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E8F059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59761F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1583C4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6CBD76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AD27BE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DA6FA0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F93188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EDF12B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49D263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192304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611E74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DA255A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D7C609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D52707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4716A1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3BE538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D5812A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C910C9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95B168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06C3BA14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A7189" w:rsidRPr="00073240" w14:paraId="1D9EC011" w14:textId="77777777" w:rsidTr="006A7189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580BF86E" w14:textId="77777777" w:rsidR="006A7189" w:rsidRPr="00073240" w:rsidRDefault="006A7189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14:paraId="5E467BCF" w14:textId="77777777" w:rsidR="003274E3" w:rsidRPr="00073240" w:rsidRDefault="003274E3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5108AAF6" w14:textId="77777777" w:rsidR="003274E3" w:rsidRPr="00073240" w:rsidRDefault="003274E3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54937562" w14:textId="77777777" w:rsidR="003274E3" w:rsidRPr="00073240" w:rsidRDefault="003274E3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380B1E86" w14:textId="77777777" w:rsidR="003274E3" w:rsidRPr="00073240" w:rsidRDefault="003274E3" w:rsidP="006A7189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6A7189" w:rsidRPr="00073240" w14:paraId="40F9EF24" w14:textId="77777777" w:rsidTr="003274E3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74B" w14:textId="77777777" w:rsidR="006A7189" w:rsidRPr="00073240" w:rsidRDefault="006A7189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993AE25" w14:textId="77777777" w:rsidR="006A7189" w:rsidRPr="00073240" w:rsidRDefault="00952DBE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</w:t>
            </w:r>
            <w:r w:rsidR="006A7189" w:rsidRPr="00073240">
              <w:rPr>
                <w:rFonts w:cs="Verdana"/>
                <w:szCs w:val="28"/>
              </w:rPr>
              <w:t xml:space="preserve">ыпускник </w:t>
            </w:r>
            <w:r w:rsidRPr="00073240">
              <w:rPr>
                <w:rFonts w:cs="Verdana"/>
                <w:szCs w:val="28"/>
              </w:rPr>
              <w:t xml:space="preserve">общеобразовательной организации текущего учебного года </w:t>
            </w:r>
          </w:p>
          <w:p w14:paraId="618CC2D7" w14:textId="77777777" w:rsidR="00952DBE" w:rsidRPr="00073240" w:rsidRDefault="00952DBE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701BA68B" w14:textId="77777777" w:rsidR="00952DBE" w:rsidRPr="00073240" w:rsidRDefault="00952DBE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6FD106AC" w14:textId="77777777" w:rsidR="00952DBE" w:rsidRPr="00073240" w:rsidRDefault="00952DBE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6A7189" w:rsidRPr="00073240" w14:paraId="497FBDEC" w14:textId="77777777" w:rsidTr="003274E3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1F41" w14:textId="77777777" w:rsidR="006A7189" w:rsidRPr="00073240" w:rsidRDefault="006A7189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2B3DF07" w14:textId="77777777" w:rsidR="006A7189" w:rsidRPr="00073240" w:rsidRDefault="00952DBE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</w:t>
            </w:r>
            <w:r w:rsidR="006A7189" w:rsidRPr="00073240">
              <w:rPr>
                <w:rFonts w:cs="Verdana"/>
                <w:szCs w:val="28"/>
              </w:rPr>
              <w:t>ыпускник общеобразовательной организации, не завершивший среднее общее образование</w:t>
            </w:r>
          </w:p>
        </w:tc>
      </w:tr>
      <w:tr w:rsidR="006A7189" w:rsidRPr="00073240" w14:paraId="32541D35" w14:textId="77777777" w:rsidTr="003274E3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F149" w14:textId="77777777" w:rsidR="006A7189" w:rsidRPr="00073240" w:rsidRDefault="006A7189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D26533D" w14:textId="77777777" w:rsidR="006A7189" w:rsidRPr="00073240" w:rsidRDefault="00952DBE" w:rsidP="006A7189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о</w:t>
            </w:r>
            <w:r w:rsidR="006A7189" w:rsidRPr="00073240">
              <w:rPr>
                <w:rFonts w:cs="Verdana"/>
                <w:szCs w:val="28"/>
              </w:rPr>
              <w:t>бучающийся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A219E3" w:rsidRPr="00073240" w14:paraId="00920554" w14:textId="77777777" w:rsidTr="003274E3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F1501F" w14:textId="77777777" w:rsidR="006A7189" w:rsidRPr="00073240" w:rsidRDefault="006A7189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14:paraId="479B953F" w14:textId="77777777" w:rsidR="006A7189" w:rsidRPr="00073240" w:rsidRDefault="006A7189" w:rsidP="006A7189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14:paraId="36B95F83" w14:textId="77777777" w:rsidR="00952DBE" w:rsidRPr="00073240" w:rsidRDefault="00952DBE" w:rsidP="006A7189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14:paraId="7CE307BB" w14:textId="77777777" w:rsidR="00952DBE" w:rsidRPr="00073240" w:rsidRDefault="00952DBE" w:rsidP="00952DBE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14:paraId="2CAC952F" w14:textId="77777777" w:rsidR="00952DBE" w:rsidRPr="00073240" w:rsidRDefault="00952DBE" w:rsidP="00952DBE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535"/>
        <w:gridCol w:w="535"/>
        <w:gridCol w:w="535"/>
        <w:gridCol w:w="535"/>
        <w:gridCol w:w="535"/>
      </w:tblGrid>
      <w:tr w:rsidR="00952DBE" w:rsidRPr="00073240" w14:paraId="598262CD" w14:textId="77777777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E40204" w14:textId="77777777" w:rsidR="00952DBE" w:rsidRPr="00073240" w:rsidRDefault="00952DBE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3A68" w14:textId="77777777" w:rsidR="00952DBE" w:rsidRPr="00073240" w:rsidRDefault="00952DBE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7170" w14:textId="77777777" w:rsidR="00952DBE" w:rsidRPr="00073240" w:rsidRDefault="00952DBE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A39E5E" w14:textId="77777777" w:rsidR="00952DBE" w:rsidRPr="00073240" w:rsidRDefault="00952DBE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F5D55" w14:textId="77777777" w:rsidR="00952DBE" w:rsidRPr="00073240" w:rsidRDefault="00952DBE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C4FE8" w14:textId="77777777" w:rsidR="00952DBE" w:rsidRPr="00073240" w:rsidRDefault="00952DBE" w:rsidP="008820DE">
            <w:pPr>
              <w:rPr>
                <w:b/>
                <w:szCs w:val="26"/>
              </w:rPr>
            </w:pPr>
          </w:p>
        </w:tc>
      </w:tr>
    </w:tbl>
    <w:p w14:paraId="7A154569" w14:textId="77777777" w:rsidR="00952DBE" w:rsidRPr="00073240" w:rsidRDefault="00952DBE" w:rsidP="003274E3">
      <w:pPr>
        <w:spacing w:line="240" w:lineRule="atLeast"/>
        <w:ind w:right="-143"/>
        <w:rPr>
          <w:b/>
        </w:rPr>
      </w:pPr>
    </w:p>
    <w:p w14:paraId="1D14BF6A" w14:textId="77777777" w:rsidR="00952DBE" w:rsidRPr="00073240" w:rsidRDefault="00952DBE" w:rsidP="003274E3">
      <w:pPr>
        <w:spacing w:line="240" w:lineRule="atLeast"/>
        <w:ind w:right="-143"/>
        <w:rPr>
          <w:b/>
        </w:rPr>
      </w:pPr>
    </w:p>
    <w:p w14:paraId="3FFFF922" w14:textId="77777777" w:rsidR="003274E3" w:rsidRPr="00073240" w:rsidRDefault="003274E3" w:rsidP="003274E3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14:paraId="5A056CF5" w14:textId="77777777" w:rsidR="003274E3" w:rsidRPr="00073240" w:rsidRDefault="003274E3" w:rsidP="003274E3">
      <w:pPr>
        <w:rPr>
          <w:b/>
          <w:sz w:val="14"/>
          <w:szCs w:val="22"/>
        </w:rPr>
      </w:pPr>
    </w:p>
    <w:p w14:paraId="1D31EA84" w14:textId="77777777" w:rsidR="003274E3" w:rsidRPr="00073240" w:rsidRDefault="003274E3" w:rsidP="003274E3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3274E3" w:rsidRPr="00073240" w14:paraId="0B9E5F66" w14:textId="77777777" w:rsidTr="00F45E35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EFE98EE" w14:textId="77777777" w:rsidR="003274E3" w:rsidRPr="00073240" w:rsidRDefault="003274E3" w:rsidP="00F45E35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DA72C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30C1D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4992B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4B7ED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C70C680" w14:textId="77777777" w:rsidR="003274E3" w:rsidRPr="00073240" w:rsidRDefault="003274E3" w:rsidP="00F45E35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C20AD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5035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7E669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05DD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0C035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A013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C541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2BFA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D5BD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64D1" w14:textId="77777777" w:rsidR="003274E3" w:rsidRPr="00073240" w:rsidRDefault="003274E3" w:rsidP="00F45E35">
            <w:pPr>
              <w:rPr>
                <w:b/>
                <w:szCs w:val="26"/>
              </w:rPr>
            </w:pPr>
          </w:p>
        </w:tc>
      </w:tr>
    </w:tbl>
    <w:p w14:paraId="55BE8BBE" w14:textId="77777777" w:rsidR="003274E3" w:rsidRPr="00073240" w:rsidRDefault="003274E3" w:rsidP="003274E3">
      <w:pPr>
        <w:spacing w:line="240" w:lineRule="atLeast"/>
        <w:ind w:left="6804" w:right="-143" w:hanging="6520"/>
        <w:rPr>
          <w:sz w:val="2"/>
          <w:lang w:eastAsia="en-US"/>
        </w:rPr>
      </w:pPr>
    </w:p>
    <w:p w14:paraId="0A03E100" w14:textId="77777777" w:rsidR="003274E3" w:rsidRPr="00073240" w:rsidRDefault="003274E3" w:rsidP="00952DBE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14:paraId="51DB82D5" w14:textId="77777777" w:rsidR="006A7189" w:rsidRPr="00073240" w:rsidRDefault="006A7189" w:rsidP="006A7189">
      <w:pPr>
        <w:tabs>
          <w:tab w:val="left" w:pos="0"/>
        </w:tabs>
        <w:jc w:val="both"/>
      </w:pPr>
      <w:r w:rsidRPr="00073240">
        <w:t>прошу добавить в ранее заявленный перечень экзаменов ГИА экзамен(ы) по предмету/предметам:</w:t>
      </w:r>
    </w:p>
    <w:p w14:paraId="6D370A4E" w14:textId="77777777" w:rsidR="006A7189" w:rsidRPr="00073240" w:rsidRDefault="006A7189" w:rsidP="006A7189">
      <w:pPr>
        <w:ind w:left="1701"/>
        <w:jc w:val="both"/>
        <w:rPr>
          <w:sz w:val="28"/>
          <w:szCs w:val="28"/>
        </w:rPr>
      </w:pPr>
      <w:r w:rsidRPr="00073240">
        <w:rPr>
          <w:sz w:val="28"/>
          <w:szCs w:val="28"/>
        </w:rPr>
        <w:t xml:space="preserve">_____________________________________________  </w:t>
      </w:r>
    </w:p>
    <w:p w14:paraId="739345DF" w14:textId="77777777" w:rsidR="006A7189" w:rsidRPr="00073240" w:rsidRDefault="006A7189" w:rsidP="006A7189">
      <w:pPr>
        <w:ind w:left="1701"/>
        <w:jc w:val="both"/>
        <w:rPr>
          <w:sz w:val="28"/>
          <w:szCs w:val="28"/>
        </w:rPr>
      </w:pPr>
      <w:r w:rsidRPr="00073240">
        <w:rPr>
          <w:i/>
          <w:sz w:val="16"/>
          <w:szCs w:val="28"/>
        </w:rPr>
        <w:t xml:space="preserve">                                                 наименование предмета</w:t>
      </w:r>
    </w:p>
    <w:p w14:paraId="73EC7FCF" w14:textId="77777777" w:rsidR="006A7189" w:rsidRPr="00073240" w:rsidRDefault="006A7189" w:rsidP="006A7189">
      <w:pPr>
        <w:ind w:left="1701"/>
        <w:jc w:val="both"/>
        <w:rPr>
          <w:sz w:val="28"/>
          <w:szCs w:val="28"/>
        </w:rPr>
      </w:pPr>
      <w:r w:rsidRPr="00073240">
        <w:rPr>
          <w:sz w:val="28"/>
          <w:szCs w:val="28"/>
        </w:rPr>
        <w:t xml:space="preserve">_____________________________________________  </w:t>
      </w:r>
    </w:p>
    <w:p w14:paraId="52F01585" w14:textId="77777777" w:rsidR="006A7189" w:rsidRPr="00073240" w:rsidRDefault="006A7189" w:rsidP="006A7189">
      <w:pPr>
        <w:ind w:left="1701"/>
        <w:jc w:val="both"/>
        <w:rPr>
          <w:sz w:val="28"/>
          <w:szCs w:val="28"/>
        </w:rPr>
      </w:pPr>
      <w:r w:rsidRPr="00073240">
        <w:rPr>
          <w:i/>
          <w:sz w:val="16"/>
          <w:szCs w:val="28"/>
        </w:rPr>
        <w:t xml:space="preserve">                                                 наименование предмета</w:t>
      </w:r>
    </w:p>
    <w:p w14:paraId="5F7669C1" w14:textId="77777777" w:rsidR="006A7189" w:rsidRPr="00073240" w:rsidRDefault="006A7189" w:rsidP="006A7189">
      <w:pPr>
        <w:tabs>
          <w:tab w:val="left" w:pos="0"/>
        </w:tabs>
        <w:jc w:val="both"/>
      </w:pPr>
      <w:r w:rsidRPr="00073240">
        <w:t>Данный экзамен не был заявлен ранее по причине _____________________________</w:t>
      </w:r>
    </w:p>
    <w:p w14:paraId="5CC3F42B" w14:textId="77777777" w:rsidR="006A7189" w:rsidRPr="00073240" w:rsidRDefault="006A7189" w:rsidP="006A7189">
      <w:pPr>
        <w:tabs>
          <w:tab w:val="left" w:pos="1095"/>
        </w:tabs>
        <w:jc w:val="center"/>
      </w:pPr>
      <w:r w:rsidRPr="0007324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19E3" w:rsidRPr="00073240">
        <w:t>_____________________</w:t>
      </w:r>
    </w:p>
    <w:p w14:paraId="647AF467" w14:textId="77777777" w:rsidR="006A7189" w:rsidRPr="00073240" w:rsidRDefault="006A7189" w:rsidP="006A7189">
      <w:pPr>
        <w:tabs>
          <w:tab w:val="left" w:pos="0"/>
        </w:tabs>
        <w:jc w:val="both"/>
      </w:pPr>
      <w:r w:rsidRPr="00073240">
        <w:t>Документ(ы) _____________________________________________________________</w:t>
      </w:r>
    </w:p>
    <w:p w14:paraId="5BFF0B01" w14:textId="77777777" w:rsidR="006A7189" w:rsidRPr="00073240" w:rsidRDefault="006A7189" w:rsidP="006A7189">
      <w:pPr>
        <w:tabs>
          <w:tab w:val="left" w:pos="0"/>
        </w:tabs>
        <w:jc w:val="both"/>
      </w:pPr>
      <w:r w:rsidRPr="00073240">
        <w:tab/>
      </w:r>
      <w:r w:rsidRPr="00073240">
        <w:tab/>
      </w:r>
      <w:r w:rsidRPr="00073240">
        <w:tab/>
      </w:r>
      <w:r w:rsidRPr="00073240">
        <w:tab/>
        <w:t>(</w:t>
      </w:r>
      <w:r w:rsidRPr="00073240">
        <w:rPr>
          <w:i/>
        </w:rPr>
        <w:t>наименование и реквизиты документа)</w:t>
      </w:r>
    </w:p>
    <w:p w14:paraId="6255FB4E" w14:textId="77777777" w:rsidR="006A7189" w:rsidRPr="00073240" w:rsidRDefault="006A7189" w:rsidP="006A7189">
      <w:pPr>
        <w:tabs>
          <w:tab w:val="left" w:pos="0"/>
        </w:tabs>
        <w:jc w:val="center"/>
      </w:pPr>
      <w:r w:rsidRPr="00073240">
        <w:t>________________________________________________________________________</w:t>
      </w:r>
    </w:p>
    <w:p w14:paraId="1796C64A" w14:textId="77777777" w:rsidR="008D3819" w:rsidRPr="00073240" w:rsidRDefault="006A7189" w:rsidP="003274E3">
      <w:pPr>
        <w:tabs>
          <w:tab w:val="left" w:pos="0"/>
        </w:tabs>
        <w:jc w:val="both"/>
      </w:pPr>
      <w:r w:rsidRPr="00073240">
        <w:t>подтверждающий(</w:t>
      </w:r>
      <w:proofErr w:type="spellStart"/>
      <w:r w:rsidRPr="00073240">
        <w:t>ие</w:t>
      </w:r>
      <w:proofErr w:type="spellEnd"/>
      <w:r w:rsidRPr="00073240">
        <w:t>) наличие уважительной причины, прилагается(</w:t>
      </w:r>
      <w:proofErr w:type="spellStart"/>
      <w:r w:rsidRPr="00073240">
        <w:t>ются</w:t>
      </w:r>
      <w:proofErr w:type="spellEnd"/>
      <w:r w:rsidRPr="00073240">
        <w:t>).</w:t>
      </w:r>
    </w:p>
    <w:p w14:paraId="0E41CE64" w14:textId="77777777" w:rsidR="008D3819" w:rsidRPr="00073240" w:rsidRDefault="008D3819" w:rsidP="006A7189">
      <w:pPr>
        <w:rPr>
          <w:b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 w:firstRow="1" w:lastRow="0" w:firstColumn="1" w:lastColumn="0" w:noHBand="0" w:noVBand="1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6A7189" w:rsidRPr="00073240" w14:paraId="64E6E4AC" w14:textId="77777777" w:rsidTr="00952DB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D978D13" w14:textId="77777777"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0BD4F7" w14:textId="77777777"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D104" w14:textId="77777777"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2C4B" w14:textId="77777777"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08AD" w14:textId="77777777"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8DA4" w14:textId="77777777" w:rsidR="006A7189" w:rsidRPr="00073240" w:rsidRDefault="006A7189" w:rsidP="006A7189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0A4" w14:textId="77777777"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3B47" w14:textId="77777777"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FB9D" w14:textId="77777777"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BAA8" w14:textId="77777777" w:rsidR="006A7189" w:rsidRPr="00073240" w:rsidRDefault="006A7189" w:rsidP="006A7189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AC5B" w14:textId="77777777"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D310" w14:textId="77777777"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C289" w14:textId="77777777" w:rsidR="006A7189" w:rsidRPr="00073240" w:rsidRDefault="006A7189" w:rsidP="006A7189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6A7189" w:rsidRPr="00073240" w14:paraId="0AE74E2F" w14:textId="77777777" w:rsidTr="00952DBE">
        <w:trPr>
          <w:trHeight w:val="72"/>
        </w:trPr>
        <w:tc>
          <w:tcPr>
            <w:tcW w:w="10031" w:type="dxa"/>
            <w:gridSpan w:val="13"/>
            <w:hideMark/>
          </w:tcPr>
          <w:p w14:paraId="08DF91B3" w14:textId="77777777" w:rsidR="006A7189" w:rsidRPr="00073240" w:rsidRDefault="006A7189" w:rsidP="006A7189">
            <w:pPr>
              <w:spacing w:after="160" w:line="240" w:lineRule="exact"/>
            </w:pPr>
          </w:p>
          <w:p w14:paraId="03E53322" w14:textId="77777777" w:rsidR="006A7189" w:rsidRPr="00073240" w:rsidRDefault="00952DBE" w:rsidP="006A7189">
            <w:pPr>
              <w:spacing w:after="160" w:line="240" w:lineRule="exact"/>
            </w:pPr>
            <w:r w:rsidRPr="00073240">
              <w:t>Электронная почта</w:t>
            </w:r>
            <w:r w:rsidR="006A7189" w:rsidRPr="00073240">
              <w:t>:  _______________________________________________________________</w:t>
            </w:r>
          </w:p>
        </w:tc>
      </w:tr>
    </w:tbl>
    <w:p w14:paraId="66AF28B4" w14:textId="77777777" w:rsidR="006A7189" w:rsidRPr="00073240" w:rsidRDefault="006A7189" w:rsidP="006A7189"/>
    <w:p w14:paraId="68B9741B" w14:textId="77777777" w:rsidR="00952DBE" w:rsidRPr="00073240" w:rsidRDefault="00952DBE" w:rsidP="00952DBE">
      <w:r w:rsidRPr="00073240">
        <w:rPr>
          <w:b/>
        </w:rPr>
        <w:t xml:space="preserve">  Участник ГИА-11</w:t>
      </w:r>
      <w:r w:rsidRPr="00073240">
        <w:rPr>
          <w:b/>
        </w:rPr>
        <w:tab/>
      </w:r>
      <w:r w:rsidRPr="00073240">
        <w:rPr>
          <w:b/>
        </w:rPr>
        <w:tab/>
      </w:r>
      <w:r w:rsidRPr="00073240">
        <w:rPr>
          <w:b/>
        </w:rPr>
        <w:tab/>
      </w:r>
      <w:r w:rsidRPr="00073240">
        <w:t>__________________/______________________</w:t>
      </w:r>
    </w:p>
    <w:p w14:paraId="2DA80D2C" w14:textId="77777777" w:rsidR="00952DBE" w:rsidRPr="00073240" w:rsidRDefault="00952DBE" w:rsidP="00952DBE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14:paraId="230E10E6" w14:textId="77777777" w:rsidR="006A7189" w:rsidRPr="00073240" w:rsidRDefault="006A7189" w:rsidP="006A7189"/>
    <w:p w14:paraId="6DAB1F12" w14:textId="77777777" w:rsidR="006A7189" w:rsidRPr="00073240" w:rsidRDefault="006A7189" w:rsidP="006A7189">
      <w:pPr>
        <w:ind w:left="284"/>
      </w:pPr>
      <w:r w:rsidRPr="00073240">
        <w:t>«____» _____________ 20___ г.</w:t>
      </w:r>
    </w:p>
    <w:p w14:paraId="58D3D55F" w14:textId="77777777" w:rsidR="006A7189" w:rsidRPr="00073240" w:rsidRDefault="006A7189" w:rsidP="006A7189"/>
    <w:p w14:paraId="51AD83A3" w14:textId="77777777" w:rsidR="006A7189" w:rsidRPr="00073240" w:rsidRDefault="006A7189" w:rsidP="006A7189">
      <w:pPr>
        <w:ind w:left="6237" w:hanging="6237"/>
        <w:rPr>
          <w:szCs w:val="28"/>
        </w:rPr>
      </w:pPr>
      <w:r w:rsidRPr="00073240">
        <w:t>С заявлением ознакомлен (а) ___________________________/__</w:t>
      </w:r>
      <w:r w:rsidRPr="00073240">
        <w:rPr>
          <w:szCs w:val="28"/>
        </w:rPr>
        <w:t>_____________________________</w:t>
      </w:r>
    </w:p>
    <w:p w14:paraId="089FF429" w14:textId="77777777" w:rsidR="006A7189" w:rsidRPr="00073240" w:rsidRDefault="006A7189" w:rsidP="003274E3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</w:p>
    <w:p w14:paraId="7B668A9A" w14:textId="77777777" w:rsidR="003274E3" w:rsidRPr="00073240" w:rsidRDefault="003274E3" w:rsidP="00662E47">
      <w:pPr>
        <w:ind w:left="5245"/>
        <w:jc w:val="center"/>
      </w:pPr>
    </w:p>
    <w:p w14:paraId="27E0419D" w14:textId="77777777" w:rsidR="00EE5824" w:rsidRPr="004A6D25" w:rsidRDefault="00EE5824" w:rsidP="004A6D25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4A6D25">
        <w:rPr>
          <w:i/>
          <w:sz w:val="18"/>
          <w:szCs w:val="18"/>
        </w:rPr>
        <w:t>Заявление на удаление отдельных учебных предметов из перечня ранее заявленных экзаменов</w:t>
      </w:r>
    </w:p>
    <w:p w14:paraId="6141EDB0" w14:textId="77777777" w:rsidR="00952DBE" w:rsidRPr="00073240" w:rsidRDefault="00952DBE" w:rsidP="00662E47">
      <w:pPr>
        <w:ind w:left="5245"/>
        <w:jc w:val="center"/>
      </w:pPr>
    </w:p>
    <w:p w14:paraId="394867FB" w14:textId="77777777" w:rsidR="00662E47" w:rsidRPr="00073240" w:rsidRDefault="00662E47" w:rsidP="00662E47">
      <w:pPr>
        <w:ind w:left="5245"/>
        <w:jc w:val="center"/>
      </w:pPr>
      <w:r w:rsidRPr="00073240">
        <w:t xml:space="preserve">Председателю </w:t>
      </w:r>
    </w:p>
    <w:p w14:paraId="29C9E95E" w14:textId="77777777" w:rsidR="00662E47" w:rsidRPr="00073240" w:rsidRDefault="00662E47" w:rsidP="00662E47">
      <w:pPr>
        <w:ind w:left="5245"/>
        <w:jc w:val="center"/>
      </w:pPr>
      <w:r w:rsidRPr="00073240">
        <w:t>государственной экзаменационной комиссии</w:t>
      </w:r>
    </w:p>
    <w:p w14:paraId="420A852E" w14:textId="77777777" w:rsidR="00662E47" w:rsidRPr="00073240" w:rsidRDefault="00662E47" w:rsidP="00662E47">
      <w:pPr>
        <w:ind w:left="5245"/>
        <w:jc w:val="center"/>
      </w:pPr>
      <w:r w:rsidRPr="00073240">
        <w:t>Забайкальского края</w:t>
      </w:r>
    </w:p>
    <w:p w14:paraId="28A3FADF" w14:textId="77777777" w:rsidR="00662E47" w:rsidRPr="00073240" w:rsidRDefault="00ED7B53" w:rsidP="00662E47">
      <w:pPr>
        <w:ind w:left="5670"/>
        <w:jc w:val="center"/>
        <w:rPr>
          <w:b/>
          <w:sz w:val="6"/>
          <w:lang w:val="en-US"/>
        </w:rPr>
      </w:pPr>
      <w:r w:rsidRPr="00073240">
        <w:rPr>
          <w:lang w:val="en-US"/>
        </w:rPr>
        <w:t>________________________</w:t>
      </w:r>
    </w:p>
    <w:p w14:paraId="35DC0997" w14:textId="77777777"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14:paraId="2C783964" w14:textId="77777777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5568B1C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14:paraId="0FA5DA79" w14:textId="77777777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B3E89F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14:paraId="493FC45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14:paraId="2E5CF26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3ECB883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2134C3E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004C315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060C8CF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2A890E2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66F1441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50CD664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14:paraId="72D8A99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7CEE3DB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AC1D90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14:paraId="59AF31F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311C9D7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31D16B5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4A0FE0A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E29CCF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04A9145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657D598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14:paraId="14E0F57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153603D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43E23A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14:paraId="6EE986C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0FE3FEA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14:paraId="38ACDA1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14:paraId="5A371EC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34D97ECA" w14:textId="77777777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68BAFD5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14:paraId="6894F07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534B42AA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E1CD6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F91768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14:paraId="3A7C126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14:paraId="44DA9D4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1D1B9C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5D0546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44359E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6DC9BE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855D47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14:paraId="5FC4DAA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E0446E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521D64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E26360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AF2F13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51CF34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2AD768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3AA134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EB287F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14:paraId="32182F7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4E2667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C81A27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442BB1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F1172D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1B6EC51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038D002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4465B854" w14:textId="77777777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0949489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14:paraId="5B7220E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60E1EB65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5D4A0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CD9E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6FA4E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16A1D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4B804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8444E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55605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5CAE9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A27BF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79C97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325F7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859A3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7A3A7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211B0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16BFC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C8D04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EBCF9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88E2B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6DC1F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B82CB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98B44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4930C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E04CF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F51BC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5036C9A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746D8E5C" w14:textId="77777777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56106D9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14:paraId="4F4902E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3F01824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37F0C62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2AED80A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14:paraId="6F522234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5DC1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B48722E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14:paraId="155129FA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65C4186F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2EEA5881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14:paraId="418390B1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20D3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FB302E9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14:paraId="66C08939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AD71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1D4AB68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обучающийся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14:paraId="2B0E24F1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D44C0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14:paraId="2C232296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14:paraId="5AF2AE1B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14:paraId="58ABF0F0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14:paraId="57471AA7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14:paraId="74BDEDE5" w14:textId="77777777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D64EFC" w14:textId="77777777"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0FCFB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DE16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5AE9D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879FE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CC2E6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355C7363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36C366EC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015029EE" w14:textId="77777777"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14:paraId="7B6539CB" w14:textId="77777777" w:rsidR="009C4B8C" w:rsidRPr="00073240" w:rsidRDefault="009C4B8C" w:rsidP="009C4B8C">
      <w:pPr>
        <w:rPr>
          <w:b/>
          <w:sz w:val="14"/>
          <w:szCs w:val="22"/>
        </w:rPr>
      </w:pPr>
    </w:p>
    <w:p w14:paraId="756712A3" w14:textId="77777777"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14:paraId="0B6A01AB" w14:textId="77777777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42E031" w14:textId="77777777"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F7DB6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674A7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5F3B9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3DDDE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93696F" w14:textId="77777777"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0B4B9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1D82E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0E51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4F658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B5B4B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3778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ECDA9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4A8C9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BD913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36E44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7CCEC43A" w14:textId="77777777"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14:paraId="234ACD5F" w14:textId="77777777" w:rsidR="009C4B8C" w:rsidRPr="00073240" w:rsidRDefault="009C4B8C" w:rsidP="009C4B8C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14:paraId="07B5895C" w14:textId="77777777" w:rsidR="00662E47" w:rsidRPr="00073240" w:rsidRDefault="00662E47" w:rsidP="00662E47">
      <w:r w:rsidRPr="00073240">
        <w:t xml:space="preserve"> </w:t>
      </w:r>
      <w:r w:rsidRPr="00073240">
        <w:rPr>
          <w:szCs w:val="28"/>
        </w:rPr>
        <w:t>Прошу освободить меня от сдачи экзамена по учебному предмету(</w:t>
      </w:r>
      <w:proofErr w:type="spellStart"/>
      <w:r w:rsidRPr="00073240">
        <w:rPr>
          <w:szCs w:val="28"/>
        </w:rPr>
        <w:t>ам</w:t>
      </w:r>
      <w:proofErr w:type="spellEnd"/>
      <w:r w:rsidRPr="00073240">
        <w:rPr>
          <w:szCs w:val="28"/>
        </w:rPr>
        <w:t>):</w:t>
      </w:r>
    </w:p>
    <w:p w14:paraId="5A634BB6" w14:textId="77777777" w:rsidR="00662E47" w:rsidRPr="00073240" w:rsidRDefault="009C4B8C" w:rsidP="00662E47">
      <w:pPr>
        <w:jc w:val="center"/>
      </w:pPr>
      <w:r w:rsidRPr="00073240">
        <w:t>___________________________________________</w:t>
      </w:r>
      <w:r w:rsidR="00662E47" w:rsidRPr="00073240">
        <w:t>_____________________________________</w:t>
      </w:r>
    </w:p>
    <w:p w14:paraId="2E5C7549" w14:textId="77777777" w:rsidR="00662E47" w:rsidRPr="00073240" w:rsidRDefault="00662E47" w:rsidP="00662E47">
      <w:pPr>
        <w:jc w:val="center"/>
        <w:rPr>
          <w:sz w:val="16"/>
          <w:szCs w:val="16"/>
        </w:rPr>
      </w:pPr>
      <w:r w:rsidRPr="00073240">
        <w:rPr>
          <w:sz w:val="16"/>
          <w:szCs w:val="16"/>
        </w:rPr>
        <w:t>(наименование учебного предмета)</w:t>
      </w:r>
    </w:p>
    <w:p w14:paraId="2C0C4823" w14:textId="77777777" w:rsidR="00662E47" w:rsidRPr="00073240" w:rsidRDefault="00662E47" w:rsidP="00662E47">
      <w:pPr>
        <w:jc w:val="both"/>
        <w:rPr>
          <w:sz w:val="2"/>
        </w:rPr>
      </w:pPr>
    </w:p>
    <w:p w14:paraId="6E383FA7" w14:textId="77777777" w:rsidR="00662E47" w:rsidRPr="00073240" w:rsidRDefault="00662E47" w:rsidP="00662E47">
      <w:pPr>
        <w:jc w:val="center"/>
      </w:pPr>
      <w:r w:rsidRPr="00073240">
        <w:t>__________________________________</w:t>
      </w:r>
      <w:r w:rsidR="009C4B8C" w:rsidRPr="00073240">
        <w:t>_____________________________________________</w:t>
      </w:r>
      <w:r w:rsidRPr="00073240">
        <w:t>___</w:t>
      </w:r>
    </w:p>
    <w:p w14:paraId="7EEEDACE" w14:textId="77777777" w:rsidR="00662E47" w:rsidRPr="00073240" w:rsidRDefault="00662E47" w:rsidP="00662E47">
      <w:pPr>
        <w:jc w:val="center"/>
        <w:rPr>
          <w:sz w:val="16"/>
          <w:szCs w:val="16"/>
        </w:rPr>
      </w:pPr>
      <w:r w:rsidRPr="00073240">
        <w:rPr>
          <w:sz w:val="16"/>
          <w:szCs w:val="16"/>
        </w:rPr>
        <w:t>(наименование учебного предмета)</w:t>
      </w:r>
    </w:p>
    <w:p w14:paraId="2C4D1BD4" w14:textId="77777777" w:rsidR="00662E47" w:rsidRPr="00073240" w:rsidRDefault="00662E47" w:rsidP="00662E47">
      <w:pPr>
        <w:autoSpaceDE w:val="0"/>
        <w:autoSpaceDN w:val="0"/>
        <w:adjustRightInd w:val="0"/>
        <w:jc w:val="both"/>
      </w:pPr>
    </w:p>
    <w:p w14:paraId="25316BC2" w14:textId="77777777" w:rsidR="00662E47" w:rsidRPr="00073240" w:rsidRDefault="00662E47" w:rsidP="00662E47">
      <w:pPr>
        <w:ind w:left="142"/>
      </w:pPr>
      <w:r w:rsidRPr="00073240">
        <w:t xml:space="preserve">в связи с тем, что </w:t>
      </w:r>
      <w:r w:rsidRPr="00073240">
        <w:rPr>
          <w:i/>
        </w:rPr>
        <w:t>___________________________________________________________________</w:t>
      </w:r>
    </w:p>
    <w:tbl>
      <w:tblPr>
        <w:tblW w:w="0" w:type="auto"/>
        <w:tblInd w:w="14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662E47" w:rsidRPr="00073240" w14:paraId="356FE7E3" w14:textId="77777777" w:rsidTr="00662E47"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FFBFD9" w14:textId="77777777" w:rsidR="00662E47" w:rsidRPr="00073240" w:rsidRDefault="00662E47" w:rsidP="00662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62E47" w:rsidRPr="00073240" w14:paraId="582D6D07" w14:textId="77777777" w:rsidTr="00662E47"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1FB347" w14:textId="77777777" w:rsidR="00662E47" w:rsidRPr="00073240" w:rsidRDefault="00662E47" w:rsidP="00662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62E47" w:rsidRPr="00073240" w14:paraId="1AB6FE83" w14:textId="77777777" w:rsidTr="00662E47"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BC9542" w14:textId="77777777" w:rsidR="00662E47" w:rsidRPr="00073240" w:rsidRDefault="00662E47" w:rsidP="00662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794EB2E4" w14:textId="77777777" w:rsidR="00662E47" w:rsidRPr="00073240" w:rsidRDefault="00662E47" w:rsidP="00662E47">
      <w:pPr>
        <w:rPr>
          <w:rFonts w:ascii="Calibri" w:hAnsi="Calibri"/>
          <w:sz w:val="2"/>
          <w:szCs w:val="22"/>
          <w:lang w:eastAsia="en-US"/>
        </w:rPr>
      </w:pPr>
    </w:p>
    <w:p w14:paraId="5B31C3B8" w14:textId="77777777" w:rsidR="00662E47" w:rsidRPr="00073240" w:rsidRDefault="00662E47" w:rsidP="00662E47">
      <w:pPr>
        <w:contextualSpacing/>
        <w:jc w:val="both"/>
        <w:rPr>
          <w:sz w:val="2"/>
        </w:rPr>
      </w:pPr>
    </w:p>
    <w:p w14:paraId="1F2E6374" w14:textId="77777777" w:rsidR="00662E47" w:rsidRPr="00073240" w:rsidRDefault="00662E47" w:rsidP="00662E47">
      <w:pPr>
        <w:rPr>
          <w:sz w:val="14"/>
          <w:szCs w:val="20"/>
        </w:rPr>
      </w:pPr>
    </w:p>
    <w:p w14:paraId="51AA2B69" w14:textId="77777777" w:rsidR="00662E47" w:rsidRPr="00073240" w:rsidRDefault="00662E47" w:rsidP="00662E47">
      <w:pPr>
        <w:contextualSpacing/>
        <w:rPr>
          <w:sz w:val="6"/>
        </w:rPr>
      </w:pPr>
    </w:p>
    <w:p w14:paraId="085045EC" w14:textId="77777777" w:rsidR="009C4B8C" w:rsidRPr="00073240" w:rsidRDefault="009C4B8C" w:rsidP="009C4B8C">
      <w:pPr>
        <w:rPr>
          <w:b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 w:firstRow="1" w:lastRow="0" w:firstColumn="1" w:lastColumn="0" w:noHBand="0" w:noVBand="1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14:paraId="763AA086" w14:textId="77777777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A971BFF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19AE05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F25A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15D3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2328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97C4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F2B2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9538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572B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8CD96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B979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49D2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FE897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14:paraId="37F0138A" w14:textId="77777777" w:rsidTr="008820DE">
        <w:trPr>
          <w:trHeight w:val="72"/>
        </w:trPr>
        <w:tc>
          <w:tcPr>
            <w:tcW w:w="10031" w:type="dxa"/>
            <w:gridSpan w:val="13"/>
            <w:hideMark/>
          </w:tcPr>
          <w:p w14:paraId="422D334F" w14:textId="77777777" w:rsidR="009C4B8C" w:rsidRPr="00073240" w:rsidRDefault="009C4B8C" w:rsidP="008820DE">
            <w:pPr>
              <w:spacing w:after="160" w:line="240" w:lineRule="exact"/>
            </w:pPr>
          </w:p>
          <w:p w14:paraId="5B1636A3" w14:textId="77777777"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14:paraId="7E3AFC5A" w14:textId="77777777" w:rsidR="009C4B8C" w:rsidRPr="00073240" w:rsidRDefault="009C4B8C" w:rsidP="008820DE">
            <w:pPr>
              <w:spacing w:after="160" w:line="240" w:lineRule="exact"/>
            </w:pPr>
          </w:p>
        </w:tc>
      </w:tr>
    </w:tbl>
    <w:p w14:paraId="102A5EF1" w14:textId="77777777" w:rsidR="009C4B8C" w:rsidRPr="00073240" w:rsidRDefault="009C4B8C" w:rsidP="009C4B8C"/>
    <w:p w14:paraId="4488F3CE" w14:textId="77777777"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14:paraId="54FDFEC6" w14:textId="77777777"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14:paraId="2F23E313" w14:textId="77777777" w:rsidR="009C4B8C" w:rsidRPr="00073240" w:rsidRDefault="009C4B8C" w:rsidP="009C4B8C"/>
    <w:p w14:paraId="0ECB0E05" w14:textId="77777777" w:rsidR="009C4B8C" w:rsidRPr="00073240" w:rsidRDefault="009C4B8C" w:rsidP="009C4B8C">
      <w:pPr>
        <w:ind w:left="284"/>
      </w:pPr>
      <w:r w:rsidRPr="00073240">
        <w:t>«____» _____________ 20___ г.</w:t>
      </w:r>
    </w:p>
    <w:p w14:paraId="1EE59F8C" w14:textId="77777777" w:rsidR="009C4B8C" w:rsidRPr="00073240" w:rsidRDefault="009C4B8C" w:rsidP="009C4B8C"/>
    <w:p w14:paraId="6A268D82" w14:textId="77777777" w:rsidR="009C4B8C" w:rsidRPr="00073240" w:rsidRDefault="009C4B8C" w:rsidP="009C4B8C">
      <w:pPr>
        <w:ind w:left="6237" w:hanging="6237"/>
        <w:rPr>
          <w:szCs w:val="28"/>
        </w:rPr>
      </w:pPr>
      <w:r w:rsidRPr="00073240">
        <w:t>С заявлением ознакомлен (а) ___________________________/__</w:t>
      </w:r>
      <w:r w:rsidRPr="00073240">
        <w:rPr>
          <w:szCs w:val="28"/>
        </w:rPr>
        <w:t>_____________________________</w:t>
      </w:r>
    </w:p>
    <w:p w14:paraId="640F9149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</w:p>
    <w:p w14:paraId="44458E49" w14:textId="77777777" w:rsidR="009C4B8C" w:rsidRPr="00073240" w:rsidRDefault="009C4B8C" w:rsidP="009C4B8C">
      <w:pPr>
        <w:ind w:left="5245"/>
        <w:jc w:val="center"/>
      </w:pPr>
    </w:p>
    <w:p w14:paraId="3B706E85" w14:textId="77777777" w:rsidR="009C4B8C" w:rsidRPr="00073240" w:rsidRDefault="009C4B8C" w:rsidP="009C4B8C">
      <w:pPr>
        <w:ind w:left="5245"/>
        <w:jc w:val="center"/>
      </w:pPr>
    </w:p>
    <w:p w14:paraId="634CC2A6" w14:textId="77777777" w:rsidR="006A7189" w:rsidRPr="00073240" w:rsidRDefault="006A7189" w:rsidP="00653CC3"/>
    <w:p w14:paraId="12D44E72" w14:textId="77777777" w:rsidR="003274E3" w:rsidRPr="00073240" w:rsidRDefault="003274E3" w:rsidP="00653CC3"/>
    <w:p w14:paraId="75D233B8" w14:textId="77777777" w:rsidR="009C4B8C" w:rsidRPr="00073240" w:rsidRDefault="009C4B8C" w:rsidP="00653CC3"/>
    <w:p w14:paraId="1C16FE8D" w14:textId="77777777" w:rsidR="00662E47" w:rsidRPr="004A6D25" w:rsidRDefault="00EE5824" w:rsidP="004A6D25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4A6D25">
        <w:rPr>
          <w:i/>
          <w:sz w:val="18"/>
          <w:szCs w:val="18"/>
        </w:rPr>
        <w:t>Заявление на изменение формы проведения ГИА-11 по предмету/предметам</w:t>
      </w:r>
    </w:p>
    <w:p w14:paraId="39301F7F" w14:textId="77777777" w:rsidR="009C4B8C" w:rsidRPr="00073240" w:rsidRDefault="009C4B8C" w:rsidP="009C4B8C">
      <w:pPr>
        <w:ind w:left="5245"/>
        <w:jc w:val="center"/>
      </w:pPr>
      <w:r w:rsidRPr="00073240">
        <w:lastRenderedPageBreak/>
        <w:t xml:space="preserve">Председателю </w:t>
      </w:r>
    </w:p>
    <w:p w14:paraId="06350E6D" w14:textId="77777777" w:rsidR="009C4B8C" w:rsidRPr="00073240" w:rsidRDefault="009C4B8C" w:rsidP="009C4B8C">
      <w:pPr>
        <w:ind w:left="5245"/>
        <w:jc w:val="center"/>
      </w:pPr>
      <w:r w:rsidRPr="00073240">
        <w:t>государственной экзаменационной комиссии</w:t>
      </w:r>
    </w:p>
    <w:p w14:paraId="3C77236B" w14:textId="77777777" w:rsidR="009C4B8C" w:rsidRPr="00073240" w:rsidRDefault="009C4B8C" w:rsidP="009C4B8C">
      <w:pPr>
        <w:ind w:left="5245"/>
        <w:jc w:val="center"/>
      </w:pPr>
      <w:r w:rsidRPr="00073240">
        <w:t>Забайкальского края</w:t>
      </w:r>
    </w:p>
    <w:p w14:paraId="4196A613" w14:textId="77777777" w:rsidR="009C4B8C" w:rsidRPr="00073240" w:rsidRDefault="009C4B8C" w:rsidP="009C4B8C">
      <w:pPr>
        <w:ind w:left="5245"/>
        <w:jc w:val="center"/>
        <w:rPr>
          <w:lang w:val="en-US"/>
        </w:rPr>
      </w:pPr>
      <w:r w:rsidRPr="00073240">
        <w:rPr>
          <w:lang w:val="en-US"/>
        </w:rPr>
        <w:t>__________________________</w:t>
      </w:r>
    </w:p>
    <w:p w14:paraId="4B6DF773" w14:textId="77777777"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</w:p>
    <w:p w14:paraId="54BADABB" w14:textId="77777777"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14:paraId="2B8AD62B" w14:textId="77777777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1F661D9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14:paraId="47EC53B2" w14:textId="77777777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8470A1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14:paraId="2859C48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14:paraId="16D467A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6D991C8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25E83CF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5978769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7D69B5D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5B732F5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6CECC64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52801E5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14:paraId="1818A31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04352E4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073E195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14:paraId="745FD30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1B2EE5D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71345B8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00A7E52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440F732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1FC21C9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74CF248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14:paraId="49B9CCF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77F95C9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34633CB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14:paraId="5E1E1DF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4470578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14:paraId="24D9FAB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14:paraId="5973BB7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2CB2CD76" w14:textId="77777777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5053B0B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14:paraId="35AF99F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16CCB6BF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80DFD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51808E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14:paraId="06198E6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14:paraId="1D79107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87A43A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58353D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A34FD1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DDEDB0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984D2A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14:paraId="37919B2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7FAA64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5CA9E1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9204C4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719EFF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916CF5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B1CE77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EE8962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BD5FCF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14:paraId="4B554CB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26C036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4CB963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14E388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0DBABF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26613EE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7BB62C4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01EF2027" w14:textId="77777777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468B7E0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14:paraId="706F893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620F20C5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B13BA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4B4EF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203E0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F8818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8D58C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94A4F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8A42B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2D76E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37B71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77BD2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A06C2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626FC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674B6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C4C95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6E0D4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FFB5A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E9B51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D52E3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5BAFC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743CF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5496F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2F7E0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01E02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001DD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2984ADE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01F95890" w14:textId="77777777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796920D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14:paraId="511D10C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631958C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5E6F331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6B06E12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14:paraId="0B7D4F49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3E4A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7AD7CA4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14:paraId="359395AB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79E17EC9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5AC9D1AA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14:paraId="5A9F6E54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65E7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0ED4C92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14:paraId="46EAC576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7EEF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B0A5850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обучающийся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14:paraId="347C29F2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615E3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14:paraId="79A26D05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14:paraId="673D4490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14:paraId="1A61F664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14:paraId="3B362D20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14:paraId="583A3B29" w14:textId="77777777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6DF374" w14:textId="77777777"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5FEA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96562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631E1D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439C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981ED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4CFC7A79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0CF340FD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6B10D2E5" w14:textId="77777777"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14:paraId="7F7782BD" w14:textId="77777777" w:rsidR="009C4B8C" w:rsidRPr="00073240" w:rsidRDefault="009C4B8C" w:rsidP="009C4B8C">
      <w:pPr>
        <w:rPr>
          <w:b/>
          <w:sz w:val="14"/>
          <w:szCs w:val="22"/>
        </w:rPr>
      </w:pPr>
    </w:p>
    <w:p w14:paraId="26DF8E10" w14:textId="77777777"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14:paraId="53D1E97E" w14:textId="77777777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959C9F6" w14:textId="77777777"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CD84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A110D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003A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AF79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9E9F47" w14:textId="77777777"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5D69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926DC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4BC16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05CB4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12E86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288F1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8396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C0EC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F6BF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F57F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36F7773E" w14:textId="77777777"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14:paraId="4EA651A6" w14:textId="77777777" w:rsidR="00A219E3" w:rsidRPr="00073240" w:rsidRDefault="009C4B8C" w:rsidP="009C4B8C">
      <w:pPr>
        <w:spacing w:line="240" w:lineRule="atLeast"/>
        <w:ind w:left="6804" w:right="-143" w:hanging="6520"/>
        <w:rPr>
          <w:b/>
          <w:sz w:val="28"/>
          <w:szCs w:val="28"/>
        </w:rPr>
      </w:pPr>
      <w:r w:rsidRPr="00073240">
        <w:t xml:space="preserve">      </w:t>
      </w:r>
      <w:r w:rsidR="00A219E3" w:rsidRPr="00073240">
        <w:rPr>
          <w:b/>
          <w:sz w:val="28"/>
          <w:szCs w:val="28"/>
        </w:rPr>
        <w:t>прошу изменить форму проведения ГИА-11 по предмету/предметам:</w:t>
      </w:r>
    </w:p>
    <w:p w14:paraId="5D973C1F" w14:textId="77777777"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5"/>
        <w:gridCol w:w="3776"/>
        <w:gridCol w:w="3740"/>
      </w:tblGrid>
      <w:tr w:rsidR="00A219E3" w:rsidRPr="00073240" w14:paraId="0886B63A" w14:textId="77777777" w:rsidTr="00A219E3">
        <w:tc>
          <w:tcPr>
            <w:tcW w:w="1344" w:type="pct"/>
          </w:tcPr>
          <w:p w14:paraId="0DEA63E8" w14:textId="77777777" w:rsidR="00A219E3" w:rsidRPr="00073240" w:rsidRDefault="00A219E3" w:rsidP="00A219E3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073240">
              <w:rPr>
                <w:szCs w:val="28"/>
              </w:rPr>
              <w:t>Предмет</w:t>
            </w:r>
          </w:p>
        </w:tc>
        <w:tc>
          <w:tcPr>
            <w:tcW w:w="1836" w:type="pct"/>
          </w:tcPr>
          <w:p w14:paraId="74076B4F" w14:textId="77777777" w:rsidR="00A219E3" w:rsidRPr="00073240" w:rsidRDefault="00A219E3" w:rsidP="00A219E3">
            <w:pPr>
              <w:tabs>
                <w:tab w:val="left" w:pos="0"/>
              </w:tabs>
              <w:spacing w:line="360" w:lineRule="auto"/>
              <w:jc w:val="center"/>
              <w:rPr>
                <w:szCs w:val="28"/>
              </w:rPr>
            </w:pPr>
            <w:r w:rsidRPr="00073240">
              <w:rPr>
                <w:szCs w:val="28"/>
              </w:rPr>
              <w:t>Форма ГИА-11 до изменения</w:t>
            </w:r>
          </w:p>
        </w:tc>
        <w:tc>
          <w:tcPr>
            <w:tcW w:w="1819" w:type="pct"/>
          </w:tcPr>
          <w:p w14:paraId="5BACA019" w14:textId="77777777" w:rsidR="00A219E3" w:rsidRPr="00073240" w:rsidRDefault="00A219E3" w:rsidP="00A219E3">
            <w:pPr>
              <w:tabs>
                <w:tab w:val="left" w:pos="0"/>
              </w:tabs>
              <w:spacing w:line="360" w:lineRule="auto"/>
              <w:jc w:val="both"/>
              <w:rPr>
                <w:szCs w:val="28"/>
              </w:rPr>
            </w:pPr>
            <w:r w:rsidRPr="00073240">
              <w:rPr>
                <w:szCs w:val="28"/>
              </w:rPr>
              <w:t>Форма ГИА-11 после изменения</w:t>
            </w:r>
          </w:p>
        </w:tc>
      </w:tr>
      <w:tr w:rsidR="00A219E3" w:rsidRPr="00073240" w14:paraId="0F99F217" w14:textId="77777777" w:rsidTr="00A219E3">
        <w:tc>
          <w:tcPr>
            <w:tcW w:w="1344" w:type="pct"/>
          </w:tcPr>
          <w:p w14:paraId="33098C10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pct"/>
          </w:tcPr>
          <w:p w14:paraId="104F161C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19" w:type="pct"/>
          </w:tcPr>
          <w:p w14:paraId="450FF0E9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A219E3" w:rsidRPr="00073240" w14:paraId="67C7E01F" w14:textId="77777777" w:rsidTr="00A219E3">
        <w:tc>
          <w:tcPr>
            <w:tcW w:w="1344" w:type="pct"/>
          </w:tcPr>
          <w:p w14:paraId="1FE90EDC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pct"/>
          </w:tcPr>
          <w:p w14:paraId="4AEBD1BB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19" w:type="pct"/>
          </w:tcPr>
          <w:p w14:paraId="53D9DB88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79EDFECB" w14:textId="77777777" w:rsidR="00A219E3" w:rsidRPr="00073240" w:rsidRDefault="00A219E3" w:rsidP="00A219E3">
      <w:pPr>
        <w:tabs>
          <w:tab w:val="left" w:pos="0"/>
        </w:tabs>
        <w:jc w:val="both"/>
        <w:rPr>
          <w:i/>
          <w:sz w:val="16"/>
          <w:szCs w:val="28"/>
        </w:rPr>
      </w:pPr>
    </w:p>
    <w:p w14:paraId="3A54A36A" w14:textId="77777777"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  <w:r w:rsidRPr="00073240">
        <w:rPr>
          <w:szCs w:val="28"/>
        </w:rPr>
        <w:t>Форму экзамена необходимо изменить по причине</w:t>
      </w:r>
      <w:r w:rsidRPr="00073240">
        <w:rPr>
          <w:sz w:val="28"/>
          <w:szCs w:val="28"/>
        </w:rPr>
        <w:t xml:space="preserve"> ____________________________</w:t>
      </w:r>
    </w:p>
    <w:p w14:paraId="5C0DE21D" w14:textId="77777777" w:rsidR="00A219E3" w:rsidRPr="00073240" w:rsidRDefault="00A219E3" w:rsidP="00A219E3">
      <w:pPr>
        <w:tabs>
          <w:tab w:val="left" w:pos="1095"/>
        </w:tabs>
        <w:jc w:val="center"/>
        <w:rPr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______________________________________________________________________________________________________________________________________________</w:t>
      </w:r>
    </w:p>
    <w:p w14:paraId="1BA84CC0" w14:textId="77777777" w:rsidR="00A219E3" w:rsidRPr="00073240" w:rsidRDefault="00A219E3" w:rsidP="00A219E3">
      <w:pPr>
        <w:tabs>
          <w:tab w:val="left" w:pos="1095"/>
        </w:tabs>
        <w:jc w:val="center"/>
        <w:rPr>
          <w:sz w:val="28"/>
          <w:szCs w:val="28"/>
        </w:rPr>
      </w:pPr>
    </w:p>
    <w:p w14:paraId="22952FE7" w14:textId="77777777"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  <w:r w:rsidRPr="00073240">
        <w:rPr>
          <w:szCs w:val="28"/>
        </w:rPr>
        <w:t xml:space="preserve">Документ(ы) </w:t>
      </w:r>
      <w:r w:rsidRPr="00073240">
        <w:rPr>
          <w:sz w:val="28"/>
          <w:szCs w:val="28"/>
        </w:rPr>
        <w:t>______________________________________________________________,</w:t>
      </w:r>
    </w:p>
    <w:p w14:paraId="505B75B4" w14:textId="77777777"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16"/>
          <w:szCs w:val="28"/>
        </w:rPr>
        <w:t>(</w:t>
      </w:r>
      <w:r w:rsidRPr="00073240">
        <w:rPr>
          <w:i/>
          <w:sz w:val="16"/>
          <w:szCs w:val="28"/>
        </w:rPr>
        <w:t>наименование и реквизиты документа)</w:t>
      </w:r>
    </w:p>
    <w:p w14:paraId="5FBF4A7D" w14:textId="77777777" w:rsidR="009C4B8C" w:rsidRPr="00073240" w:rsidRDefault="00A219E3" w:rsidP="009C4B8C">
      <w:pPr>
        <w:tabs>
          <w:tab w:val="left" w:pos="0"/>
        </w:tabs>
        <w:jc w:val="both"/>
        <w:rPr>
          <w:b/>
        </w:rPr>
      </w:pPr>
      <w:r w:rsidRPr="00073240">
        <w:rPr>
          <w:szCs w:val="28"/>
        </w:rPr>
        <w:t>подтверждающий необходимость изменения формы ГИА-11, прилагается(</w:t>
      </w:r>
      <w:proofErr w:type="spellStart"/>
      <w:r w:rsidRPr="00073240">
        <w:rPr>
          <w:szCs w:val="28"/>
        </w:rPr>
        <w:t>ются</w:t>
      </w:r>
      <w:proofErr w:type="spellEnd"/>
      <w:r w:rsidRPr="00073240">
        <w:rPr>
          <w:szCs w:val="28"/>
        </w:rPr>
        <w:t>)</w:t>
      </w:r>
      <w:r w:rsidRPr="00073240">
        <w:rPr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 w:firstRow="1" w:lastRow="0" w:firstColumn="1" w:lastColumn="0" w:noHBand="0" w:noVBand="1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14:paraId="35D66A2E" w14:textId="77777777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8997DEB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807869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3E65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71E6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49C9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9DEE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7B51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B3AF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193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1F572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BD02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97BE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3FB3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14:paraId="1D20AA14" w14:textId="77777777" w:rsidTr="008820DE">
        <w:trPr>
          <w:trHeight w:val="72"/>
        </w:trPr>
        <w:tc>
          <w:tcPr>
            <w:tcW w:w="10031" w:type="dxa"/>
            <w:gridSpan w:val="13"/>
            <w:hideMark/>
          </w:tcPr>
          <w:p w14:paraId="7DB42A5E" w14:textId="77777777" w:rsidR="009C4B8C" w:rsidRPr="00073240" w:rsidRDefault="009C4B8C" w:rsidP="008820DE">
            <w:pPr>
              <w:spacing w:after="160" w:line="240" w:lineRule="exact"/>
            </w:pPr>
          </w:p>
          <w:p w14:paraId="03CA592E" w14:textId="77777777"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14:paraId="04CBE519" w14:textId="77777777" w:rsidR="009C4B8C" w:rsidRPr="00073240" w:rsidRDefault="009C4B8C" w:rsidP="008820DE">
            <w:pPr>
              <w:spacing w:after="160" w:line="240" w:lineRule="exact"/>
            </w:pPr>
          </w:p>
        </w:tc>
      </w:tr>
    </w:tbl>
    <w:p w14:paraId="09298B60" w14:textId="77777777" w:rsidR="009C4B8C" w:rsidRPr="00073240" w:rsidRDefault="009C4B8C" w:rsidP="009C4B8C"/>
    <w:p w14:paraId="19D487A4" w14:textId="77777777"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14:paraId="0964670A" w14:textId="77777777"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14:paraId="6BD1908B" w14:textId="77777777" w:rsidR="009C4B8C" w:rsidRPr="00073240" w:rsidRDefault="009C4B8C" w:rsidP="009C4B8C"/>
    <w:p w14:paraId="61A32140" w14:textId="77777777" w:rsidR="009C4B8C" w:rsidRPr="00073240" w:rsidRDefault="009C4B8C" w:rsidP="009C4B8C">
      <w:pPr>
        <w:ind w:left="284"/>
      </w:pPr>
      <w:r w:rsidRPr="00073240">
        <w:t>«____» _____________ 20___ г.</w:t>
      </w:r>
    </w:p>
    <w:p w14:paraId="4A3F7EB9" w14:textId="77777777" w:rsidR="009C4B8C" w:rsidRPr="00073240" w:rsidRDefault="009C4B8C" w:rsidP="009C4B8C"/>
    <w:p w14:paraId="00ED5D52" w14:textId="77777777" w:rsidR="009C4B8C" w:rsidRPr="00073240" w:rsidRDefault="009C4B8C" w:rsidP="009C4B8C">
      <w:pPr>
        <w:ind w:left="6237" w:hanging="6237"/>
        <w:rPr>
          <w:szCs w:val="28"/>
        </w:rPr>
      </w:pPr>
      <w:r w:rsidRPr="00073240">
        <w:t>С заявлением ознакомлен (а) ___________________________/__</w:t>
      </w:r>
      <w:r w:rsidRPr="00073240">
        <w:rPr>
          <w:szCs w:val="28"/>
        </w:rPr>
        <w:t>_____________________________</w:t>
      </w:r>
    </w:p>
    <w:p w14:paraId="2D21CBA9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</w:p>
    <w:p w14:paraId="048EE712" w14:textId="77777777" w:rsidR="009C4B8C" w:rsidRPr="00073240" w:rsidRDefault="009C4B8C" w:rsidP="009C4B8C">
      <w:pPr>
        <w:ind w:left="5245"/>
        <w:jc w:val="center"/>
      </w:pPr>
    </w:p>
    <w:p w14:paraId="79433FE4" w14:textId="77777777" w:rsidR="004A6D25" w:rsidRDefault="004A6D25" w:rsidP="009E58D9">
      <w:pPr>
        <w:spacing w:line="360" w:lineRule="auto"/>
        <w:jc w:val="both"/>
        <w:outlineLvl w:val="0"/>
        <w:rPr>
          <w:i/>
          <w:sz w:val="18"/>
          <w:szCs w:val="18"/>
        </w:rPr>
      </w:pPr>
    </w:p>
    <w:p w14:paraId="23F705AE" w14:textId="77777777" w:rsidR="00A219E3" w:rsidRPr="004A6D25" w:rsidRDefault="00EE5824" w:rsidP="004A6D25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4A6D25">
        <w:rPr>
          <w:i/>
          <w:sz w:val="18"/>
          <w:szCs w:val="18"/>
        </w:rPr>
        <w:t>Заявление на изменение сроков участия в ГИА-11</w:t>
      </w:r>
    </w:p>
    <w:p w14:paraId="56A19909" w14:textId="77777777" w:rsidR="009C4B8C" w:rsidRPr="00073240" w:rsidRDefault="009C4B8C" w:rsidP="009C4B8C">
      <w:pPr>
        <w:ind w:left="5245"/>
        <w:jc w:val="center"/>
      </w:pPr>
      <w:r w:rsidRPr="00073240">
        <w:t xml:space="preserve">Председателю </w:t>
      </w:r>
    </w:p>
    <w:p w14:paraId="1078CA49" w14:textId="77777777" w:rsidR="009C4B8C" w:rsidRPr="00073240" w:rsidRDefault="009C4B8C" w:rsidP="009C4B8C">
      <w:pPr>
        <w:ind w:left="5245"/>
        <w:jc w:val="center"/>
      </w:pPr>
      <w:r w:rsidRPr="00073240">
        <w:t>государственной экзаменационной комиссии</w:t>
      </w:r>
    </w:p>
    <w:p w14:paraId="04F50819" w14:textId="77777777" w:rsidR="009C4B8C" w:rsidRPr="00073240" w:rsidRDefault="009C4B8C" w:rsidP="009C4B8C">
      <w:pPr>
        <w:ind w:left="5245"/>
        <w:jc w:val="center"/>
      </w:pPr>
      <w:r w:rsidRPr="00073240">
        <w:lastRenderedPageBreak/>
        <w:t>Забайкальского края</w:t>
      </w:r>
    </w:p>
    <w:p w14:paraId="474455B0" w14:textId="77777777" w:rsidR="009C4B8C" w:rsidRPr="00073240" w:rsidRDefault="009C4B8C" w:rsidP="009C4B8C">
      <w:pPr>
        <w:ind w:left="5245"/>
        <w:jc w:val="center"/>
        <w:rPr>
          <w:lang w:val="en-US"/>
        </w:rPr>
      </w:pPr>
      <w:r w:rsidRPr="00073240">
        <w:rPr>
          <w:lang w:val="en-US"/>
        </w:rPr>
        <w:t>__________________________</w:t>
      </w:r>
    </w:p>
    <w:p w14:paraId="23981A08" w14:textId="77777777"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</w:p>
    <w:p w14:paraId="1D2B5743" w14:textId="77777777"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14:paraId="221B1776" w14:textId="77777777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22BF5B3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14:paraId="69C30CCC" w14:textId="77777777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45FD27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14:paraId="6B1A462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14:paraId="6A02D42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0991079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1BDC697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71C6FCF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79E4019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3B1E314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10567EB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6148E6B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14:paraId="44C89E7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F74828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13C0C84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14:paraId="65CFB44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6C436D3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71C0DE7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0F2484F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070E58B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4C6F366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6187154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14:paraId="1647913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29BD28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3EE9AC6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14:paraId="2587362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4F34FDA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14:paraId="3EF41C8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14:paraId="35F7429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7FFE8EC4" w14:textId="77777777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7ACEDBC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14:paraId="6CD344A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596F5C5E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B7E10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0408BB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14:paraId="673C612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14:paraId="1267795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6A7FC7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58C471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190984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32F6C0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D4F5EB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14:paraId="58F28CF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C15E54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F0A761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F61365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F6E3CE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3229A6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18ADF8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7AD092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4457E0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14:paraId="2900B05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A7A566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2522C0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56FC44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BC90F4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5B5B5DC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5B29460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575C725B" w14:textId="77777777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2037715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14:paraId="0A0405B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144D0D3E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9BF95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B8F76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F8669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837FF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D14F3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D9EAE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161AB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0B435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23DD7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F4DFA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35AC9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2BE8C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8E5A7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321D5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9D5C3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E7853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EF7E8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D4F2A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6ED28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90673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D50D8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74349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11F16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65C10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60AAD22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5114382B" w14:textId="77777777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6B01CCA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14:paraId="3F15074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24C5C65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5257391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7735413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14:paraId="33DC1F85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B42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DA5AA17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14:paraId="477B0727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55CE31FE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6260BA68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14:paraId="28BB7C9C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EED6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B244017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14:paraId="5E92DE66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46BC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1AE80E0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обучающийся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14:paraId="2FD99B94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AE4C4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14:paraId="76D71AC0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14:paraId="352A3901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14:paraId="4A3249CB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14:paraId="0645C019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14:paraId="2B9B847A" w14:textId="77777777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CE74045" w14:textId="77777777"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971F5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58425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9B457F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612F9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29B44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08361111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1D397D5D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418B1780" w14:textId="77777777"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14:paraId="1011649E" w14:textId="77777777" w:rsidR="009C4B8C" w:rsidRPr="00073240" w:rsidRDefault="009C4B8C" w:rsidP="009C4B8C">
      <w:pPr>
        <w:rPr>
          <w:b/>
          <w:sz w:val="14"/>
          <w:szCs w:val="22"/>
        </w:rPr>
      </w:pPr>
    </w:p>
    <w:p w14:paraId="064DB015" w14:textId="77777777"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14:paraId="0342B164" w14:textId="77777777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68CF52" w14:textId="77777777"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77BF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B712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821D3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9842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2DBF884" w14:textId="77777777"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99FF1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9BF0A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2980F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3E7B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D603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2F6B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FF4E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E083C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C8C7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95230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309BF46A" w14:textId="77777777"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14:paraId="69FC4AFE" w14:textId="77777777" w:rsidR="00A219E3" w:rsidRPr="00073240" w:rsidRDefault="009E58D9" w:rsidP="009E58D9">
      <w:pPr>
        <w:spacing w:line="240" w:lineRule="atLeast"/>
        <w:ind w:left="6804" w:right="-143" w:hanging="6520"/>
        <w:rPr>
          <w:b/>
          <w:sz w:val="28"/>
          <w:szCs w:val="28"/>
        </w:rPr>
      </w:pPr>
      <w:r>
        <w:t xml:space="preserve">   </w:t>
      </w:r>
      <w:r w:rsidR="00A219E3" w:rsidRPr="00073240">
        <w:rPr>
          <w:b/>
          <w:sz w:val="28"/>
          <w:szCs w:val="28"/>
        </w:rPr>
        <w:t>прошу перенести сроки участия в ГИА-11:</w:t>
      </w:r>
    </w:p>
    <w:p w14:paraId="0ED5E3DE" w14:textId="77777777"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5"/>
        <w:gridCol w:w="3428"/>
        <w:gridCol w:w="3428"/>
      </w:tblGrid>
      <w:tr w:rsidR="00A219E3" w:rsidRPr="00073240" w14:paraId="414A4D58" w14:textId="77777777" w:rsidTr="00A219E3">
        <w:tc>
          <w:tcPr>
            <w:tcW w:w="1666" w:type="pct"/>
          </w:tcPr>
          <w:p w14:paraId="3E937D36" w14:textId="77777777" w:rsidR="00A219E3" w:rsidRPr="00073240" w:rsidRDefault="00A219E3" w:rsidP="00A219E3">
            <w:pPr>
              <w:tabs>
                <w:tab w:val="left" w:pos="0"/>
              </w:tabs>
              <w:jc w:val="center"/>
            </w:pPr>
            <w:r w:rsidRPr="00073240">
              <w:t>Предмет</w:t>
            </w:r>
          </w:p>
        </w:tc>
        <w:tc>
          <w:tcPr>
            <w:tcW w:w="1667" w:type="pct"/>
          </w:tcPr>
          <w:p w14:paraId="3B3757FC" w14:textId="77777777" w:rsidR="00A219E3" w:rsidRPr="00073240" w:rsidRDefault="00A219E3" w:rsidP="00A219E3">
            <w:pPr>
              <w:tabs>
                <w:tab w:val="left" w:pos="0"/>
              </w:tabs>
              <w:jc w:val="center"/>
            </w:pPr>
            <w:r w:rsidRPr="00073240">
              <w:t>Ранее указанные сроки участия в ГИА-11</w:t>
            </w:r>
          </w:p>
        </w:tc>
        <w:tc>
          <w:tcPr>
            <w:tcW w:w="1667" w:type="pct"/>
          </w:tcPr>
          <w:p w14:paraId="55373071" w14:textId="77777777" w:rsidR="00A219E3" w:rsidRPr="00073240" w:rsidRDefault="00A219E3" w:rsidP="00A219E3">
            <w:pPr>
              <w:tabs>
                <w:tab w:val="left" w:pos="0"/>
              </w:tabs>
              <w:jc w:val="center"/>
            </w:pPr>
            <w:r w:rsidRPr="00073240">
              <w:t>Необходимые сроки участия в ГИА-11</w:t>
            </w:r>
          </w:p>
        </w:tc>
      </w:tr>
      <w:tr w:rsidR="00A219E3" w:rsidRPr="00073240" w14:paraId="4AD62893" w14:textId="77777777" w:rsidTr="00A219E3">
        <w:tc>
          <w:tcPr>
            <w:tcW w:w="1666" w:type="pct"/>
          </w:tcPr>
          <w:p w14:paraId="5A861131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14:paraId="644E780A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14:paraId="315FFF69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A219E3" w:rsidRPr="00073240" w14:paraId="7C0DFA9E" w14:textId="77777777" w:rsidTr="00A219E3">
        <w:tc>
          <w:tcPr>
            <w:tcW w:w="1666" w:type="pct"/>
          </w:tcPr>
          <w:p w14:paraId="14DF698B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14:paraId="59E0C0AD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14:paraId="1E4C9C1E" w14:textId="77777777"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3F5489CB" w14:textId="77777777"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</w:p>
    <w:p w14:paraId="2936F71B" w14:textId="77777777" w:rsidR="00A219E3" w:rsidRPr="00073240" w:rsidRDefault="00A219E3" w:rsidP="00A219E3">
      <w:pPr>
        <w:tabs>
          <w:tab w:val="left" w:pos="-142"/>
        </w:tabs>
        <w:ind w:left="-142"/>
        <w:rPr>
          <w:sz w:val="28"/>
          <w:szCs w:val="28"/>
        </w:rPr>
      </w:pPr>
      <w:r w:rsidRPr="00073240">
        <w:t>Сроки участия в ГИА-11 необходимо перенести по причине:</w:t>
      </w:r>
      <w:r w:rsidRPr="00073240">
        <w:rPr>
          <w:sz w:val="28"/>
          <w:szCs w:val="28"/>
        </w:rPr>
        <w:t xml:space="preserve"> ________________________________________________________________________</w:t>
      </w:r>
    </w:p>
    <w:p w14:paraId="3CB28FCA" w14:textId="77777777" w:rsidR="00A219E3" w:rsidRPr="00073240" w:rsidRDefault="00A219E3" w:rsidP="00A219E3">
      <w:pPr>
        <w:tabs>
          <w:tab w:val="left" w:pos="-142"/>
          <w:tab w:val="left" w:pos="1095"/>
        </w:tabs>
        <w:ind w:left="-142"/>
        <w:jc w:val="center"/>
        <w:rPr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29430F14" w14:textId="77777777" w:rsidR="00A219E3" w:rsidRPr="00073240" w:rsidRDefault="00A219E3" w:rsidP="00A219E3">
      <w:pPr>
        <w:tabs>
          <w:tab w:val="left" w:pos="-142"/>
        </w:tabs>
        <w:ind w:left="-142"/>
        <w:jc w:val="both"/>
      </w:pPr>
      <w:r w:rsidRPr="00073240">
        <w:t>Документ(ы)_________________________________________________________________________</w:t>
      </w:r>
    </w:p>
    <w:p w14:paraId="0CA62BD0" w14:textId="77777777" w:rsidR="00A219E3" w:rsidRPr="00073240" w:rsidRDefault="00A219E3" w:rsidP="00A219E3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16"/>
          <w:szCs w:val="28"/>
        </w:rPr>
        <w:t>(</w:t>
      </w:r>
      <w:r w:rsidRPr="00073240">
        <w:rPr>
          <w:i/>
          <w:sz w:val="16"/>
          <w:szCs w:val="28"/>
        </w:rPr>
        <w:t>наименование и реквизиты документа)</w:t>
      </w:r>
    </w:p>
    <w:p w14:paraId="5DEB9138" w14:textId="77777777" w:rsidR="009C4B8C" w:rsidRPr="00073240" w:rsidRDefault="00A219E3" w:rsidP="009C4B8C">
      <w:pPr>
        <w:tabs>
          <w:tab w:val="left" w:pos="-284"/>
        </w:tabs>
        <w:ind w:left="-142"/>
        <w:jc w:val="both"/>
        <w:rPr>
          <w:b/>
        </w:rPr>
      </w:pPr>
      <w:r w:rsidRPr="00073240">
        <w:t>подтверждающий(е) наличие уважительной причины, прилагается(</w:t>
      </w:r>
      <w:proofErr w:type="spellStart"/>
      <w:r w:rsidRPr="00073240">
        <w:t>ются</w:t>
      </w:r>
      <w:proofErr w:type="spellEnd"/>
      <w:r w:rsidRPr="00073240">
        <w:t>).</w:t>
      </w: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 w:firstRow="1" w:lastRow="0" w:firstColumn="1" w:lastColumn="0" w:noHBand="0" w:noVBand="1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14:paraId="28DABC75" w14:textId="77777777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12EF633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A7C8BC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B5B4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9953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E44F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9EC4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868A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44F6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4943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7C83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7A04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CFC8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0DD1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14:paraId="798F5231" w14:textId="77777777" w:rsidTr="008820DE">
        <w:trPr>
          <w:trHeight w:val="72"/>
        </w:trPr>
        <w:tc>
          <w:tcPr>
            <w:tcW w:w="10031" w:type="dxa"/>
            <w:gridSpan w:val="13"/>
            <w:hideMark/>
          </w:tcPr>
          <w:p w14:paraId="6A7C8A73" w14:textId="77777777" w:rsidR="009C4B8C" w:rsidRPr="00073240" w:rsidRDefault="009C4B8C" w:rsidP="008820DE">
            <w:pPr>
              <w:spacing w:after="160" w:line="240" w:lineRule="exact"/>
            </w:pPr>
          </w:p>
          <w:p w14:paraId="46D85596" w14:textId="77777777"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14:paraId="74584656" w14:textId="77777777" w:rsidR="009C4B8C" w:rsidRPr="00073240" w:rsidRDefault="009C4B8C" w:rsidP="008820DE">
            <w:pPr>
              <w:spacing w:after="160" w:line="240" w:lineRule="exact"/>
            </w:pPr>
          </w:p>
        </w:tc>
      </w:tr>
    </w:tbl>
    <w:p w14:paraId="0A5112DF" w14:textId="77777777" w:rsidR="009C4B8C" w:rsidRPr="00073240" w:rsidRDefault="009C4B8C" w:rsidP="009C4B8C"/>
    <w:p w14:paraId="634DAC3B" w14:textId="77777777"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14:paraId="35D54E9E" w14:textId="77777777"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14:paraId="5335CE8D" w14:textId="77777777" w:rsidR="009C4B8C" w:rsidRPr="00073240" w:rsidRDefault="009C4B8C" w:rsidP="009C4B8C"/>
    <w:p w14:paraId="5241D82E" w14:textId="77777777" w:rsidR="009C4B8C" w:rsidRPr="00073240" w:rsidRDefault="009C4B8C" w:rsidP="009C4B8C">
      <w:pPr>
        <w:ind w:left="284"/>
      </w:pPr>
      <w:r w:rsidRPr="00073240">
        <w:t>«____» _____________ 20___ г.</w:t>
      </w:r>
    </w:p>
    <w:p w14:paraId="430F3833" w14:textId="77777777" w:rsidR="009C4B8C" w:rsidRPr="00073240" w:rsidRDefault="009C4B8C" w:rsidP="009C4B8C"/>
    <w:p w14:paraId="39EBCE0D" w14:textId="77777777" w:rsidR="009C4B8C" w:rsidRPr="00073240" w:rsidRDefault="009C4B8C" w:rsidP="009C4B8C">
      <w:pPr>
        <w:ind w:left="6237" w:hanging="6237"/>
        <w:rPr>
          <w:szCs w:val="28"/>
        </w:rPr>
      </w:pPr>
      <w:r w:rsidRPr="00073240">
        <w:t>С заявлением ознакомлен (а) ___________________________/__</w:t>
      </w:r>
      <w:r w:rsidRPr="00073240">
        <w:rPr>
          <w:szCs w:val="28"/>
        </w:rPr>
        <w:t>_____________________________</w:t>
      </w:r>
    </w:p>
    <w:p w14:paraId="264C942D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</w:p>
    <w:p w14:paraId="62DD58D0" w14:textId="77777777" w:rsidR="004A6D25" w:rsidRDefault="004A6D25" w:rsidP="009E58D9">
      <w:pPr>
        <w:spacing w:line="360" w:lineRule="auto"/>
        <w:jc w:val="both"/>
        <w:outlineLvl w:val="0"/>
        <w:rPr>
          <w:i/>
          <w:sz w:val="18"/>
          <w:szCs w:val="18"/>
        </w:rPr>
      </w:pPr>
    </w:p>
    <w:p w14:paraId="60A514ED" w14:textId="77777777" w:rsidR="009C4B8C" w:rsidRPr="004A6D25" w:rsidRDefault="009E58D9" w:rsidP="004A6D25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4A6D25">
        <w:rPr>
          <w:i/>
          <w:sz w:val="18"/>
          <w:szCs w:val="18"/>
        </w:rPr>
        <w:t>Заявление на повторный допуск к сдаче экзамена - для участников</w:t>
      </w:r>
      <w:r w:rsidR="00EA5276">
        <w:rPr>
          <w:i/>
          <w:sz w:val="18"/>
          <w:szCs w:val="18"/>
        </w:rPr>
        <w:t xml:space="preserve"> ГИА</w:t>
      </w:r>
      <w:r w:rsidRPr="004A6D25">
        <w:rPr>
          <w:i/>
          <w:sz w:val="18"/>
          <w:szCs w:val="18"/>
        </w:rPr>
        <w:t xml:space="preserve">, не явившихся </w:t>
      </w:r>
      <w:proofErr w:type="gramStart"/>
      <w:r w:rsidRPr="004A6D25">
        <w:rPr>
          <w:i/>
          <w:sz w:val="18"/>
          <w:szCs w:val="18"/>
        </w:rPr>
        <w:t>на  экзамен</w:t>
      </w:r>
      <w:proofErr w:type="gramEnd"/>
      <w:r w:rsidRPr="004A6D25">
        <w:rPr>
          <w:i/>
          <w:sz w:val="18"/>
          <w:szCs w:val="18"/>
        </w:rPr>
        <w:t xml:space="preserve"> по уважительным причинам, подтвержденным документально</w:t>
      </w:r>
    </w:p>
    <w:p w14:paraId="3820C17B" w14:textId="77777777" w:rsidR="009C4B8C" w:rsidRPr="00073240" w:rsidRDefault="009C4B8C" w:rsidP="009C4B8C">
      <w:pPr>
        <w:ind w:left="5245"/>
        <w:jc w:val="center"/>
      </w:pPr>
      <w:r w:rsidRPr="00073240">
        <w:t xml:space="preserve">Председателю </w:t>
      </w:r>
    </w:p>
    <w:p w14:paraId="5BAB6F69" w14:textId="77777777" w:rsidR="009C4B8C" w:rsidRPr="00073240" w:rsidRDefault="009C4B8C" w:rsidP="009C4B8C">
      <w:pPr>
        <w:ind w:left="5245"/>
        <w:jc w:val="center"/>
      </w:pPr>
      <w:r w:rsidRPr="00073240">
        <w:t>государственной экзаменационной комиссии</w:t>
      </w:r>
    </w:p>
    <w:p w14:paraId="5ADE0647" w14:textId="77777777" w:rsidR="009C4B8C" w:rsidRPr="00073240" w:rsidRDefault="009C4B8C" w:rsidP="009C4B8C">
      <w:pPr>
        <w:ind w:left="5245"/>
        <w:jc w:val="center"/>
      </w:pPr>
      <w:r w:rsidRPr="00073240">
        <w:t>Забайкальского края</w:t>
      </w:r>
    </w:p>
    <w:p w14:paraId="12A3CAA8" w14:textId="77777777" w:rsidR="009C4B8C" w:rsidRPr="00073240" w:rsidRDefault="009C4B8C" w:rsidP="009C4B8C">
      <w:pPr>
        <w:ind w:left="5245"/>
        <w:jc w:val="center"/>
        <w:rPr>
          <w:lang w:val="en-US"/>
        </w:rPr>
      </w:pPr>
      <w:r w:rsidRPr="00073240">
        <w:rPr>
          <w:lang w:val="en-US"/>
        </w:rPr>
        <w:lastRenderedPageBreak/>
        <w:t>__________________________</w:t>
      </w:r>
    </w:p>
    <w:p w14:paraId="30A241FC" w14:textId="77777777"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</w:p>
    <w:p w14:paraId="5BCA27CD" w14:textId="77777777"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14:paraId="5F5DE6B8" w14:textId="77777777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7565D9B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14:paraId="0969FF15" w14:textId="77777777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069055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14:paraId="47FE0AE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14:paraId="77F44FB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72A455C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257CD71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4155698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04BEFCE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2DF9B42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5F808AB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61566CD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14:paraId="4B995BB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55FD0B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7D6215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14:paraId="4CCAF1C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20AA6F4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457CE18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62E4918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75AF6BD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65C9E13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0CD2C6F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14:paraId="0D28ABF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6C5A8E6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6915030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14:paraId="662294B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57B0E50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14:paraId="384F63F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14:paraId="58BA981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629BAD1D" w14:textId="77777777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426B6FB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14:paraId="2EAA9ED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36A3A9C4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4D0EA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C38ADD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14:paraId="55728E7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14:paraId="26CF3D7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7761C2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923E6A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1547BB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11A2C2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41C17B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14:paraId="04C617D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E8CE5C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E57BAE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6A98E2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1BE3E8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A71F09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0280DE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BAA151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6F8A40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14:paraId="1BB92D4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A0AF85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1E65C5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D70CED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BBCF80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4B83621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0A56952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13561645" w14:textId="77777777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3FB4A66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14:paraId="1061CF3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6740EA3E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A1008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DFC0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D99EB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AA789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E230B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72FAB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087D5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BE5EE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4BC98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7EA1A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0B345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E3D6C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B4779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5C1AF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836A6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95777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15C53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3C6BE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05813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3A3F0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9167B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44550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7E07D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0096D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56A7324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63905060" w14:textId="77777777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4067308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14:paraId="51BE7DD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13EF960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695B3EF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6C8C75C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14:paraId="134898A6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6C7C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B16A351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14:paraId="5E844532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135F893A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5320256D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14:paraId="193F48B4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C7CF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F42302F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14:paraId="2A07A31F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DBC3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FFF8E6D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обучающийся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14:paraId="1B5B5724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9A698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14:paraId="4748CFE3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14:paraId="4F5C19EC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14:paraId="1A2AC2D8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14:paraId="758185DF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14:paraId="29774C6F" w14:textId="77777777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4F9BF11" w14:textId="77777777"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96CF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86C5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083246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60E6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B3D9C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60BC1218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2A0EFF68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1C6906B6" w14:textId="77777777"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14:paraId="04332400" w14:textId="77777777" w:rsidR="009C4B8C" w:rsidRPr="00073240" w:rsidRDefault="009C4B8C" w:rsidP="009C4B8C">
      <w:pPr>
        <w:rPr>
          <w:b/>
          <w:sz w:val="14"/>
          <w:szCs w:val="22"/>
        </w:rPr>
      </w:pPr>
    </w:p>
    <w:p w14:paraId="38F8CA19" w14:textId="77777777"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14:paraId="4758C036" w14:textId="77777777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6E0077" w14:textId="77777777"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B7D7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D6814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B137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15EAD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69E892" w14:textId="77777777"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BD4B9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C9314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31FE2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B1517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F417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4DCF0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CC112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C03A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7877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84FC2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32D29F79" w14:textId="77777777"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14:paraId="553CC637" w14:textId="77777777" w:rsidR="009C4B8C" w:rsidRPr="00073240" w:rsidRDefault="009C4B8C" w:rsidP="009C4B8C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14:paraId="178CFCFB" w14:textId="77777777"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t>прошу повторно допустить меня к сдаче экзамена по предмету</w:t>
      </w:r>
      <w:r w:rsidRPr="00073240">
        <w:rPr>
          <w:sz w:val="28"/>
          <w:szCs w:val="28"/>
        </w:rPr>
        <w:br/>
        <w:t xml:space="preserve"> ____________________________________________________________________, </w:t>
      </w:r>
    </w:p>
    <w:p w14:paraId="16D1EA39" w14:textId="77777777" w:rsidR="00A219E3" w:rsidRPr="00073240" w:rsidRDefault="00A219E3" w:rsidP="00A219E3">
      <w:pPr>
        <w:ind w:left="-426"/>
        <w:rPr>
          <w:sz w:val="28"/>
          <w:szCs w:val="28"/>
        </w:rPr>
      </w:pPr>
      <w:r w:rsidRPr="00073240">
        <w:rPr>
          <w:sz w:val="16"/>
          <w:szCs w:val="28"/>
        </w:rPr>
        <w:t xml:space="preserve">        </w:t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  <w:t xml:space="preserve"> (</w:t>
      </w:r>
      <w:r w:rsidRPr="00073240">
        <w:rPr>
          <w:i/>
          <w:sz w:val="16"/>
          <w:szCs w:val="28"/>
        </w:rPr>
        <w:t>наименование предмета</w:t>
      </w:r>
      <w:r w:rsidRPr="00073240">
        <w:rPr>
          <w:sz w:val="16"/>
          <w:szCs w:val="28"/>
        </w:rPr>
        <w:t>)</w:t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  <w:t xml:space="preserve">                </w:t>
      </w:r>
    </w:p>
    <w:p w14:paraId="0E1359A9" w14:textId="77777777" w:rsidR="00A219E3" w:rsidRPr="00073240" w:rsidRDefault="00A219E3" w:rsidP="00A219E3">
      <w:pPr>
        <w:rPr>
          <w:sz w:val="28"/>
          <w:szCs w:val="28"/>
        </w:rPr>
      </w:pPr>
      <w:r w:rsidRPr="00073240">
        <w:t>в связи с тем, что я не явился</w:t>
      </w:r>
      <w:r w:rsidR="000F5B17" w:rsidRPr="00073240">
        <w:t xml:space="preserve"> </w:t>
      </w:r>
      <w:r w:rsidRPr="00073240">
        <w:t>(</w:t>
      </w:r>
      <w:proofErr w:type="spellStart"/>
      <w:r w:rsidRPr="00073240">
        <w:t>лась</w:t>
      </w:r>
      <w:proofErr w:type="spellEnd"/>
      <w:r w:rsidRPr="00073240">
        <w:t>) на данный экзамен</w:t>
      </w:r>
      <w:r w:rsidRPr="00073240">
        <w:rPr>
          <w:sz w:val="28"/>
          <w:szCs w:val="28"/>
        </w:rPr>
        <w:t xml:space="preserve"> ____________________________</w:t>
      </w:r>
    </w:p>
    <w:p w14:paraId="176370C7" w14:textId="77777777" w:rsidR="00A219E3" w:rsidRPr="00073240" w:rsidRDefault="00A219E3" w:rsidP="00A219E3">
      <w:pPr>
        <w:ind w:left="-426"/>
        <w:rPr>
          <w:sz w:val="28"/>
          <w:szCs w:val="28"/>
        </w:rPr>
      </w:pPr>
      <w:r w:rsidRPr="00073240">
        <w:rPr>
          <w:sz w:val="16"/>
          <w:szCs w:val="28"/>
        </w:rPr>
        <w:t xml:space="preserve">                                                                                                                                                              (</w:t>
      </w:r>
      <w:r w:rsidRPr="00073240">
        <w:rPr>
          <w:i/>
          <w:sz w:val="16"/>
          <w:szCs w:val="28"/>
        </w:rPr>
        <w:t>дата проведения</w:t>
      </w:r>
      <w:r w:rsidRPr="00073240">
        <w:rPr>
          <w:sz w:val="16"/>
          <w:szCs w:val="28"/>
        </w:rPr>
        <w:t xml:space="preserve"> </w:t>
      </w:r>
      <w:r w:rsidRPr="00073240">
        <w:rPr>
          <w:i/>
          <w:sz w:val="16"/>
          <w:szCs w:val="28"/>
        </w:rPr>
        <w:t>экзамена)</w:t>
      </w:r>
      <w:r w:rsidRPr="00073240">
        <w:rPr>
          <w:sz w:val="28"/>
          <w:szCs w:val="28"/>
        </w:rPr>
        <w:t xml:space="preserve">  </w:t>
      </w:r>
    </w:p>
    <w:p w14:paraId="5CEA479A" w14:textId="77777777" w:rsidR="00A219E3" w:rsidRPr="00073240" w:rsidRDefault="00A219E3" w:rsidP="00A219E3">
      <w:pPr>
        <w:rPr>
          <w:sz w:val="28"/>
          <w:szCs w:val="28"/>
        </w:rPr>
      </w:pPr>
      <w:r w:rsidRPr="00073240">
        <w:t>по причине</w:t>
      </w:r>
      <w:r w:rsidRPr="00073240">
        <w:rPr>
          <w:sz w:val="28"/>
          <w:szCs w:val="28"/>
        </w:rPr>
        <w:t>_____________________________________________________________</w:t>
      </w:r>
    </w:p>
    <w:p w14:paraId="22C9B976" w14:textId="77777777"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</w:t>
      </w:r>
    </w:p>
    <w:p w14:paraId="2FDCA787" w14:textId="77777777" w:rsidR="00A219E3" w:rsidRPr="00073240" w:rsidRDefault="00A219E3" w:rsidP="00A219E3">
      <w:pPr>
        <w:jc w:val="both"/>
        <w:rPr>
          <w:i/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_____________________________________________________________________.</w:t>
      </w:r>
    </w:p>
    <w:p w14:paraId="3F13C0B5" w14:textId="77777777"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t>Документ(ы</w:t>
      </w:r>
      <w:r w:rsidRPr="00073240">
        <w:rPr>
          <w:sz w:val="28"/>
          <w:szCs w:val="28"/>
        </w:rPr>
        <w:t>)____________________________________________________________</w:t>
      </w:r>
    </w:p>
    <w:p w14:paraId="73D4B159" w14:textId="77777777" w:rsidR="00A219E3" w:rsidRPr="00073240" w:rsidRDefault="00A219E3" w:rsidP="00A219E3">
      <w:pPr>
        <w:ind w:left="-426"/>
        <w:jc w:val="both"/>
        <w:rPr>
          <w:sz w:val="28"/>
          <w:szCs w:val="28"/>
        </w:rPr>
      </w:pPr>
      <w:r w:rsidRPr="00073240">
        <w:rPr>
          <w:sz w:val="28"/>
          <w:szCs w:val="28"/>
        </w:rPr>
        <w:t xml:space="preserve"> </w:t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16"/>
          <w:szCs w:val="28"/>
        </w:rPr>
        <w:t>(</w:t>
      </w:r>
      <w:r w:rsidRPr="00073240">
        <w:rPr>
          <w:i/>
          <w:sz w:val="16"/>
          <w:szCs w:val="28"/>
        </w:rPr>
        <w:t>наименование и реквизиты документа)</w:t>
      </w:r>
    </w:p>
    <w:p w14:paraId="41A49C1E" w14:textId="77777777"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_____________________________________________________________________,</w:t>
      </w:r>
    </w:p>
    <w:p w14:paraId="6305FD3E" w14:textId="77777777" w:rsidR="00A219E3" w:rsidRPr="00073240" w:rsidRDefault="00EA5276" w:rsidP="00A219E3">
      <w:pPr>
        <w:jc w:val="both"/>
        <w:rPr>
          <w:sz w:val="28"/>
          <w:szCs w:val="28"/>
        </w:rPr>
      </w:pPr>
      <w:r>
        <w:t>п</w:t>
      </w:r>
      <w:r w:rsidR="00A219E3" w:rsidRPr="00073240">
        <w:t>одтверждающий(е) наличие уважительной причины, прилагается(</w:t>
      </w:r>
      <w:proofErr w:type="spellStart"/>
      <w:r w:rsidR="00A219E3" w:rsidRPr="00073240">
        <w:t>ются</w:t>
      </w:r>
      <w:proofErr w:type="spellEnd"/>
      <w:r w:rsidR="00A219E3" w:rsidRPr="00073240">
        <w:t>)</w:t>
      </w:r>
      <w:r w:rsidR="00A219E3" w:rsidRPr="00073240">
        <w:rPr>
          <w:sz w:val="28"/>
          <w:szCs w:val="28"/>
        </w:rPr>
        <w:t>.</w:t>
      </w:r>
    </w:p>
    <w:p w14:paraId="77D12543" w14:textId="77777777" w:rsidR="00A219E3" w:rsidRPr="00073240" w:rsidRDefault="00A219E3" w:rsidP="00A219E3">
      <w:pPr>
        <w:tabs>
          <w:tab w:val="center" w:pos="5233"/>
        </w:tabs>
        <w:ind w:left="426"/>
        <w:rPr>
          <w:sz w:val="28"/>
          <w:szCs w:val="28"/>
        </w:rPr>
      </w:pPr>
    </w:p>
    <w:p w14:paraId="2D8F7134" w14:textId="77777777" w:rsidR="009C4B8C" w:rsidRPr="00073240" w:rsidRDefault="009C4B8C" w:rsidP="009C4B8C">
      <w:pPr>
        <w:rPr>
          <w:b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 w:firstRow="1" w:lastRow="0" w:firstColumn="1" w:lastColumn="0" w:noHBand="0" w:noVBand="1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14:paraId="016E310B" w14:textId="77777777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2F6A716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74F6F7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6B39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4F89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0ED7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204E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0DC6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6309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1EB9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F5980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697A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4F67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F358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14:paraId="1EA06832" w14:textId="77777777" w:rsidTr="008820DE">
        <w:trPr>
          <w:trHeight w:val="72"/>
        </w:trPr>
        <w:tc>
          <w:tcPr>
            <w:tcW w:w="10031" w:type="dxa"/>
            <w:gridSpan w:val="13"/>
            <w:hideMark/>
          </w:tcPr>
          <w:p w14:paraId="7B5C1DB4" w14:textId="77777777" w:rsidR="009C4B8C" w:rsidRPr="00073240" w:rsidRDefault="009C4B8C" w:rsidP="008820DE">
            <w:pPr>
              <w:spacing w:after="160" w:line="240" w:lineRule="exact"/>
            </w:pPr>
          </w:p>
          <w:p w14:paraId="17EC70C4" w14:textId="77777777"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14:paraId="64AEBD48" w14:textId="77777777" w:rsidR="009C4B8C" w:rsidRPr="00073240" w:rsidRDefault="009C4B8C" w:rsidP="008820DE">
            <w:pPr>
              <w:spacing w:after="160" w:line="240" w:lineRule="exact"/>
            </w:pPr>
          </w:p>
        </w:tc>
      </w:tr>
    </w:tbl>
    <w:p w14:paraId="0ACA155E" w14:textId="77777777" w:rsidR="009C4B8C" w:rsidRPr="00073240" w:rsidRDefault="009C4B8C" w:rsidP="009C4B8C"/>
    <w:p w14:paraId="05A26A67" w14:textId="77777777"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14:paraId="42D8AE2F" w14:textId="77777777"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14:paraId="0D9F26D5" w14:textId="77777777" w:rsidR="009C4B8C" w:rsidRPr="00073240" w:rsidRDefault="009C4B8C" w:rsidP="009C4B8C"/>
    <w:p w14:paraId="2DA1601E" w14:textId="77777777" w:rsidR="009C4B8C" w:rsidRPr="00073240" w:rsidRDefault="009C4B8C" w:rsidP="009C4B8C">
      <w:pPr>
        <w:ind w:left="284"/>
      </w:pPr>
      <w:r w:rsidRPr="00073240">
        <w:t>«____» _____________ 20___ г.</w:t>
      </w:r>
    </w:p>
    <w:p w14:paraId="22F13538" w14:textId="77777777" w:rsidR="009C4B8C" w:rsidRPr="00073240" w:rsidRDefault="009C4B8C" w:rsidP="009C4B8C"/>
    <w:p w14:paraId="1A93626A" w14:textId="77777777" w:rsidR="009C4B8C" w:rsidRPr="00073240" w:rsidRDefault="009C4B8C" w:rsidP="009C4B8C">
      <w:pPr>
        <w:ind w:left="6237" w:hanging="6237"/>
        <w:rPr>
          <w:szCs w:val="28"/>
        </w:rPr>
      </w:pPr>
      <w:r w:rsidRPr="00073240">
        <w:t>С заявлением ознакомлен (а) ___________________________/__</w:t>
      </w:r>
      <w:r w:rsidRPr="00073240">
        <w:rPr>
          <w:szCs w:val="28"/>
        </w:rPr>
        <w:t>_____________________________</w:t>
      </w:r>
    </w:p>
    <w:p w14:paraId="23333169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</w:p>
    <w:p w14:paraId="7DFB45C2" w14:textId="77777777" w:rsidR="009C4B8C" w:rsidRPr="00073240" w:rsidRDefault="009C4B8C" w:rsidP="009C4B8C">
      <w:pPr>
        <w:ind w:left="5245"/>
        <w:jc w:val="center"/>
      </w:pPr>
    </w:p>
    <w:p w14:paraId="2BB021A8" w14:textId="77777777" w:rsidR="00DF54F8" w:rsidRPr="00DF54F8" w:rsidRDefault="00DF54F8" w:rsidP="00DF54F8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DF54F8">
        <w:rPr>
          <w:i/>
          <w:sz w:val="18"/>
          <w:szCs w:val="18"/>
        </w:rPr>
        <w:t>Заявление на повторный допуск к сдаче экзамена - для участников</w:t>
      </w:r>
      <w:r w:rsidR="00EA5276">
        <w:rPr>
          <w:i/>
          <w:sz w:val="18"/>
          <w:szCs w:val="18"/>
        </w:rPr>
        <w:t xml:space="preserve"> ГИА</w:t>
      </w:r>
      <w:r w:rsidRPr="00DF54F8">
        <w:rPr>
          <w:i/>
          <w:sz w:val="18"/>
          <w:szCs w:val="18"/>
        </w:rPr>
        <w:t>, не завершивших выполнение экзаменационной работы по уважительным причинам, подтвержденным документально</w:t>
      </w:r>
    </w:p>
    <w:p w14:paraId="1F07FF60" w14:textId="77777777" w:rsidR="009C4B8C" w:rsidRPr="00073240" w:rsidRDefault="009C4B8C" w:rsidP="009C4B8C">
      <w:pPr>
        <w:ind w:left="5245"/>
        <w:jc w:val="center"/>
      </w:pPr>
      <w:r w:rsidRPr="00073240">
        <w:t xml:space="preserve">Председателю </w:t>
      </w:r>
    </w:p>
    <w:p w14:paraId="10DCDB72" w14:textId="77777777" w:rsidR="009C4B8C" w:rsidRPr="00073240" w:rsidRDefault="009C4B8C" w:rsidP="009C4B8C">
      <w:pPr>
        <w:ind w:left="5245"/>
        <w:jc w:val="center"/>
      </w:pPr>
      <w:r w:rsidRPr="00073240">
        <w:t>государственной экзаменационной комиссии</w:t>
      </w:r>
    </w:p>
    <w:p w14:paraId="03DB6887" w14:textId="77777777" w:rsidR="009C4B8C" w:rsidRPr="00073240" w:rsidRDefault="009C4B8C" w:rsidP="009C4B8C">
      <w:pPr>
        <w:ind w:left="5245"/>
        <w:jc w:val="center"/>
      </w:pPr>
      <w:r w:rsidRPr="00073240">
        <w:t>Забайкальского края</w:t>
      </w:r>
    </w:p>
    <w:p w14:paraId="1345BACB" w14:textId="77777777" w:rsidR="009C4B8C" w:rsidRPr="00073240" w:rsidRDefault="009C4B8C" w:rsidP="009C4B8C">
      <w:pPr>
        <w:ind w:left="5245"/>
        <w:jc w:val="center"/>
        <w:rPr>
          <w:lang w:val="en-US"/>
        </w:rPr>
      </w:pPr>
      <w:r w:rsidRPr="00073240">
        <w:rPr>
          <w:lang w:val="en-US"/>
        </w:rPr>
        <w:t>__________________________</w:t>
      </w:r>
    </w:p>
    <w:p w14:paraId="751BB69D" w14:textId="77777777"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</w:p>
    <w:p w14:paraId="4339A011" w14:textId="77777777"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lastRenderedPageBreak/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14:paraId="6DA3880D" w14:textId="77777777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14BE8FE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14:paraId="1E60E2AE" w14:textId="77777777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5A7539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14:paraId="6F3E548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14:paraId="453D408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59E1E03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4964C33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39A268F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26A12D2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104E538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27E7A03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7BFA119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14:paraId="438246E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77E7768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05BA9B4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14:paraId="62E4511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6C084FD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15ED20C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450EB15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FB5D13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D27DB7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D1B055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14:paraId="70A90C1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204273C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3060587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14:paraId="7B2E5F0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3D01CB7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14:paraId="08E8832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14:paraId="5AFC5BF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47E08FB0" w14:textId="77777777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05E4FFC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14:paraId="3D357BF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0DEBDFB9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F5233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353B08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14:paraId="2CA7AE1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14:paraId="37CF798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D763EE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C59193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12903E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D87CC9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DBFEF7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14:paraId="77521CF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42F0CD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C0BB85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8AAE81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F95E2E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42F05D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AFF28D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9CDF0E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C9FCE5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14:paraId="09BBEC8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96E83E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FC66AD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9FC951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9F1549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1A46597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17E3818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0A4E2F18" w14:textId="77777777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2CF275F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14:paraId="6CA4D36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321603C4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71731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5A707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983C0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447D8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8FECA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77536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C79D3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E7180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92991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07F6A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8D27D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3E93D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BB4B9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4EE20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42E78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B9524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97449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2F2EE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27D3F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FADE4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2F25A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C5922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83B08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17781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3D66F6C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75FBD86F" w14:textId="77777777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119B370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14:paraId="0A9A72D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62355D0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343EC01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665C176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14:paraId="4413A536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15BB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36D8712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14:paraId="6BE372BC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0FB59527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4427C093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14:paraId="7D6E6C8E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F257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F1ED8C3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14:paraId="6D41EF7C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7AE0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1419D72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обучающийся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14:paraId="05761E7C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D566B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14:paraId="6A390FC6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14:paraId="2A1F1505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14:paraId="1F7C4155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14:paraId="7CE31BE3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14:paraId="3A56CFD8" w14:textId="77777777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B1D4A4" w14:textId="77777777"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7771C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15DB6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D50893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6DA2D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C3F9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2F7067A3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0644ADB6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13C8DC43" w14:textId="77777777"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14:paraId="1BB6B236" w14:textId="77777777" w:rsidR="009C4B8C" w:rsidRPr="00073240" w:rsidRDefault="009C4B8C" w:rsidP="009C4B8C">
      <w:pPr>
        <w:rPr>
          <w:b/>
          <w:sz w:val="14"/>
          <w:szCs w:val="22"/>
        </w:rPr>
      </w:pPr>
    </w:p>
    <w:p w14:paraId="4ADF7A1D" w14:textId="77777777"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14:paraId="5870D4F4" w14:textId="77777777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5C82B9" w14:textId="77777777"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EB64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42A7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ED03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C7EF4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AF41F0" w14:textId="77777777"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17238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CCFA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F4565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624D6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E403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F865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8021A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556E5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528D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D061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7BA68BEC" w14:textId="77777777"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14:paraId="3F52E388" w14:textId="77777777" w:rsidR="009C4B8C" w:rsidRPr="00073240" w:rsidRDefault="009C4B8C" w:rsidP="009C4B8C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14:paraId="69EFA98D" w14:textId="77777777"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t>прошу повторно допустить меня к сдаче экзамена по предмету</w:t>
      </w:r>
      <w:r w:rsidRPr="00073240">
        <w:rPr>
          <w:sz w:val="28"/>
          <w:szCs w:val="28"/>
        </w:rPr>
        <w:br/>
        <w:t xml:space="preserve"> ____________________________________________________________________, </w:t>
      </w:r>
    </w:p>
    <w:p w14:paraId="2A487B90" w14:textId="77777777" w:rsidR="00A219E3" w:rsidRPr="00073240" w:rsidRDefault="00A219E3" w:rsidP="00A219E3">
      <w:pPr>
        <w:ind w:left="-426"/>
        <w:rPr>
          <w:sz w:val="28"/>
          <w:szCs w:val="28"/>
        </w:rPr>
      </w:pPr>
      <w:r w:rsidRPr="00073240">
        <w:rPr>
          <w:sz w:val="16"/>
          <w:szCs w:val="28"/>
        </w:rPr>
        <w:t xml:space="preserve">        </w:t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  <w:t xml:space="preserve"> (</w:t>
      </w:r>
      <w:r w:rsidRPr="00073240">
        <w:rPr>
          <w:i/>
          <w:sz w:val="16"/>
          <w:szCs w:val="28"/>
        </w:rPr>
        <w:t>наименование предмета</w:t>
      </w:r>
      <w:r w:rsidRPr="00073240">
        <w:rPr>
          <w:sz w:val="16"/>
          <w:szCs w:val="28"/>
        </w:rPr>
        <w:t>)</w:t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  <w:t xml:space="preserve">                </w:t>
      </w:r>
    </w:p>
    <w:p w14:paraId="39B90806" w14:textId="77777777" w:rsidR="00A219E3" w:rsidRPr="00073240" w:rsidRDefault="00A219E3" w:rsidP="00A219E3">
      <w:pPr>
        <w:rPr>
          <w:sz w:val="28"/>
          <w:szCs w:val="28"/>
        </w:rPr>
      </w:pPr>
      <w:r w:rsidRPr="00073240">
        <w:t xml:space="preserve">в связи с тем, что я не завершил (а) выполнение экзаменационной работы </w:t>
      </w:r>
      <w:r w:rsidRPr="00073240">
        <w:rPr>
          <w:sz w:val="28"/>
          <w:szCs w:val="28"/>
        </w:rPr>
        <w:t>_________________</w:t>
      </w:r>
    </w:p>
    <w:p w14:paraId="0A759750" w14:textId="77777777" w:rsidR="00A219E3" w:rsidRPr="00073240" w:rsidRDefault="00A219E3" w:rsidP="00A219E3">
      <w:pPr>
        <w:tabs>
          <w:tab w:val="left" w:pos="8715"/>
        </w:tabs>
        <w:ind w:left="-426"/>
        <w:rPr>
          <w:sz w:val="28"/>
          <w:szCs w:val="28"/>
        </w:rPr>
      </w:pPr>
      <w:r w:rsidRPr="00073240">
        <w:rPr>
          <w:sz w:val="16"/>
          <w:szCs w:val="28"/>
        </w:rPr>
        <w:t xml:space="preserve">                             </w:t>
      </w:r>
      <w:r w:rsidRPr="00073240">
        <w:rPr>
          <w:sz w:val="28"/>
          <w:szCs w:val="28"/>
        </w:rPr>
        <w:t xml:space="preserve"> </w:t>
      </w:r>
      <w:r w:rsidRPr="00073240">
        <w:rPr>
          <w:sz w:val="16"/>
          <w:szCs w:val="28"/>
        </w:rPr>
        <w:t xml:space="preserve">                                                                                                                                                                            (</w:t>
      </w:r>
      <w:r w:rsidRPr="00073240">
        <w:rPr>
          <w:i/>
          <w:sz w:val="16"/>
          <w:szCs w:val="28"/>
        </w:rPr>
        <w:t>дата проведения</w:t>
      </w:r>
      <w:r w:rsidRPr="00073240">
        <w:rPr>
          <w:sz w:val="16"/>
          <w:szCs w:val="28"/>
        </w:rPr>
        <w:t xml:space="preserve"> </w:t>
      </w:r>
      <w:r w:rsidRPr="00073240">
        <w:rPr>
          <w:i/>
          <w:sz w:val="16"/>
          <w:szCs w:val="28"/>
        </w:rPr>
        <w:t>экзамена)</w:t>
      </w:r>
    </w:p>
    <w:p w14:paraId="5C3A9654" w14:textId="77777777" w:rsidR="00A219E3" w:rsidRPr="00073240" w:rsidRDefault="00A219E3" w:rsidP="00A219E3">
      <w:pPr>
        <w:rPr>
          <w:sz w:val="28"/>
          <w:szCs w:val="28"/>
        </w:rPr>
      </w:pPr>
      <w:r w:rsidRPr="00073240">
        <w:t>по причине</w:t>
      </w:r>
      <w:r w:rsidRPr="00073240">
        <w:rPr>
          <w:sz w:val="28"/>
          <w:szCs w:val="28"/>
        </w:rPr>
        <w:t>_____________________________________________________________</w:t>
      </w:r>
    </w:p>
    <w:p w14:paraId="4EA5EC2E" w14:textId="77777777"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</w:t>
      </w:r>
    </w:p>
    <w:p w14:paraId="4E628E7B" w14:textId="77777777" w:rsidR="00A219E3" w:rsidRPr="00073240" w:rsidRDefault="00A219E3" w:rsidP="009C4B8C">
      <w:pPr>
        <w:jc w:val="both"/>
        <w:rPr>
          <w:i/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_____________________________________________________________________.</w:t>
      </w:r>
    </w:p>
    <w:p w14:paraId="3600E27F" w14:textId="77777777" w:rsidR="009C4B8C" w:rsidRPr="00073240" w:rsidRDefault="009C4B8C" w:rsidP="009C4B8C">
      <w:pPr>
        <w:rPr>
          <w:b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 w:firstRow="1" w:lastRow="0" w:firstColumn="1" w:lastColumn="0" w:noHBand="0" w:noVBand="1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14:paraId="235C77FE" w14:textId="77777777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AFDE57F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5A1E4A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DEF6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7AA8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391A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F6B86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9552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9FC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E14D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2F1F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A489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E14E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D3665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14:paraId="26775AA0" w14:textId="77777777" w:rsidTr="008820DE">
        <w:trPr>
          <w:trHeight w:val="72"/>
        </w:trPr>
        <w:tc>
          <w:tcPr>
            <w:tcW w:w="10031" w:type="dxa"/>
            <w:gridSpan w:val="13"/>
            <w:hideMark/>
          </w:tcPr>
          <w:p w14:paraId="2D7400B3" w14:textId="77777777" w:rsidR="009C4B8C" w:rsidRPr="00073240" w:rsidRDefault="009C4B8C" w:rsidP="008820DE">
            <w:pPr>
              <w:spacing w:after="160" w:line="240" w:lineRule="exact"/>
            </w:pPr>
          </w:p>
          <w:p w14:paraId="564B9A0F" w14:textId="77777777"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14:paraId="2D6212C8" w14:textId="77777777" w:rsidR="009C4B8C" w:rsidRPr="00073240" w:rsidRDefault="009C4B8C" w:rsidP="008820DE">
            <w:pPr>
              <w:spacing w:after="160" w:line="240" w:lineRule="exact"/>
            </w:pPr>
          </w:p>
        </w:tc>
      </w:tr>
    </w:tbl>
    <w:p w14:paraId="4BDC690B" w14:textId="77777777" w:rsidR="009C4B8C" w:rsidRPr="00073240" w:rsidRDefault="009C4B8C" w:rsidP="009C4B8C"/>
    <w:p w14:paraId="61B69852" w14:textId="77777777"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14:paraId="34FE6D03" w14:textId="77777777"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14:paraId="1FA8E329" w14:textId="77777777" w:rsidR="009C4B8C" w:rsidRPr="00073240" w:rsidRDefault="009C4B8C" w:rsidP="009C4B8C"/>
    <w:p w14:paraId="2D1F51EB" w14:textId="77777777" w:rsidR="009C4B8C" w:rsidRPr="00073240" w:rsidRDefault="009C4B8C" w:rsidP="009C4B8C">
      <w:pPr>
        <w:ind w:left="284"/>
      </w:pPr>
      <w:r w:rsidRPr="00073240">
        <w:t>«____» _____________ 20___ г.</w:t>
      </w:r>
    </w:p>
    <w:p w14:paraId="25967CCA" w14:textId="77777777" w:rsidR="009C4B8C" w:rsidRPr="00073240" w:rsidRDefault="009C4B8C" w:rsidP="009C4B8C"/>
    <w:p w14:paraId="193E11C0" w14:textId="77777777" w:rsidR="009C4B8C" w:rsidRPr="00073240" w:rsidRDefault="009C4B8C" w:rsidP="009C4B8C">
      <w:pPr>
        <w:ind w:left="6237" w:hanging="6237"/>
        <w:rPr>
          <w:szCs w:val="28"/>
        </w:rPr>
      </w:pPr>
      <w:r w:rsidRPr="00073240">
        <w:t>С заявлением ознакомлен (а) ___________________________/__</w:t>
      </w:r>
      <w:r w:rsidRPr="00073240">
        <w:rPr>
          <w:szCs w:val="28"/>
        </w:rPr>
        <w:t>_____________________________</w:t>
      </w:r>
    </w:p>
    <w:p w14:paraId="7D3BA759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</w:p>
    <w:p w14:paraId="748FEECD" w14:textId="77777777" w:rsidR="009C4B8C" w:rsidRPr="00073240" w:rsidRDefault="009C4B8C" w:rsidP="009C4B8C">
      <w:pPr>
        <w:ind w:left="5245"/>
        <w:jc w:val="center"/>
      </w:pPr>
    </w:p>
    <w:p w14:paraId="50C916D9" w14:textId="77777777" w:rsidR="009C4B8C" w:rsidRPr="00073240" w:rsidRDefault="009C4B8C" w:rsidP="009C4B8C">
      <w:pPr>
        <w:ind w:left="5245"/>
        <w:jc w:val="center"/>
      </w:pPr>
    </w:p>
    <w:p w14:paraId="4D7E5DB8" w14:textId="77777777" w:rsidR="009C4B8C" w:rsidRPr="00073240" w:rsidRDefault="009C4B8C" w:rsidP="009C4B8C"/>
    <w:p w14:paraId="03DE425A" w14:textId="77777777" w:rsidR="00A219E3" w:rsidRPr="00073240" w:rsidRDefault="00A219E3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</w:p>
    <w:p w14:paraId="00A41665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</w:p>
    <w:p w14:paraId="31FBCDCD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</w:p>
    <w:p w14:paraId="2412F24A" w14:textId="77777777" w:rsidR="009C4B8C" w:rsidRPr="00073240" w:rsidRDefault="009C4B8C" w:rsidP="009C4B8C">
      <w:pPr>
        <w:tabs>
          <w:tab w:val="left" w:pos="0"/>
        </w:tabs>
        <w:jc w:val="both"/>
      </w:pPr>
    </w:p>
    <w:p w14:paraId="05E5C46F" w14:textId="77777777" w:rsidR="00A219E3" w:rsidRPr="00073240" w:rsidRDefault="00A219E3" w:rsidP="006A7189"/>
    <w:p w14:paraId="5AAD935A" w14:textId="77777777" w:rsidR="00DF54F8" w:rsidRPr="00DF54F8" w:rsidRDefault="00DF54F8" w:rsidP="00DF54F8">
      <w:pPr>
        <w:pStyle w:val="ac"/>
        <w:numPr>
          <w:ilvl w:val="0"/>
          <w:numId w:val="23"/>
        </w:numPr>
        <w:tabs>
          <w:tab w:val="left" w:pos="851"/>
        </w:tabs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DF54F8">
        <w:rPr>
          <w:i/>
          <w:sz w:val="18"/>
          <w:szCs w:val="18"/>
        </w:rPr>
        <w:t>Заявление на повторный допуск к сдаче экзамена - для участников</w:t>
      </w:r>
      <w:r w:rsidR="00EA5276">
        <w:rPr>
          <w:i/>
          <w:sz w:val="18"/>
          <w:szCs w:val="18"/>
        </w:rPr>
        <w:t xml:space="preserve"> ГИА</w:t>
      </w:r>
      <w:r w:rsidRPr="00DF54F8">
        <w:rPr>
          <w:i/>
          <w:sz w:val="18"/>
          <w:szCs w:val="18"/>
        </w:rPr>
        <w:t>, получивших неудовлетворительный результат по одному из обязательных учебных предметов</w:t>
      </w:r>
    </w:p>
    <w:p w14:paraId="4FFACEA8" w14:textId="77777777" w:rsidR="00A219E3" w:rsidRPr="00073240" w:rsidRDefault="00A219E3" w:rsidP="006A7189"/>
    <w:p w14:paraId="63D6D4DA" w14:textId="77777777" w:rsidR="009C4B8C" w:rsidRPr="00073240" w:rsidRDefault="009C4B8C" w:rsidP="009C4B8C">
      <w:pPr>
        <w:ind w:left="5245"/>
        <w:jc w:val="center"/>
      </w:pPr>
      <w:r w:rsidRPr="00073240">
        <w:t xml:space="preserve">Председателю </w:t>
      </w:r>
    </w:p>
    <w:p w14:paraId="43B09686" w14:textId="77777777" w:rsidR="009C4B8C" w:rsidRPr="00073240" w:rsidRDefault="009C4B8C" w:rsidP="009C4B8C">
      <w:pPr>
        <w:ind w:left="5245"/>
        <w:jc w:val="center"/>
      </w:pPr>
      <w:r w:rsidRPr="00073240">
        <w:t>государственной экзаменационной комиссии</w:t>
      </w:r>
    </w:p>
    <w:p w14:paraId="688B58A9" w14:textId="77777777" w:rsidR="009C4B8C" w:rsidRPr="00073240" w:rsidRDefault="009C4B8C" w:rsidP="009C4B8C">
      <w:pPr>
        <w:ind w:left="5245"/>
        <w:jc w:val="center"/>
      </w:pPr>
      <w:r w:rsidRPr="00073240">
        <w:t>Забайкальского края</w:t>
      </w:r>
    </w:p>
    <w:p w14:paraId="44D53E42" w14:textId="77777777" w:rsidR="009C4B8C" w:rsidRPr="00073240" w:rsidRDefault="009C4B8C" w:rsidP="009C4B8C">
      <w:pPr>
        <w:ind w:left="5245"/>
        <w:jc w:val="center"/>
        <w:rPr>
          <w:lang w:val="en-US"/>
        </w:rPr>
      </w:pPr>
      <w:r w:rsidRPr="00073240">
        <w:rPr>
          <w:lang w:val="en-US"/>
        </w:rPr>
        <w:t>__________________________</w:t>
      </w:r>
    </w:p>
    <w:p w14:paraId="43C25546" w14:textId="77777777"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</w:p>
    <w:p w14:paraId="114E3C78" w14:textId="77777777"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lastRenderedPageBreak/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14:paraId="1FABD5EE" w14:textId="77777777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0172798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14:paraId="39099F56" w14:textId="77777777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E3AC84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14:paraId="50232A3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14:paraId="701697C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2DCA1DD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3DE6911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5159526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6ABC4AC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548EC2E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03D84B1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14:paraId="1BC4D6F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14:paraId="6978A5D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547FF61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4C108BE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14:paraId="31D4C61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4ABFFC4E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14:paraId="423F0CA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07D57E7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2460A71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2AF708B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6216AC9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14:paraId="1AE7578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38166F0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14:paraId="4FAE18D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14:paraId="64FCAE6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14:paraId="4CBB704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14:paraId="4DCEF28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14:paraId="173A7790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0E9BF6CE" w14:textId="77777777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41327FC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14:paraId="495CF7D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0E72C72B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57E33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6B3F55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14:paraId="10D8E8D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14:paraId="6C6899A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3DC767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BB8727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E0B250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C985E6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C6B501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14:paraId="3BED648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1D36F3A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02E084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0FFCDD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50880F8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0EC8EC9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4D290CF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AE3045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322B838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14:paraId="4A61DC2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746FB7D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692ABCE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279DE99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14:paraId="701759D6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4ADE5CF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14:paraId="4FA1D4E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5B77E739" w14:textId="77777777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644F772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14:paraId="579A749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224E4A0A" w14:textId="77777777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EE672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F7F6C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C3A95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44D93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4D953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62BD2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FEFD9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52AEA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03ADDC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31C5AA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78BE3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26D57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D8362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A1928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7E957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38C2F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9C0AD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58D225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82887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BA31D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16110B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989EF8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179757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15B933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14:paraId="306EB62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14:paraId="12A2E446" w14:textId="77777777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14:paraId="307B15A2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14:paraId="7CF9C3EF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14DEB119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3E3CB691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14:paraId="3A34B224" w14:textId="77777777"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14:paraId="520B2D9E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1911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6FA472A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14:paraId="2A88F39F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62F6DAAC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14:paraId="332FF65D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14:paraId="581311F2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EC74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338E0C1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14:paraId="4BB7F360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55D7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17E0CA5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обучающийся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14:paraId="4E23CA90" w14:textId="77777777" w:rsidTr="008820DE">
        <w:tblPrEx>
          <w:tblLook w:val="04A0" w:firstRow="1" w:lastRow="0" w:firstColumn="1" w:lastColumn="0" w:noHBand="0" w:noVBand="1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0971E" w14:textId="77777777"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14:paraId="10B253A9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14:paraId="24403451" w14:textId="77777777"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14:paraId="4E1EC68F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14:paraId="0DB44A66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14:paraId="772B8EB2" w14:textId="77777777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96D47D" w14:textId="77777777"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AA69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0404F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F1FD915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F84A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CD387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5D0E4CC1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08A37F54" w14:textId="77777777" w:rsidR="009C4B8C" w:rsidRPr="00073240" w:rsidRDefault="009C4B8C" w:rsidP="009C4B8C">
      <w:pPr>
        <w:spacing w:line="240" w:lineRule="atLeast"/>
        <w:ind w:right="-143"/>
        <w:rPr>
          <w:b/>
        </w:rPr>
      </w:pPr>
    </w:p>
    <w:p w14:paraId="03586C9F" w14:textId="77777777"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14:paraId="724BBE97" w14:textId="77777777" w:rsidR="009C4B8C" w:rsidRPr="00073240" w:rsidRDefault="009C4B8C" w:rsidP="009C4B8C">
      <w:pPr>
        <w:rPr>
          <w:b/>
          <w:sz w:val="14"/>
          <w:szCs w:val="22"/>
        </w:rPr>
      </w:pPr>
    </w:p>
    <w:p w14:paraId="5EDB94D9" w14:textId="77777777"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14:paraId="686C11C9" w14:textId="77777777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EA3B8D" w14:textId="77777777"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B4738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815A0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24C46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1FA1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1B2340" w14:textId="77777777"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43E32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C5E1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E07AE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67DD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27855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F0FD9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CFCB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3A864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FD1BB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BEC3" w14:textId="77777777"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14:paraId="14F328C9" w14:textId="77777777"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14:paraId="4F70558D" w14:textId="77777777" w:rsidR="009C4B8C" w:rsidRPr="00073240" w:rsidRDefault="009C4B8C" w:rsidP="009C4B8C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14:paraId="238ED459" w14:textId="77777777" w:rsidR="00A219E3" w:rsidRPr="00073240" w:rsidRDefault="00A219E3" w:rsidP="00A219E3">
      <w:pPr>
        <w:rPr>
          <w:sz w:val="28"/>
          <w:szCs w:val="28"/>
        </w:rPr>
      </w:pPr>
      <w:r w:rsidRPr="00073240">
        <w:rPr>
          <w:szCs w:val="28"/>
        </w:rPr>
        <w:t>прошу повторно допустить меня к сдаче экзамена по обязательному предмету</w:t>
      </w:r>
      <w:r w:rsidRPr="00073240">
        <w:rPr>
          <w:sz w:val="28"/>
          <w:szCs w:val="28"/>
        </w:rPr>
        <w:t xml:space="preserve"> ______________</w:t>
      </w:r>
    </w:p>
    <w:p w14:paraId="397510CE" w14:textId="77777777" w:rsidR="00A219E3" w:rsidRPr="00073240" w:rsidRDefault="00A219E3" w:rsidP="00A219E3">
      <w:pPr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</w:t>
      </w:r>
      <w:r w:rsidRPr="00073240">
        <w:rPr>
          <w:i/>
          <w:sz w:val="16"/>
          <w:szCs w:val="28"/>
        </w:rPr>
        <w:tab/>
        <w:t xml:space="preserve">        (дата проведения экзамена)</w:t>
      </w:r>
    </w:p>
    <w:p w14:paraId="5B128AB2" w14:textId="77777777" w:rsidR="00A219E3" w:rsidRPr="00073240" w:rsidRDefault="00A219E3" w:rsidP="00A219E3">
      <w:pPr>
        <w:rPr>
          <w:sz w:val="28"/>
          <w:szCs w:val="28"/>
        </w:rPr>
      </w:pPr>
      <w:r w:rsidRPr="00073240">
        <w:rPr>
          <w:sz w:val="28"/>
          <w:szCs w:val="28"/>
        </w:rPr>
        <w:t xml:space="preserve">_____________________________________ (_________________________________)   </w:t>
      </w:r>
    </w:p>
    <w:p w14:paraId="715FC306" w14:textId="77777777" w:rsidR="00A219E3" w:rsidRPr="00073240" w:rsidRDefault="00A219E3" w:rsidP="00A219E3">
      <w:pPr>
        <w:ind w:left="426"/>
        <w:rPr>
          <w:sz w:val="28"/>
          <w:szCs w:val="28"/>
        </w:rPr>
      </w:pPr>
      <w:r w:rsidRPr="00073240">
        <w:rPr>
          <w:sz w:val="16"/>
          <w:szCs w:val="28"/>
        </w:rPr>
        <w:t xml:space="preserve">         </w:t>
      </w:r>
      <w:r w:rsidRPr="00073240">
        <w:rPr>
          <w:i/>
          <w:sz w:val="16"/>
          <w:szCs w:val="28"/>
        </w:rPr>
        <w:t xml:space="preserve">                                                                                                                                          уровень экзамена по математике</w:t>
      </w:r>
      <w:r w:rsidRPr="00073240">
        <w:rPr>
          <w:sz w:val="28"/>
          <w:szCs w:val="28"/>
        </w:rPr>
        <w:t xml:space="preserve"> </w:t>
      </w:r>
    </w:p>
    <w:p w14:paraId="01C9C0C2" w14:textId="77777777" w:rsidR="009C4B8C" w:rsidRPr="00073240" w:rsidRDefault="00A219E3" w:rsidP="00A219E3">
      <w:pPr>
        <w:tabs>
          <w:tab w:val="left" w:pos="0"/>
        </w:tabs>
        <w:spacing w:line="360" w:lineRule="auto"/>
        <w:jc w:val="both"/>
        <w:rPr>
          <w:szCs w:val="28"/>
        </w:rPr>
      </w:pPr>
      <w:r w:rsidRPr="00073240">
        <w:rPr>
          <w:szCs w:val="28"/>
        </w:rPr>
        <w:t>в связи с получением неудовлетворительного результата__________________________________</w:t>
      </w:r>
    </w:p>
    <w:p w14:paraId="33F48474" w14:textId="77777777" w:rsidR="009C4B8C" w:rsidRPr="00073240" w:rsidRDefault="009C4B8C" w:rsidP="00A219E3">
      <w:pPr>
        <w:tabs>
          <w:tab w:val="left" w:pos="0"/>
        </w:tabs>
        <w:spacing w:line="360" w:lineRule="auto"/>
        <w:jc w:val="both"/>
        <w:rPr>
          <w:szCs w:val="28"/>
        </w:rPr>
      </w:pPr>
    </w:p>
    <w:p w14:paraId="468A35E7" w14:textId="77777777" w:rsidR="00A219E3" w:rsidRPr="00073240" w:rsidRDefault="009C4B8C" w:rsidP="00A219E3">
      <w:pPr>
        <w:tabs>
          <w:tab w:val="left" w:pos="0"/>
        </w:tabs>
        <w:spacing w:line="360" w:lineRule="auto"/>
        <w:jc w:val="both"/>
        <w:rPr>
          <w:szCs w:val="28"/>
        </w:rPr>
      </w:pPr>
      <w:r w:rsidRPr="00073240">
        <w:rPr>
          <w:szCs w:val="28"/>
        </w:rPr>
        <w:t>___________________________________________________________________________________</w:t>
      </w:r>
      <w:r w:rsidR="00A219E3" w:rsidRPr="00073240">
        <w:rPr>
          <w:szCs w:val="28"/>
        </w:rPr>
        <w:t>.</w:t>
      </w:r>
    </w:p>
    <w:p w14:paraId="3F42AEA4" w14:textId="77777777" w:rsidR="00A219E3" w:rsidRPr="00DD2217" w:rsidRDefault="009C4B8C" w:rsidP="009C4B8C">
      <w:pPr>
        <w:tabs>
          <w:tab w:val="center" w:pos="5233"/>
        </w:tabs>
        <w:jc w:val="center"/>
        <w:rPr>
          <w:i/>
          <w:sz w:val="16"/>
          <w:szCs w:val="16"/>
        </w:rPr>
      </w:pPr>
      <w:r w:rsidRPr="00073240">
        <w:rPr>
          <w:i/>
          <w:sz w:val="16"/>
          <w:szCs w:val="28"/>
        </w:rPr>
        <w:t xml:space="preserve">(дата проведения </w:t>
      </w:r>
      <w:r w:rsidRPr="00DD2217">
        <w:rPr>
          <w:i/>
          <w:sz w:val="16"/>
          <w:szCs w:val="16"/>
        </w:rPr>
        <w:t xml:space="preserve">экзамена/ уровень </w:t>
      </w:r>
      <w:r w:rsidR="00DD2217" w:rsidRPr="00DD2217">
        <w:rPr>
          <w:i/>
          <w:sz w:val="16"/>
          <w:szCs w:val="16"/>
        </w:rPr>
        <w:t>экзамена по</w:t>
      </w:r>
      <w:r w:rsidRPr="00DD2217">
        <w:rPr>
          <w:i/>
          <w:sz w:val="16"/>
          <w:szCs w:val="16"/>
        </w:rPr>
        <w:t xml:space="preserve"> математике</w:t>
      </w:r>
    </w:p>
    <w:p w14:paraId="7C32AD9B" w14:textId="77777777" w:rsidR="009C4B8C" w:rsidRPr="00DD2217" w:rsidRDefault="009C4B8C" w:rsidP="009C4B8C">
      <w:pPr>
        <w:rPr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 w:firstRow="1" w:lastRow="0" w:firstColumn="1" w:lastColumn="0" w:noHBand="0" w:noVBand="1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14:paraId="1F3E3795" w14:textId="77777777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F3AFFF4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7A1C2A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6002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0404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FEBF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B171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FD89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6787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A27F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2D719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C8C0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5275" w14:textId="77777777"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0AC7" w14:textId="77777777"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14:paraId="6DC48C63" w14:textId="77777777" w:rsidTr="008820DE">
        <w:trPr>
          <w:trHeight w:val="72"/>
        </w:trPr>
        <w:tc>
          <w:tcPr>
            <w:tcW w:w="10031" w:type="dxa"/>
            <w:gridSpan w:val="13"/>
            <w:hideMark/>
          </w:tcPr>
          <w:p w14:paraId="30E706F4" w14:textId="77777777" w:rsidR="009C4B8C" w:rsidRPr="00073240" w:rsidRDefault="009C4B8C" w:rsidP="008820DE">
            <w:pPr>
              <w:spacing w:after="160" w:line="240" w:lineRule="exact"/>
            </w:pPr>
          </w:p>
          <w:p w14:paraId="2A027E7B" w14:textId="77777777"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14:paraId="3CBB053B" w14:textId="77777777" w:rsidR="009C4B8C" w:rsidRPr="00073240" w:rsidRDefault="009C4B8C" w:rsidP="008820DE">
            <w:pPr>
              <w:spacing w:after="160" w:line="240" w:lineRule="exact"/>
            </w:pPr>
          </w:p>
        </w:tc>
      </w:tr>
    </w:tbl>
    <w:p w14:paraId="284A97A5" w14:textId="77777777" w:rsidR="009C4B8C" w:rsidRPr="00073240" w:rsidRDefault="009C4B8C" w:rsidP="009C4B8C"/>
    <w:p w14:paraId="50A85B26" w14:textId="77777777"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14:paraId="65BDA236" w14:textId="77777777"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14:paraId="3704D08D" w14:textId="77777777" w:rsidR="009C4B8C" w:rsidRPr="00073240" w:rsidRDefault="009C4B8C" w:rsidP="009C4B8C"/>
    <w:p w14:paraId="4EC19062" w14:textId="77777777" w:rsidR="009C4B8C" w:rsidRPr="00073240" w:rsidRDefault="009C4B8C" w:rsidP="009C4B8C">
      <w:pPr>
        <w:ind w:left="284"/>
      </w:pPr>
      <w:r w:rsidRPr="00073240">
        <w:t>«____» _____________ 20___ г.</w:t>
      </w:r>
    </w:p>
    <w:p w14:paraId="72CCCD4D" w14:textId="77777777" w:rsidR="009C4B8C" w:rsidRPr="00073240" w:rsidRDefault="009C4B8C" w:rsidP="009C4B8C"/>
    <w:p w14:paraId="35ECEAAD" w14:textId="77777777" w:rsidR="009C4B8C" w:rsidRPr="00073240" w:rsidRDefault="009C4B8C" w:rsidP="009C4B8C">
      <w:pPr>
        <w:ind w:left="6237" w:hanging="6237"/>
        <w:rPr>
          <w:szCs w:val="28"/>
        </w:rPr>
      </w:pPr>
      <w:r w:rsidRPr="00073240">
        <w:t>С заявлением ознакомлен (а) ___________________________/__</w:t>
      </w:r>
      <w:r w:rsidRPr="00073240">
        <w:rPr>
          <w:szCs w:val="28"/>
        </w:rPr>
        <w:t>_____________________________</w:t>
      </w:r>
    </w:p>
    <w:p w14:paraId="5CF3B14F" w14:textId="77777777"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</w:p>
    <w:p w14:paraId="0BE601F6" w14:textId="77777777" w:rsidR="009C4B8C" w:rsidRPr="00073240" w:rsidRDefault="009C4B8C" w:rsidP="009C4B8C">
      <w:pPr>
        <w:ind w:left="5245"/>
        <w:jc w:val="center"/>
      </w:pPr>
    </w:p>
    <w:p w14:paraId="11E6012D" w14:textId="77777777" w:rsidR="009C4B8C" w:rsidRPr="00073240" w:rsidRDefault="009C4B8C" w:rsidP="009C4B8C">
      <w:pPr>
        <w:ind w:left="5245"/>
        <w:jc w:val="center"/>
      </w:pPr>
    </w:p>
    <w:p w14:paraId="3FC7E7C6" w14:textId="77777777" w:rsidR="009C4B8C" w:rsidRPr="00073240" w:rsidRDefault="009C4B8C" w:rsidP="009C4B8C"/>
    <w:p w14:paraId="73137B42" w14:textId="77777777" w:rsidR="00806E47" w:rsidRDefault="00806E47" w:rsidP="009C4B8C"/>
    <w:p w14:paraId="4D6C7522" w14:textId="77777777" w:rsidR="00DD0145" w:rsidRDefault="00DD0145" w:rsidP="009C4B8C"/>
    <w:p w14:paraId="54D67164" w14:textId="77777777" w:rsidR="00DF54F8" w:rsidRDefault="00DF54F8" w:rsidP="009C4B8C"/>
    <w:p w14:paraId="41C8F394" w14:textId="77777777" w:rsidR="00DD0145" w:rsidRPr="00DF54F8" w:rsidRDefault="00DF54F8" w:rsidP="009C4B8C">
      <w:pPr>
        <w:pStyle w:val="ac"/>
        <w:numPr>
          <w:ilvl w:val="0"/>
          <w:numId w:val="23"/>
        </w:numPr>
        <w:tabs>
          <w:tab w:val="left" w:pos="851"/>
        </w:tabs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DF54F8">
        <w:rPr>
          <w:i/>
          <w:color w:val="333333"/>
          <w:sz w:val="18"/>
          <w:szCs w:val="18"/>
          <w:shd w:val="clear" w:color="auto" w:fill="FFFFFF"/>
        </w:rPr>
        <w:t xml:space="preserve">Заявление </w:t>
      </w:r>
      <w:r w:rsidRPr="00DF54F8">
        <w:rPr>
          <w:i/>
          <w:sz w:val="18"/>
          <w:szCs w:val="18"/>
        </w:rPr>
        <w:t>о</w:t>
      </w:r>
      <w:r w:rsidRPr="00DF54F8">
        <w:rPr>
          <w:i/>
          <w:spacing w:val="-5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пересдаче</w:t>
      </w:r>
      <w:r w:rsidRPr="00DF54F8">
        <w:rPr>
          <w:i/>
          <w:spacing w:val="-1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ЕГЭ</w:t>
      </w:r>
      <w:r w:rsidRPr="00DF54F8">
        <w:rPr>
          <w:i/>
          <w:spacing w:val="-3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в</w:t>
      </w:r>
      <w:r w:rsidRPr="00DF54F8">
        <w:rPr>
          <w:i/>
          <w:spacing w:val="-4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дополнительный</w:t>
      </w:r>
      <w:r w:rsidRPr="00DF54F8">
        <w:rPr>
          <w:i/>
          <w:spacing w:val="-3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день (для участников ГИА-11 без ОВЗ</w:t>
      </w:r>
      <w:r w:rsidRPr="00DF54F8">
        <w:rPr>
          <w:i/>
          <w:spacing w:val="30"/>
          <w:sz w:val="18"/>
          <w:szCs w:val="18"/>
        </w:rPr>
        <w:t>)</w:t>
      </w:r>
    </w:p>
    <w:p w14:paraId="55353DF8" w14:textId="77777777" w:rsidR="00B0401C" w:rsidRPr="00073240" w:rsidRDefault="00B0401C" w:rsidP="00B0401C">
      <w:pPr>
        <w:ind w:left="5245"/>
        <w:jc w:val="center"/>
      </w:pPr>
      <w:r w:rsidRPr="00073240">
        <w:t xml:space="preserve">Председателю </w:t>
      </w:r>
    </w:p>
    <w:p w14:paraId="76973EB0" w14:textId="77777777" w:rsidR="00B0401C" w:rsidRPr="00073240" w:rsidRDefault="00B0401C" w:rsidP="00B0401C">
      <w:pPr>
        <w:ind w:left="5245"/>
        <w:jc w:val="center"/>
      </w:pPr>
      <w:r w:rsidRPr="00073240">
        <w:t>государственной экзаменационной комиссии</w:t>
      </w:r>
    </w:p>
    <w:p w14:paraId="234CDFD9" w14:textId="77777777" w:rsidR="00B0401C" w:rsidRPr="00073240" w:rsidRDefault="00B0401C" w:rsidP="00B0401C">
      <w:pPr>
        <w:ind w:left="5245"/>
        <w:jc w:val="center"/>
      </w:pPr>
      <w:r w:rsidRPr="00073240">
        <w:t>Забайкальского края</w:t>
      </w:r>
    </w:p>
    <w:p w14:paraId="57344FB0" w14:textId="77777777" w:rsidR="00DD0145" w:rsidRPr="00DF54F8" w:rsidRDefault="00B0401C" w:rsidP="00DF54F8">
      <w:pPr>
        <w:ind w:left="5245"/>
        <w:jc w:val="center"/>
      </w:pPr>
      <w:r w:rsidRPr="00EA5276">
        <w:t>__________________________</w:t>
      </w:r>
    </w:p>
    <w:p w14:paraId="0CE1F433" w14:textId="77777777" w:rsidR="00DD0145" w:rsidRPr="00BE1FEA" w:rsidRDefault="00DD0145" w:rsidP="00DD0145">
      <w:pPr>
        <w:pStyle w:val="a8"/>
        <w:spacing w:before="10"/>
        <w:rPr>
          <w:b/>
          <w:sz w:val="24"/>
        </w:rPr>
      </w:pPr>
      <w:r>
        <w:rPr>
          <w:b/>
          <w:sz w:val="24"/>
        </w:rPr>
        <w:t>Заявление</w:t>
      </w:r>
      <w:r w:rsidRPr="00BE1FEA">
        <w:rPr>
          <w:b/>
          <w:sz w:val="24"/>
        </w:rPr>
        <w:t xml:space="preserve"> о</w:t>
      </w:r>
      <w:r w:rsidRPr="00BE1FEA">
        <w:rPr>
          <w:b/>
          <w:spacing w:val="-5"/>
          <w:sz w:val="24"/>
        </w:rPr>
        <w:t xml:space="preserve"> </w:t>
      </w:r>
      <w:r w:rsidRPr="00BE1FEA">
        <w:rPr>
          <w:b/>
          <w:sz w:val="24"/>
        </w:rPr>
        <w:t>пересдаче</w:t>
      </w:r>
      <w:r w:rsidRPr="00BE1FEA">
        <w:rPr>
          <w:b/>
          <w:spacing w:val="-1"/>
          <w:sz w:val="24"/>
        </w:rPr>
        <w:t xml:space="preserve"> </w:t>
      </w:r>
      <w:r w:rsidRPr="00BE1FEA">
        <w:rPr>
          <w:b/>
          <w:sz w:val="24"/>
        </w:rPr>
        <w:t>ЕГЭ</w:t>
      </w:r>
      <w:r w:rsidRPr="00BE1FEA">
        <w:rPr>
          <w:b/>
          <w:spacing w:val="-3"/>
          <w:sz w:val="24"/>
        </w:rPr>
        <w:t xml:space="preserve"> </w:t>
      </w:r>
      <w:r w:rsidRPr="00BE1FEA">
        <w:rPr>
          <w:b/>
          <w:sz w:val="24"/>
        </w:rPr>
        <w:t>в</w:t>
      </w:r>
      <w:r w:rsidRPr="00BE1FEA">
        <w:rPr>
          <w:b/>
          <w:spacing w:val="-4"/>
          <w:sz w:val="24"/>
        </w:rPr>
        <w:t xml:space="preserve"> </w:t>
      </w:r>
      <w:r w:rsidRPr="00BE1FEA">
        <w:rPr>
          <w:b/>
          <w:sz w:val="24"/>
        </w:rPr>
        <w:t>дополнительный</w:t>
      </w:r>
      <w:r w:rsidRPr="00BE1FEA">
        <w:rPr>
          <w:b/>
          <w:spacing w:val="-3"/>
          <w:sz w:val="24"/>
        </w:rPr>
        <w:t xml:space="preserve"> </w:t>
      </w:r>
      <w:r w:rsidRPr="00BE1FEA">
        <w:rPr>
          <w:b/>
          <w:sz w:val="24"/>
        </w:rPr>
        <w:t>день</w:t>
      </w:r>
    </w:p>
    <w:p w14:paraId="5361F329" w14:textId="77777777" w:rsidR="00DD0145" w:rsidRPr="00BE1FEA" w:rsidRDefault="00DD0145" w:rsidP="00DD0145">
      <w:pPr>
        <w:ind w:left="284" w:hanging="284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DD0145" w:rsidRPr="008166B8" w14:paraId="5DEC6D05" w14:textId="77777777" w:rsidTr="008820DE">
        <w:trPr>
          <w:trHeight w:val="77"/>
        </w:trPr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A534B" w14:textId="77777777" w:rsidR="00DD0145" w:rsidRPr="008166B8" w:rsidRDefault="00DD0145" w:rsidP="008820DE">
            <w:pPr>
              <w:jc w:val="both"/>
              <w:rPr>
                <w:b/>
              </w:rPr>
            </w:pPr>
            <w:r w:rsidRPr="008166B8">
              <w:rPr>
                <w:b/>
                <w:sz w:val="22"/>
                <w:szCs w:val="22"/>
              </w:rPr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578F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F7C5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0CD8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90DD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3251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4AEF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6FE4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5918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AA57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7D0F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7DCC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AA51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A989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CAE2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F8FA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3D1F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D834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2C2B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28F6" w14:textId="77777777"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602D" w14:textId="77777777" w:rsidR="00DD0145" w:rsidRPr="008166B8" w:rsidRDefault="00DD0145" w:rsidP="008820DE">
            <w:pPr>
              <w:ind w:left="284" w:hanging="284"/>
              <w:jc w:val="both"/>
            </w:pPr>
          </w:p>
        </w:tc>
      </w:tr>
    </w:tbl>
    <w:p w14:paraId="521F4E61" w14:textId="77777777" w:rsidR="00DD0145" w:rsidRPr="008166B8" w:rsidRDefault="00DD0145" w:rsidP="00DD0145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фамилия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DD0145" w:rsidRPr="008166B8" w14:paraId="48F60C90" w14:textId="77777777" w:rsidTr="008820DE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0EB8DB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6653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63E8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8862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EDEC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33CE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1ABC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8148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58AF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0DE2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8EEA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6B91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7B3C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7374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0DFF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B5D8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00E1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7050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65DB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76A0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9989" w14:textId="77777777" w:rsidR="00DD0145" w:rsidRPr="008166B8" w:rsidRDefault="00DD0145" w:rsidP="008820DE">
            <w:pPr>
              <w:ind w:left="284" w:hanging="284"/>
              <w:jc w:val="center"/>
            </w:pPr>
          </w:p>
        </w:tc>
      </w:tr>
    </w:tbl>
    <w:p w14:paraId="224CCA74" w14:textId="77777777" w:rsidR="00DD0145" w:rsidRPr="008166B8" w:rsidRDefault="00DD0145" w:rsidP="00DD0145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имя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DD0145" w:rsidRPr="008166B8" w14:paraId="6BDC50E3" w14:textId="77777777" w:rsidTr="008820DE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FF8B52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B80F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E73F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46E3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34A0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C6DF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56AA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A91F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03A6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B4AD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FB43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E579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2C47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7B0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E81B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469A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3FEA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AFCD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235D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8319" w14:textId="77777777"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2788" w14:textId="77777777" w:rsidR="00DD0145" w:rsidRPr="008166B8" w:rsidRDefault="00DD0145" w:rsidP="008820DE">
            <w:pPr>
              <w:ind w:left="284" w:hanging="284"/>
              <w:jc w:val="center"/>
            </w:pPr>
          </w:p>
        </w:tc>
      </w:tr>
    </w:tbl>
    <w:p w14:paraId="7E18156A" w14:textId="77777777" w:rsidR="00DD0145" w:rsidRPr="008166B8" w:rsidRDefault="00DD0145" w:rsidP="00DD0145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отчество</w:t>
      </w:r>
    </w:p>
    <w:tbl>
      <w:tblPr>
        <w:tblpPr w:leftFromText="180" w:rightFromText="180" w:vertAnchor="text" w:horzAnchor="page" w:tblpX="3209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255"/>
        <w:gridCol w:w="368"/>
        <w:gridCol w:w="368"/>
        <w:gridCol w:w="255"/>
        <w:gridCol w:w="368"/>
        <w:gridCol w:w="368"/>
        <w:gridCol w:w="368"/>
        <w:gridCol w:w="368"/>
      </w:tblGrid>
      <w:tr w:rsidR="00DD0145" w:rsidRPr="008166B8" w14:paraId="06306964" w14:textId="77777777" w:rsidTr="008820DE">
        <w:trPr>
          <w:trHeight w:val="3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7492" w14:textId="77777777"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ч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8FD" w14:textId="77777777"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ч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0A6CE" w14:textId="77777777"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.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FEF5" w14:textId="77777777"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м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D9D8" w14:textId="77777777"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м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F1E8F8" w14:textId="77777777"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.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4019" w14:textId="77777777"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B5ED" w14:textId="77777777"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43CD" w14:textId="77777777"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г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EF4F" w14:textId="77777777"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г</w:t>
            </w:r>
          </w:p>
        </w:tc>
      </w:tr>
    </w:tbl>
    <w:p w14:paraId="0A47E3F2" w14:textId="77777777" w:rsidR="00DD0145" w:rsidRPr="008166B8" w:rsidRDefault="00DD0145" w:rsidP="00DD0145">
      <w:pPr>
        <w:jc w:val="both"/>
        <w:rPr>
          <w:b/>
          <w:sz w:val="20"/>
          <w:szCs w:val="20"/>
        </w:rPr>
      </w:pPr>
    </w:p>
    <w:p w14:paraId="03007162" w14:textId="77777777" w:rsidR="00DD0145" w:rsidRPr="008166B8" w:rsidRDefault="00DD0145" w:rsidP="00DD0145">
      <w:pPr>
        <w:jc w:val="both"/>
        <w:rPr>
          <w:b/>
          <w:sz w:val="22"/>
          <w:szCs w:val="22"/>
        </w:rPr>
      </w:pPr>
      <w:r w:rsidRPr="008166B8">
        <w:rPr>
          <w:b/>
          <w:sz w:val="22"/>
          <w:szCs w:val="22"/>
        </w:rPr>
        <w:t>Дата рождения:</w:t>
      </w:r>
    </w:p>
    <w:p w14:paraId="430A62D8" w14:textId="77777777" w:rsidR="00DD0145" w:rsidRPr="008166B8" w:rsidRDefault="00DD0145" w:rsidP="00DD0145">
      <w:pPr>
        <w:jc w:val="both"/>
        <w:rPr>
          <w:sz w:val="16"/>
          <w:szCs w:val="16"/>
        </w:rPr>
      </w:pPr>
    </w:p>
    <w:p w14:paraId="007ECBC9" w14:textId="77777777" w:rsidR="00DD0145" w:rsidRPr="008166B8" w:rsidRDefault="00DD0145" w:rsidP="00DD0145">
      <w:pPr>
        <w:ind w:left="284" w:hanging="284"/>
        <w:jc w:val="both"/>
        <w:rPr>
          <w:b/>
          <w:sz w:val="22"/>
          <w:szCs w:val="22"/>
        </w:rPr>
      </w:pPr>
      <w:r w:rsidRPr="008166B8">
        <w:rPr>
          <w:sz w:val="22"/>
          <w:szCs w:val="22"/>
        </w:rPr>
        <w:t xml:space="preserve"> </w:t>
      </w:r>
      <w:r w:rsidRPr="008166B8">
        <w:rPr>
          <w:b/>
          <w:sz w:val="22"/>
          <w:szCs w:val="22"/>
        </w:rPr>
        <w:t>Документ, удостоверяющий личность: __________________________________________</w:t>
      </w:r>
    </w:p>
    <w:p w14:paraId="1B5C989E" w14:textId="77777777" w:rsidR="00DD0145" w:rsidRPr="008166B8" w:rsidRDefault="00DD0145" w:rsidP="00DD0145">
      <w:pPr>
        <w:ind w:left="284" w:hanging="284"/>
        <w:jc w:val="both"/>
        <w:rPr>
          <w:sz w:val="22"/>
          <w:szCs w:val="22"/>
        </w:rPr>
      </w:pPr>
    </w:p>
    <w:tbl>
      <w:tblPr>
        <w:tblW w:w="8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967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</w:tblGrid>
      <w:tr w:rsidR="00DD0145" w:rsidRPr="008166B8" w14:paraId="38835D37" w14:textId="77777777" w:rsidTr="008820DE">
        <w:trPr>
          <w:trHeight w:val="318"/>
        </w:trPr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579A86" w14:textId="77777777" w:rsidR="00DD0145" w:rsidRPr="008166B8" w:rsidRDefault="00DD0145" w:rsidP="008820DE">
            <w:pPr>
              <w:ind w:left="284" w:hanging="284"/>
              <w:jc w:val="both"/>
              <w:rPr>
                <w:b/>
                <w:sz w:val="22"/>
                <w:szCs w:val="22"/>
              </w:rPr>
            </w:pPr>
            <w:r w:rsidRPr="008166B8">
              <w:rPr>
                <w:b/>
                <w:sz w:val="22"/>
                <w:szCs w:val="22"/>
              </w:rPr>
              <w:t>Серия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E3B5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4A74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2AB8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A1DF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B75C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2BFA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CA58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878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8B7A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BB922" w14:textId="77777777" w:rsidR="00DD0145" w:rsidRPr="008166B8" w:rsidRDefault="00DD0145" w:rsidP="008820DE">
            <w:pPr>
              <w:ind w:left="284" w:hanging="284"/>
              <w:jc w:val="both"/>
              <w:rPr>
                <w:b/>
                <w:sz w:val="22"/>
                <w:szCs w:val="22"/>
              </w:rPr>
            </w:pPr>
            <w:r w:rsidRPr="008166B8">
              <w:rPr>
                <w:b/>
                <w:sz w:val="22"/>
                <w:szCs w:val="22"/>
              </w:rPr>
              <w:t>Номер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4A2E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B83A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6A07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6A08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866E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F56A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B9FA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76D3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4FAC" w14:textId="77777777"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</w:tr>
    </w:tbl>
    <w:p w14:paraId="229BD7D5" w14:textId="77777777" w:rsidR="00DD0145" w:rsidRDefault="00DD0145" w:rsidP="00DD0145">
      <w:pPr>
        <w:jc w:val="both"/>
        <w:rPr>
          <w:b/>
          <w:sz w:val="20"/>
          <w:szCs w:val="20"/>
        </w:rPr>
      </w:pPr>
    </w:p>
    <w:p w14:paraId="4FB3B97B" w14:textId="77777777" w:rsidR="00DD0145" w:rsidRPr="00BE1FEA" w:rsidRDefault="00DD0145" w:rsidP="00DD0145">
      <w:pPr>
        <w:spacing w:line="240" w:lineRule="atLeast"/>
        <w:ind w:left="-142" w:right="147"/>
        <w:jc w:val="both"/>
        <w:rPr>
          <w:i/>
          <w:u w:val="single"/>
        </w:rPr>
      </w:pPr>
      <w:r>
        <w:t xml:space="preserve">Прошу зарегистрировать меня на пересдачу ЕГЭ по одному учебному предмету </w:t>
      </w:r>
      <w:r>
        <w:rPr>
          <w:i/>
        </w:rPr>
        <w:t>из числа учебных</w:t>
      </w:r>
      <w:r>
        <w:rPr>
          <w:i/>
          <w:spacing w:val="1"/>
        </w:rPr>
        <w:t xml:space="preserve"> </w:t>
      </w:r>
      <w:r>
        <w:rPr>
          <w:i/>
        </w:rPr>
        <w:t>предметов, сданных мною в текущем году (году сдачи экзамена) / из числа учебных предметов,</w:t>
      </w:r>
      <w:r>
        <w:rPr>
          <w:i/>
          <w:spacing w:val="1"/>
        </w:rPr>
        <w:t xml:space="preserve"> </w:t>
      </w:r>
      <w:r w:rsidRPr="00BE1FEA">
        <w:rPr>
          <w:i/>
          <w:u w:val="single"/>
        </w:rPr>
        <w:t>сданных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мною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в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X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классе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в случае,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установленном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абзацем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первым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пункта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8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 xml:space="preserve">Порядка </w:t>
      </w:r>
    </w:p>
    <w:p w14:paraId="3CDF78E1" w14:textId="77777777" w:rsidR="00DD0145" w:rsidRDefault="00DD0145" w:rsidP="00DD0145">
      <w:pPr>
        <w:spacing w:line="240" w:lineRule="atLeast"/>
        <w:ind w:right="147"/>
        <w:jc w:val="center"/>
        <w:rPr>
          <w:i/>
        </w:rPr>
      </w:pPr>
      <w:r>
        <w:rPr>
          <w:i/>
        </w:rPr>
        <w:t>(</w:t>
      </w:r>
      <w:r>
        <w:rPr>
          <w:i/>
          <w:sz w:val="22"/>
        </w:rPr>
        <w:t>нужное</w:t>
      </w:r>
      <w:r>
        <w:rPr>
          <w:i/>
          <w:spacing w:val="-2"/>
          <w:sz w:val="22"/>
        </w:rPr>
        <w:t xml:space="preserve"> </w:t>
      </w:r>
      <w:r>
        <w:rPr>
          <w:i/>
          <w:sz w:val="22"/>
        </w:rPr>
        <w:t>подчеркнуть</w:t>
      </w:r>
      <w:r>
        <w:rPr>
          <w:i/>
        </w:rPr>
        <w:t>)</w:t>
      </w:r>
    </w:p>
    <w:tbl>
      <w:tblPr>
        <w:tblW w:w="101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5"/>
        <w:gridCol w:w="1812"/>
        <w:gridCol w:w="3594"/>
      </w:tblGrid>
      <w:tr w:rsidR="00DD0145" w14:paraId="633AA0C1" w14:textId="77777777" w:rsidTr="00DF54F8">
        <w:trPr>
          <w:trHeight w:val="688"/>
          <w:jc w:val="center"/>
        </w:trPr>
        <w:tc>
          <w:tcPr>
            <w:tcW w:w="4785" w:type="dxa"/>
          </w:tcPr>
          <w:p w14:paraId="642D175E" w14:textId="77777777" w:rsidR="00DD0145" w:rsidRPr="00BE1FEA" w:rsidRDefault="00DD0145" w:rsidP="008820DE">
            <w:pPr>
              <w:pStyle w:val="TableParagraph"/>
              <w:spacing w:before="9"/>
              <w:rPr>
                <w:i/>
                <w:sz w:val="32"/>
              </w:rPr>
            </w:pPr>
          </w:p>
          <w:p w14:paraId="30E663DD" w14:textId="77777777" w:rsidR="00DD0145" w:rsidRPr="00BE1FEA" w:rsidRDefault="00DD0145" w:rsidP="008820DE">
            <w:pPr>
              <w:pStyle w:val="TableParagraph"/>
              <w:ind w:left="107"/>
              <w:jc w:val="center"/>
              <w:rPr>
                <w:b/>
              </w:rPr>
            </w:pPr>
            <w:r w:rsidRPr="00BE1FEA">
              <w:rPr>
                <w:b/>
              </w:rPr>
              <w:t>Наименование</w:t>
            </w:r>
            <w:r w:rsidRPr="00BE1FEA">
              <w:rPr>
                <w:b/>
                <w:spacing w:val="-1"/>
              </w:rPr>
              <w:t xml:space="preserve"> </w:t>
            </w:r>
            <w:r w:rsidRPr="00BE1FEA">
              <w:rPr>
                <w:b/>
              </w:rPr>
              <w:t>учебного</w:t>
            </w:r>
            <w:r w:rsidRPr="00BE1FEA">
              <w:rPr>
                <w:b/>
                <w:spacing w:val="-3"/>
              </w:rPr>
              <w:t xml:space="preserve"> </w:t>
            </w:r>
            <w:r w:rsidRPr="00BE1FEA">
              <w:rPr>
                <w:b/>
              </w:rPr>
              <w:t>предмета</w:t>
            </w:r>
          </w:p>
        </w:tc>
        <w:tc>
          <w:tcPr>
            <w:tcW w:w="1812" w:type="dxa"/>
          </w:tcPr>
          <w:p w14:paraId="1191F2A6" w14:textId="77777777" w:rsidR="00DD0145" w:rsidRPr="00BE1FEA" w:rsidRDefault="00DD0145" w:rsidP="008820DE">
            <w:pPr>
              <w:pStyle w:val="TableParagraph"/>
              <w:spacing w:before="11"/>
              <w:rPr>
                <w:i/>
                <w:sz w:val="21"/>
              </w:rPr>
            </w:pPr>
          </w:p>
          <w:p w14:paraId="27168A38" w14:textId="77777777" w:rsidR="00DD0145" w:rsidRPr="00BE1FEA" w:rsidRDefault="00DD0145" w:rsidP="008820DE">
            <w:pPr>
              <w:pStyle w:val="TableParagraph"/>
              <w:ind w:left="142"/>
              <w:jc w:val="center"/>
              <w:rPr>
                <w:b/>
              </w:rPr>
            </w:pPr>
            <w:r w:rsidRPr="00BE1FEA">
              <w:rPr>
                <w:b/>
              </w:rPr>
              <w:t>Отметка</w:t>
            </w:r>
            <w:r w:rsidRPr="00BE1FEA">
              <w:rPr>
                <w:b/>
                <w:spacing w:val="-52"/>
              </w:rPr>
              <w:t xml:space="preserve"> 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 о </w:t>
            </w:r>
            <w:r w:rsidRPr="00BE1FEA">
              <w:rPr>
                <w:b/>
              </w:rPr>
              <w:t>выборе</w:t>
            </w:r>
          </w:p>
        </w:tc>
        <w:tc>
          <w:tcPr>
            <w:tcW w:w="3594" w:type="dxa"/>
          </w:tcPr>
          <w:p w14:paraId="26C15DDD" w14:textId="77777777" w:rsidR="00DD0145" w:rsidRPr="00BE1FEA" w:rsidRDefault="00DD0145" w:rsidP="008820DE">
            <w:pPr>
              <w:pStyle w:val="TableParagraph"/>
              <w:spacing w:before="11"/>
              <w:jc w:val="center"/>
              <w:rPr>
                <w:i/>
                <w:sz w:val="21"/>
              </w:rPr>
            </w:pPr>
            <w:r>
              <w:rPr>
                <w:b/>
              </w:rPr>
              <w:t>Дата проведения ЕГЭ в соответствии с единым расписанием проведения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ЕГЭ</w:t>
            </w:r>
          </w:p>
        </w:tc>
      </w:tr>
      <w:tr w:rsidR="00DD0145" w14:paraId="4B946A6B" w14:textId="77777777" w:rsidTr="00DF54F8">
        <w:trPr>
          <w:trHeight w:val="262"/>
          <w:jc w:val="center"/>
        </w:trPr>
        <w:tc>
          <w:tcPr>
            <w:tcW w:w="4785" w:type="dxa"/>
          </w:tcPr>
          <w:p w14:paraId="5B35F22A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Русский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1812" w:type="dxa"/>
          </w:tcPr>
          <w:p w14:paraId="3F981E3C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49CCA9A1" w14:textId="77777777" w:rsidR="00DD0145" w:rsidRDefault="00DD0145" w:rsidP="008820DE">
            <w:pPr>
              <w:pStyle w:val="TableParagraph"/>
              <w:jc w:val="center"/>
            </w:pPr>
          </w:p>
        </w:tc>
      </w:tr>
      <w:tr w:rsidR="00DD0145" w14:paraId="504D70E3" w14:textId="77777777" w:rsidTr="00DF54F8">
        <w:trPr>
          <w:trHeight w:val="262"/>
          <w:jc w:val="center"/>
        </w:trPr>
        <w:tc>
          <w:tcPr>
            <w:tcW w:w="4785" w:type="dxa"/>
          </w:tcPr>
          <w:p w14:paraId="17C3580D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Физика</w:t>
            </w:r>
          </w:p>
        </w:tc>
        <w:tc>
          <w:tcPr>
            <w:tcW w:w="1812" w:type="dxa"/>
          </w:tcPr>
          <w:p w14:paraId="3C15A1A5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24E71641" w14:textId="77777777" w:rsidR="00DD0145" w:rsidRDefault="00DD0145" w:rsidP="008820DE">
            <w:pPr>
              <w:pStyle w:val="TableParagraph"/>
              <w:jc w:val="center"/>
            </w:pPr>
          </w:p>
        </w:tc>
      </w:tr>
      <w:tr w:rsidR="00DD0145" w14:paraId="0CB27256" w14:textId="77777777" w:rsidTr="00DF54F8">
        <w:trPr>
          <w:trHeight w:val="262"/>
          <w:jc w:val="center"/>
        </w:trPr>
        <w:tc>
          <w:tcPr>
            <w:tcW w:w="4785" w:type="dxa"/>
          </w:tcPr>
          <w:p w14:paraId="45F093EC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Химия</w:t>
            </w:r>
          </w:p>
        </w:tc>
        <w:tc>
          <w:tcPr>
            <w:tcW w:w="1812" w:type="dxa"/>
          </w:tcPr>
          <w:p w14:paraId="3967AE4F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5996E3EA" w14:textId="77777777" w:rsidR="00DD0145" w:rsidRDefault="00DD0145" w:rsidP="008820DE">
            <w:pPr>
              <w:pStyle w:val="TableParagraph"/>
              <w:jc w:val="center"/>
            </w:pPr>
          </w:p>
        </w:tc>
      </w:tr>
      <w:tr w:rsidR="00DD0145" w14:paraId="752D9509" w14:textId="77777777" w:rsidTr="00DF54F8">
        <w:trPr>
          <w:trHeight w:val="262"/>
          <w:jc w:val="center"/>
        </w:trPr>
        <w:tc>
          <w:tcPr>
            <w:tcW w:w="4785" w:type="dxa"/>
          </w:tcPr>
          <w:p w14:paraId="34D8F70E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Английский</w:t>
            </w:r>
            <w:r w:rsidRPr="00BE1FEA">
              <w:rPr>
                <w:spacing w:val="-4"/>
              </w:rPr>
              <w:t xml:space="preserve"> </w:t>
            </w:r>
            <w:r>
              <w:t>язык</w:t>
            </w:r>
            <w:r w:rsidRPr="00BE1FEA">
              <w:rPr>
                <w:spacing w:val="-4"/>
              </w:rPr>
              <w:t xml:space="preserve"> </w:t>
            </w:r>
            <w:r>
              <w:t>(письменная</w:t>
            </w:r>
            <w:r w:rsidRPr="00BE1FEA">
              <w:rPr>
                <w:spacing w:val="-3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14:paraId="028A9534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198A9973" w14:textId="77777777" w:rsidR="00DD0145" w:rsidRDefault="00DD0145" w:rsidP="008820DE">
            <w:pPr>
              <w:pStyle w:val="TableParagraph"/>
              <w:jc w:val="center"/>
            </w:pPr>
          </w:p>
        </w:tc>
      </w:tr>
      <w:tr w:rsidR="00DD0145" w14:paraId="0ADD596F" w14:textId="77777777" w:rsidTr="00DF54F8">
        <w:trPr>
          <w:trHeight w:val="262"/>
          <w:jc w:val="center"/>
        </w:trPr>
        <w:tc>
          <w:tcPr>
            <w:tcW w:w="4785" w:type="dxa"/>
          </w:tcPr>
          <w:p w14:paraId="70BB7D51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Немецкий</w:t>
            </w:r>
            <w:r w:rsidRPr="00BE1FEA">
              <w:rPr>
                <w:spacing w:val="-2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14:paraId="63C380CA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5E30A2AB" w14:textId="77777777" w:rsidR="00DD0145" w:rsidRDefault="00DD0145" w:rsidP="008820DE">
            <w:pPr>
              <w:pStyle w:val="TableParagraph"/>
              <w:jc w:val="center"/>
            </w:pPr>
          </w:p>
        </w:tc>
      </w:tr>
      <w:tr w:rsidR="00DD0145" w14:paraId="796B3E78" w14:textId="77777777" w:rsidTr="00DF54F8">
        <w:trPr>
          <w:trHeight w:val="262"/>
          <w:jc w:val="center"/>
        </w:trPr>
        <w:tc>
          <w:tcPr>
            <w:tcW w:w="4785" w:type="dxa"/>
          </w:tcPr>
          <w:p w14:paraId="68BCAC99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Французский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  <w:r w:rsidRPr="00BE1FEA">
              <w:rPr>
                <w:spacing w:val="-4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14:paraId="2936490B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229CEE35" w14:textId="77777777" w:rsidR="00DD0145" w:rsidRDefault="00DD0145" w:rsidP="008820DE">
            <w:pPr>
              <w:pStyle w:val="TableParagraph"/>
              <w:jc w:val="center"/>
            </w:pPr>
          </w:p>
        </w:tc>
      </w:tr>
      <w:tr w:rsidR="00DD0145" w14:paraId="5D5E1344" w14:textId="77777777" w:rsidTr="00DF54F8">
        <w:trPr>
          <w:trHeight w:val="262"/>
          <w:jc w:val="center"/>
        </w:trPr>
        <w:tc>
          <w:tcPr>
            <w:tcW w:w="4785" w:type="dxa"/>
          </w:tcPr>
          <w:p w14:paraId="22486BEB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Обществознание</w:t>
            </w:r>
          </w:p>
        </w:tc>
        <w:tc>
          <w:tcPr>
            <w:tcW w:w="1812" w:type="dxa"/>
          </w:tcPr>
          <w:p w14:paraId="4F60E69E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537C29D8" w14:textId="77777777" w:rsidR="00DD0145" w:rsidRDefault="00DD0145" w:rsidP="008820DE">
            <w:pPr>
              <w:pStyle w:val="TableParagraph"/>
              <w:jc w:val="center"/>
            </w:pPr>
          </w:p>
        </w:tc>
      </w:tr>
      <w:tr w:rsidR="00DD0145" w14:paraId="7927299E" w14:textId="77777777" w:rsidTr="00DF54F8">
        <w:trPr>
          <w:trHeight w:val="262"/>
          <w:jc w:val="center"/>
        </w:trPr>
        <w:tc>
          <w:tcPr>
            <w:tcW w:w="4785" w:type="dxa"/>
          </w:tcPr>
          <w:p w14:paraId="7D1602B3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Испанский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14:paraId="5072758D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52148B0C" w14:textId="77777777" w:rsidR="00DD0145" w:rsidRDefault="00DD0145" w:rsidP="008820DE">
            <w:pPr>
              <w:pStyle w:val="TableParagraph"/>
              <w:jc w:val="center"/>
            </w:pPr>
          </w:p>
        </w:tc>
      </w:tr>
      <w:tr w:rsidR="00DD0145" w14:paraId="467C1EDE" w14:textId="77777777" w:rsidTr="00DF54F8">
        <w:trPr>
          <w:trHeight w:val="262"/>
          <w:jc w:val="center"/>
        </w:trPr>
        <w:tc>
          <w:tcPr>
            <w:tcW w:w="4785" w:type="dxa"/>
          </w:tcPr>
          <w:p w14:paraId="6E747F91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Китайский</w:t>
            </w:r>
            <w:r w:rsidRPr="00BE1FEA">
              <w:rPr>
                <w:spacing w:val="-2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14:paraId="064ED08B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18A32982" w14:textId="77777777" w:rsidR="00DD0145" w:rsidRDefault="00DD0145" w:rsidP="008820DE">
            <w:pPr>
              <w:pStyle w:val="TableParagraph"/>
              <w:jc w:val="center"/>
            </w:pPr>
          </w:p>
        </w:tc>
      </w:tr>
      <w:tr w:rsidR="00DD0145" w14:paraId="23AB2AA2" w14:textId="77777777" w:rsidTr="00DF54F8">
        <w:trPr>
          <w:trHeight w:val="262"/>
          <w:jc w:val="center"/>
        </w:trPr>
        <w:tc>
          <w:tcPr>
            <w:tcW w:w="4785" w:type="dxa"/>
          </w:tcPr>
          <w:p w14:paraId="22B8FECC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Информатика</w:t>
            </w:r>
          </w:p>
        </w:tc>
        <w:tc>
          <w:tcPr>
            <w:tcW w:w="1812" w:type="dxa"/>
          </w:tcPr>
          <w:p w14:paraId="2E138AEA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3EC4EC54" w14:textId="77777777" w:rsidR="00DD0145" w:rsidRDefault="00DD0145" w:rsidP="008820DE">
            <w:pPr>
              <w:pStyle w:val="TableParagraph"/>
              <w:jc w:val="center"/>
            </w:pPr>
          </w:p>
        </w:tc>
      </w:tr>
      <w:tr w:rsidR="00DD0145" w14:paraId="465E883F" w14:textId="77777777" w:rsidTr="00DF54F8">
        <w:trPr>
          <w:trHeight w:val="262"/>
          <w:jc w:val="center"/>
        </w:trPr>
        <w:tc>
          <w:tcPr>
            <w:tcW w:w="4785" w:type="dxa"/>
          </w:tcPr>
          <w:p w14:paraId="788F53B4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Математика</w:t>
            </w:r>
            <w:r>
              <w:rPr>
                <w:spacing w:val="-5"/>
              </w:rPr>
              <w:t xml:space="preserve"> </w:t>
            </w:r>
            <w:r>
              <w:t>(профильный</w:t>
            </w:r>
            <w:r>
              <w:rPr>
                <w:spacing w:val="-3"/>
              </w:rPr>
              <w:t xml:space="preserve"> </w:t>
            </w:r>
            <w:r>
              <w:t>уровень)</w:t>
            </w:r>
          </w:p>
        </w:tc>
        <w:tc>
          <w:tcPr>
            <w:tcW w:w="1812" w:type="dxa"/>
          </w:tcPr>
          <w:p w14:paraId="2D8B0BD7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4A51FCDD" w14:textId="77777777"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14:paraId="1B35521F" w14:textId="77777777" w:rsidTr="00DF54F8">
        <w:trPr>
          <w:trHeight w:val="262"/>
          <w:jc w:val="center"/>
        </w:trPr>
        <w:tc>
          <w:tcPr>
            <w:tcW w:w="4785" w:type="dxa"/>
          </w:tcPr>
          <w:p w14:paraId="339DAA2F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Биология</w:t>
            </w:r>
          </w:p>
        </w:tc>
        <w:tc>
          <w:tcPr>
            <w:tcW w:w="1812" w:type="dxa"/>
          </w:tcPr>
          <w:p w14:paraId="4296A9FC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29040B61" w14:textId="77777777"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14:paraId="7A0C3B80" w14:textId="77777777" w:rsidTr="00DF54F8">
        <w:trPr>
          <w:trHeight w:val="264"/>
          <w:jc w:val="center"/>
        </w:trPr>
        <w:tc>
          <w:tcPr>
            <w:tcW w:w="4785" w:type="dxa"/>
          </w:tcPr>
          <w:p w14:paraId="679C267B" w14:textId="77777777" w:rsidR="00DD0145" w:rsidRDefault="00DD0145" w:rsidP="008820DE">
            <w:pPr>
              <w:pStyle w:val="TableParagraph"/>
              <w:spacing w:line="249" w:lineRule="exact"/>
              <w:ind w:left="107"/>
            </w:pPr>
            <w:r>
              <w:t>История</w:t>
            </w:r>
          </w:p>
        </w:tc>
        <w:tc>
          <w:tcPr>
            <w:tcW w:w="1812" w:type="dxa"/>
          </w:tcPr>
          <w:p w14:paraId="6C7D37DD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1AD50ACE" w14:textId="77777777"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14:paraId="3834CB37" w14:textId="77777777" w:rsidTr="00DF54F8">
        <w:trPr>
          <w:trHeight w:val="262"/>
          <w:jc w:val="center"/>
        </w:trPr>
        <w:tc>
          <w:tcPr>
            <w:tcW w:w="4785" w:type="dxa"/>
          </w:tcPr>
          <w:p w14:paraId="4253A652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География</w:t>
            </w:r>
          </w:p>
        </w:tc>
        <w:tc>
          <w:tcPr>
            <w:tcW w:w="1812" w:type="dxa"/>
          </w:tcPr>
          <w:p w14:paraId="1E206558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5BDC945E" w14:textId="77777777"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14:paraId="74AAD7A2" w14:textId="77777777" w:rsidTr="00DF54F8">
        <w:trPr>
          <w:trHeight w:val="262"/>
          <w:jc w:val="center"/>
        </w:trPr>
        <w:tc>
          <w:tcPr>
            <w:tcW w:w="4785" w:type="dxa"/>
          </w:tcPr>
          <w:p w14:paraId="5C64DA7D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Литература</w:t>
            </w:r>
          </w:p>
        </w:tc>
        <w:tc>
          <w:tcPr>
            <w:tcW w:w="1812" w:type="dxa"/>
          </w:tcPr>
          <w:p w14:paraId="241EE1A0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4FC28666" w14:textId="77777777"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14:paraId="7580B3DD" w14:textId="77777777" w:rsidTr="00DF54F8">
        <w:trPr>
          <w:trHeight w:val="264"/>
          <w:jc w:val="center"/>
        </w:trPr>
        <w:tc>
          <w:tcPr>
            <w:tcW w:w="4785" w:type="dxa"/>
          </w:tcPr>
          <w:p w14:paraId="591F6739" w14:textId="77777777" w:rsidR="00DD0145" w:rsidRDefault="00DD0145" w:rsidP="008820DE">
            <w:pPr>
              <w:pStyle w:val="TableParagraph"/>
              <w:spacing w:line="249" w:lineRule="exact"/>
              <w:ind w:left="107"/>
            </w:pPr>
            <w:r>
              <w:t>Математика</w:t>
            </w:r>
            <w:r>
              <w:rPr>
                <w:spacing w:val="-4"/>
              </w:rPr>
              <w:t xml:space="preserve"> </w:t>
            </w:r>
            <w:r>
              <w:t>(базовый</w:t>
            </w:r>
            <w:r>
              <w:rPr>
                <w:spacing w:val="-3"/>
              </w:rPr>
              <w:t xml:space="preserve"> </w:t>
            </w:r>
            <w:r>
              <w:t>уровень)</w:t>
            </w:r>
          </w:p>
        </w:tc>
        <w:tc>
          <w:tcPr>
            <w:tcW w:w="1812" w:type="dxa"/>
          </w:tcPr>
          <w:p w14:paraId="24C7DBD6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22496A53" w14:textId="77777777"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14:paraId="58FF263F" w14:textId="77777777" w:rsidTr="00DF54F8">
        <w:trPr>
          <w:trHeight w:val="262"/>
          <w:jc w:val="center"/>
        </w:trPr>
        <w:tc>
          <w:tcPr>
            <w:tcW w:w="4785" w:type="dxa"/>
          </w:tcPr>
          <w:p w14:paraId="65810A96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Английский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(устная</w:t>
            </w:r>
            <w:r>
              <w:rPr>
                <w:spacing w:val="-4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14:paraId="22800C83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256CC646" w14:textId="77777777"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14:paraId="089E5445" w14:textId="77777777" w:rsidTr="00DF54F8">
        <w:trPr>
          <w:trHeight w:val="262"/>
          <w:jc w:val="center"/>
        </w:trPr>
        <w:tc>
          <w:tcPr>
            <w:tcW w:w="4785" w:type="dxa"/>
          </w:tcPr>
          <w:p w14:paraId="4F6B2F47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Немецкий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  <w:r>
              <w:rPr>
                <w:spacing w:val="-1"/>
              </w:rPr>
              <w:t xml:space="preserve"> </w:t>
            </w:r>
            <w:r>
              <w:t>(устная</w:t>
            </w:r>
            <w:r>
              <w:rPr>
                <w:spacing w:val="-1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14:paraId="5E01A250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7FBCCA00" w14:textId="77777777"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14:paraId="56153CB8" w14:textId="77777777" w:rsidTr="00DF54F8">
        <w:trPr>
          <w:trHeight w:val="264"/>
          <w:jc w:val="center"/>
        </w:trPr>
        <w:tc>
          <w:tcPr>
            <w:tcW w:w="4785" w:type="dxa"/>
          </w:tcPr>
          <w:p w14:paraId="3D138EB1" w14:textId="77777777" w:rsidR="00DD0145" w:rsidRDefault="00DD0145" w:rsidP="008820DE">
            <w:pPr>
              <w:pStyle w:val="TableParagraph"/>
              <w:spacing w:line="249" w:lineRule="exact"/>
              <w:ind w:left="107"/>
            </w:pPr>
            <w:r>
              <w:t>Французский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(устная</w:t>
            </w:r>
            <w:r>
              <w:rPr>
                <w:spacing w:val="-1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14:paraId="3255FBE9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27ADEACB" w14:textId="77777777"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14:paraId="04271DA9" w14:textId="77777777" w:rsidTr="00DF54F8">
        <w:trPr>
          <w:trHeight w:val="262"/>
          <w:jc w:val="center"/>
        </w:trPr>
        <w:tc>
          <w:tcPr>
            <w:tcW w:w="4785" w:type="dxa"/>
          </w:tcPr>
          <w:p w14:paraId="07C749EC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Испанский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1"/>
              </w:rPr>
              <w:t xml:space="preserve"> </w:t>
            </w:r>
            <w:r>
              <w:t>(устная</w:t>
            </w:r>
            <w:r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14:paraId="036B8581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4EED6421" w14:textId="77777777"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14:paraId="465B3113" w14:textId="77777777" w:rsidTr="00DF54F8">
        <w:trPr>
          <w:trHeight w:val="262"/>
          <w:jc w:val="center"/>
        </w:trPr>
        <w:tc>
          <w:tcPr>
            <w:tcW w:w="4785" w:type="dxa"/>
          </w:tcPr>
          <w:p w14:paraId="6BA97D70" w14:textId="77777777"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Китайский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(устная часть)</w:t>
            </w:r>
          </w:p>
        </w:tc>
        <w:tc>
          <w:tcPr>
            <w:tcW w:w="1812" w:type="dxa"/>
          </w:tcPr>
          <w:p w14:paraId="603E0F7F" w14:textId="77777777"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Align w:val="center"/>
          </w:tcPr>
          <w:p w14:paraId="47E564DC" w14:textId="77777777"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14:paraId="337687FC" w14:textId="77777777" w:rsidR="00DD0145" w:rsidRPr="00285317" w:rsidRDefault="00DD0145" w:rsidP="00DD0145">
      <w:pPr>
        <w:spacing w:before="90"/>
        <w:ind w:right="142"/>
        <w:jc w:val="both"/>
        <w:rPr>
          <w:b/>
        </w:rPr>
      </w:pPr>
      <w:r>
        <w:rPr>
          <w:b/>
          <w:sz w:val="22"/>
        </w:rPr>
        <w:t>Подтверждаю, что я проинформирован(а) о том, что предыдущий результат ЕГЭ по пересдаваемому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учебному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предмету,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полученный мною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текущем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году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(году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сдачи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экзамена)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(полученный мною</w:t>
      </w:r>
      <w:r>
        <w:rPr>
          <w:b/>
          <w:spacing w:val="-52"/>
          <w:sz w:val="22"/>
        </w:rPr>
        <w:t xml:space="preserve"> </w:t>
      </w:r>
      <w:r>
        <w:rPr>
          <w:b/>
          <w:sz w:val="22"/>
        </w:rPr>
        <w:t>в X классе в случае, установленном абзацем первым пункта 8 Порядка), аннулируется решением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председателя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ГЭК.</w:t>
      </w:r>
    </w:p>
    <w:p w14:paraId="654B9F78" w14:textId="77777777" w:rsidR="00DD0145" w:rsidRPr="00915960" w:rsidRDefault="00DD0145" w:rsidP="00DD0145">
      <w:pPr>
        <w:jc w:val="both"/>
        <w:rPr>
          <w:sz w:val="16"/>
          <w:szCs w:val="16"/>
        </w:rPr>
      </w:pPr>
    </w:p>
    <w:p w14:paraId="21319F07" w14:textId="77777777" w:rsidR="00DD0145" w:rsidRPr="008166B8" w:rsidRDefault="00DD0145" w:rsidP="00DD0145">
      <w:pPr>
        <w:rPr>
          <w:sz w:val="22"/>
          <w:szCs w:val="22"/>
        </w:rPr>
      </w:pPr>
      <w:r w:rsidRPr="008166B8">
        <w:rPr>
          <w:sz w:val="22"/>
          <w:szCs w:val="22"/>
        </w:rPr>
        <w:t>Подпись заявителя _____________/__________________/         «_____»__________20___г.</w:t>
      </w:r>
    </w:p>
    <w:p w14:paraId="07AEA09F" w14:textId="77777777" w:rsidR="00DD0145" w:rsidRPr="008166B8" w:rsidRDefault="00DD0145" w:rsidP="00DD0145">
      <w:pPr>
        <w:ind w:left="142" w:hanging="284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                                                  Подпись                                              ФИО                               </w:t>
      </w:r>
    </w:p>
    <w:p w14:paraId="51549567" w14:textId="77777777" w:rsidR="00DD0145" w:rsidRPr="008166B8" w:rsidRDefault="00DD0145" w:rsidP="00DD0145">
      <w:pPr>
        <w:ind w:left="142" w:hanging="284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 xml:space="preserve">                     </w:t>
      </w:r>
      <w:r w:rsidRPr="008166B8">
        <w:rPr>
          <w:sz w:val="22"/>
          <w:szCs w:val="22"/>
          <w:vertAlign w:val="superscript"/>
        </w:rPr>
        <w:t xml:space="preserve">   </w:t>
      </w:r>
    </w:p>
    <w:p w14:paraId="34F47F9D" w14:textId="77777777" w:rsidR="00DD0145" w:rsidRPr="008166B8" w:rsidRDefault="00DD0145" w:rsidP="00DD0145">
      <w:pPr>
        <w:ind w:left="284" w:hanging="284"/>
        <w:jc w:val="both"/>
        <w:outlineLvl w:val="0"/>
        <w:rPr>
          <w:sz w:val="22"/>
          <w:szCs w:val="22"/>
        </w:rPr>
      </w:pPr>
      <w:r w:rsidRPr="008166B8">
        <w:rPr>
          <w:sz w:val="22"/>
          <w:szCs w:val="22"/>
        </w:rPr>
        <w:t>Подпись родителя (законного представителя)____________/  ____________/      «_____»_________20___г.</w:t>
      </w:r>
    </w:p>
    <w:p w14:paraId="22D072CB" w14:textId="77777777" w:rsidR="00DD0145" w:rsidRPr="008166B8" w:rsidRDefault="00DD0145" w:rsidP="00DD0145">
      <w:pPr>
        <w:ind w:left="284" w:hanging="284"/>
        <w:jc w:val="both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Подпись            </w:t>
      </w:r>
      <w:r>
        <w:rPr>
          <w:sz w:val="22"/>
          <w:szCs w:val="22"/>
          <w:vertAlign w:val="superscript"/>
        </w:rPr>
        <w:t xml:space="preserve">                ФИО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6"/>
        <w:gridCol w:w="284"/>
        <w:gridCol w:w="290"/>
        <w:gridCol w:w="27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D0145" w:rsidRPr="008166B8" w14:paraId="274BE614" w14:textId="77777777" w:rsidTr="008820DE">
        <w:trPr>
          <w:trHeight w:val="284"/>
        </w:trPr>
        <w:tc>
          <w:tcPr>
            <w:tcW w:w="2546" w:type="dxa"/>
            <w:tcBorders>
              <w:top w:val="nil"/>
              <w:left w:val="nil"/>
              <w:bottom w:val="nil"/>
            </w:tcBorders>
          </w:tcPr>
          <w:p w14:paraId="31D09789" w14:textId="77777777" w:rsidR="00DD0145" w:rsidRPr="008166B8" w:rsidRDefault="00DD0145" w:rsidP="008820DE">
            <w:pPr>
              <w:jc w:val="both"/>
            </w:pPr>
            <w:r w:rsidRPr="008166B8">
              <w:t>Контактный телефон</w:t>
            </w:r>
          </w:p>
        </w:tc>
        <w:tc>
          <w:tcPr>
            <w:tcW w:w="284" w:type="dxa"/>
          </w:tcPr>
          <w:p w14:paraId="2A5228AE" w14:textId="77777777" w:rsidR="00DD0145" w:rsidRPr="008166B8" w:rsidRDefault="00DD0145" w:rsidP="008820DE">
            <w:pPr>
              <w:jc w:val="both"/>
            </w:pPr>
          </w:p>
        </w:tc>
        <w:tc>
          <w:tcPr>
            <w:tcW w:w="290" w:type="dxa"/>
          </w:tcPr>
          <w:p w14:paraId="2CEF60BF" w14:textId="77777777" w:rsidR="00DD0145" w:rsidRPr="008166B8" w:rsidRDefault="00DD0145" w:rsidP="008820DE">
            <w:pPr>
              <w:jc w:val="both"/>
            </w:pPr>
          </w:p>
        </w:tc>
        <w:tc>
          <w:tcPr>
            <w:tcW w:w="278" w:type="dxa"/>
          </w:tcPr>
          <w:p w14:paraId="765F4870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406AF4B6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623AC60D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03CCDC0F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6522DE2C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05B23D11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21DD6B0D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46609C34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03553F80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7871C559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3FACDBD9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657AEF9E" w14:textId="77777777"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14:paraId="38476DCB" w14:textId="77777777" w:rsidR="00DD0145" w:rsidRPr="008166B8" w:rsidRDefault="00DD0145" w:rsidP="008820DE">
            <w:pPr>
              <w:jc w:val="both"/>
            </w:pPr>
          </w:p>
        </w:tc>
      </w:tr>
    </w:tbl>
    <w:p w14:paraId="25C6653C" w14:textId="77777777" w:rsidR="00DD0145" w:rsidRPr="00DF54F8" w:rsidRDefault="00DF54F8" w:rsidP="00DD0145">
      <w:pPr>
        <w:pStyle w:val="ac"/>
        <w:numPr>
          <w:ilvl w:val="0"/>
          <w:numId w:val="23"/>
        </w:numPr>
        <w:rPr>
          <w:i/>
          <w:sz w:val="18"/>
          <w:szCs w:val="18"/>
        </w:rPr>
      </w:pPr>
      <w:r w:rsidRPr="00DF54F8">
        <w:rPr>
          <w:i/>
          <w:color w:val="333333"/>
          <w:sz w:val="18"/>
          <w:szCs w:val="18"/>
          <w:shd w:val="clear" w:color="auto" w:fill="FFFFFF"/>
        </w:rPr>
        <w:t xml:space="preserve">Заявления </w:t>
      </w:r>
      <w:r w:rsidRPr="00DF54F8">
        <w:rPr>
          <w:i/>
          <w:sz w:val="18"/>
          <w:szCs w:val="18"/>
        </w:rPr>
        <w:t>о</w:t>
      </w:r>
      <w:r w:rsidRPr="00DF54F8">
        <w:rPr>
          <w:i/>
          <w:spacing w:val="-5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пересдаче</w:t>
      </w:r>
      <w:r w:rsidRPr="00DF54F8">
        <w:rPr>
          <w:i/>
          <w:spacing w:val="-1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ЕГЭ</w:t>
      </w:r>
      <w:r w:rsidRPr="00DF54F8">
        <w:rPr>
          <w:i/>
          <w:spacing w:val="-3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в</w:t>
      </w:r>
      <w:r w:rsidRPr="00DF54F8">
        <w:rPr>
          <w:i/>
          <w:spacing w:val="-4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дополнительный</w:t>
      </w:r>
      <w:r w:rsidRPr="00DF54F8">
        <w:rPr>
          <w:i/>
          <w:spacing w:val="-3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день (для участников ГИА-11 с ОВЗ, инвалидов)</w:t>
      </w:r>
    </w:p>
    <w:p w14:paraId="47266BB7" w14:textId="77777777" w:rsidR="00DF54F8" w:rsidRDefault="00DF54F8" w:rsidP="00281FD9">
      <w:pPr>
        <w:ind w:left="5245"/>
        <w:jc w:val="center"/>
      </w:pPr>
    </w:p>
    <w:p w14:paraId="27FF18CF" w14:textId="77777777" w:rsidR="00281FD9" w:rsidRPr="00073240" w:rsidRDefault="00281FD9" w:rsidP="00281FD9">
      <w:pPr>
        <w:ind w:left="5245"/>
        <w:jc w:val="center"/>
      </w:pPr>
      <w:r w:rsidRPr="00073240">
        <w:t xml:space="preserve">Председателю </w:t>
      </w:r>
    </w:p>
    <w:p w14:paraId="00678210" w14:textId="77777777" w:rsidR="00281FD9" w:rsidRPr="00073240" w:rsidRDefault="00281FD9" w:rsidP="00281FD9">
      <w:pPr>
        <w:ind w:left="5245"/>
        <w:jc w:val="center"/>
      </w:pPr>
      <w:r w:rsidRPr="00073240">
        <w:t>государственной экзаменационной комиссии</w:t>
      </w:r>
    </w:p>
    <w:p w14:paraId="1DF55085" w14:textId="77777777" w:rsidR="00281FD9" w:rsidRPr="00073240" w:rsidRDefault="00281FD9" w:rsidP="00281FD9">
      <w:pPr>
        <w:ind w:left="5245"/>
        <w:jc w:val="center"/>
      </w:pPr>
      <w:r w:rsidRPr="00073240">
        <w:t>Забайкальского края</w:t>
      </w:r>
    </w:p>
    <w:p w14:paraId="671EB457" w14:textId="77777777" w:rsidR="00281FD9" w:rsidRPr="00DF54F8" w:rsidRDefault="00281FD9" w:rsidP="00281FD9">
      <w:pPr>
        <w:ind w:left="5245"/>
        <w:jc w:val="center"/>
      </w:pPr>
      <w:r w:rsidRPr="00DF54F8">
        <w:t>__________________________</w:t>
      </w:r>
    </w:p>
    <w:p w14:paraId="1FF95469" w14:textId="77777777" w:rsidR="00281FD9" w:rsidRPr="008166B8" w:rsidRDefault="00281FD9" w:rsidP="00281FD9">
      <w:pPr>
        <w:ind w:left="284" w:hanging="284"/>
        <w:jc w:val="right"/>
        <w:rPr>
          <w:sz w:val="22"/>
          <w:szCs w:val="22"/>
        </w:rPr>
      </w:pPr>
    </w:p>
    <w:p w14:paraId="3B27FBB7" w14:textId="77777777" w:rsidR="00281FD9" w:rsidRDefault="00281FD9" w:rsidP="00281FD9">
      <w:pPr>
        <w:pStyle w:val="a8"/>
        <w:spacing w:before="10"/>
        <w:rPr>
          <w:b/>
          <w:sz w:val="24"/>
        </w:rPr>
      </w:pPr>
    </w:p>
    <w:p w14:paraId="07F05E78" w14:textId="77777777" w:rsidR="00281FD9" w:rsidRPr="00BE1FEA" w:rsidRDefault="00281FD9" w:rsidP="00281FD9">
      <w:pPr>
        <w:pStyle w:val="a8"/>
        <w:spacing w:before="10"/>
        <w:rPr>
          <w:b/>
          <w:sz w:val="24"/>
        </w:rPr>
      </w:pPr>
      <w:r>
        <w:rPr>
          <w:b/>
          <w:sz w:val="24"/>
        </w:rPr>
        <w:t>Заявление</w:t>
      </w:r>
      <w:r w:rsidRPr="00BE1FEA">
        <w:rPr>
          <w:b/>
          <w:sz w:val="24"/>
        </w:rPr>
        <w:t xml:space="preserve"> о</w:t>
      </w:r>
      <w:r w:rsidRPr="00BE1FEA">
        <w:rPr>
          <w:b/>
          <w:spacing w:val="-5"/>
          <w:sz w:val="24"/>
        </w:rPr>
        <w:t xml:space="preserve"> </w:t>
      </w:r>
      <w:r w:rsidRPr="00BE1FEA">
        <w:rPr>
          <w:b/>
          <w:sz w:val="24"/>
        </w:rPr>
        <w:t>пересдаче</w:t>
      </w:r>
      <w:r w:rsidRPr="00BE1FEA">
        <w:rPr>
          <w:b/>
          <w:spacing w:val="-1"/>
          <w:sz w:val="24"/>
        </w:rPr>
        <w:t xml:space="preserve"> </w:t>
      </w:r>
      <w:r w:rsidRPr="00BE1FEA">
        <w:rPr>
          <w:b/>
          <w:sz w:val="24"/>
        </w:rPr>
        <w:t>ЕГЭ</w:t>
      </w:r>
      <w:r w:rsidRPr="00BE1FEA">
        <w:rPr>
          <w:b/>
          <w:spacing w:val="-3"/>
          <w:sz w:val="24"/>
        </w:rPr>
        <w:t xml:space="preserve"> </w:t>
      </w:r>
      <w:r w:rsidRPr="00BE1FEA">
        <w:rPr>
          <w:b/>
          <w:sz w:val="24"/>
        </w:rPr>
        <w:t>в</w:t>
      </w:r>
      <w:r w:rsidRPr="00BE1FEA">
        <w:rPr>
          <w:b/>
          <w:spacing w:val="-4"/>
          <w:sz w:val="24"/>
        </w:rPr>
        <w:t xml:space="preserve"> </w:t>
      </w:r>
      <w:r w:rsidRPr="00BE1FEA">
        <w:rPr>
          <w:b/>
          <w:sz w:val="24"/>
        </w:rPr>
        <w:t>дополнительный</w:t>
      </w:r>
      <w:r w:rsidRPr="00BE1FEA">
        <w:rPr>
          <w:b/>
          <w:spacing w:val="-3"/>
          <w:sz w:val="24"/>
        </w:rPr>
        <w:t xml:space="preserve"> </w:t>
      </w:r>
      <w:r w:rsidRPr="00BE1FEA">
        <w:rPr>
          <w:b/>
          <w:sz w:val="24"/>
        </w:rPr>
        <w:t>день</w:t>
      </w:r>
    </w:p>
    <w:p w14:paraId="2B64E3E8" w14:textId="77777777" w:rsidR="00281FD9" w:rsidRPr="00BE1FEA" w:rsidRDefault="00281FD9" w:rsidP="00281FD9">
      <w:pPr>
        <w:ind w:left="284" w:hanging="284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281FD9" w:rsidRPr="008166B8" w14:paraId="55F134B3" w14:textId="77777777" w:rsidTr="008820DE">
        <w:trPr>
          <w:trHeight w:val="77"/>
        </w:trPr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80B9A" w14:textId="77777777" w:rsidR="00281FD9" w:rsidRPr="008166B8" w:rsidRDefault="00281FD9" w:rsidP="008820DE">
            <w:pPr>
              <w:jc w:val="both"/>
              <w:rPr>
                <w:b/>
              </w:rPr>
            </w:pPr>
            <w:r w:rsidRPr="008166B8">
              <w:rPr>
                <w:b/>
                <w:sz w:val="22"/>
                <w:szCs w:val="22"/>
              </w:rPr>
              <w:lastRenderedPageBreak/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085B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7D19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139B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EDF5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C93C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FF1A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6F78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4581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49E4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9C7A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B655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B5B2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26D6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A9EB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95D5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D0B7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C921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F039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9081" w14:textId="77777777"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5784" w14:textId="77777777" w:rsidR="00281FD9" w:rsidRPr="008166B8" w:rsidRDefault="00281FD9" w:rsidP="008820DE">
            <w:pPr>
              <w:ind w:left="284" w:hanging="284"/>
              <w:jc w:val="both"/>
            </w:pPr>
          </w:p>
        </w:tc>
      </w:tr>
    </w:tbl>
    <w:p w14:paraId="217F9763" w14:textId="77777777" w:rsidR="00281FD9" w:rsidRPr="008166B8" w:rsidRDefault="00281FD9" w:rsidP="00281FD9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фамилия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281FD9" w:rsidRPr="008166B8" w14:paraId="39F9EB72" w14:textId="77777777" w:rsidTr="008820DE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DF7B12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2DAB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C194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170A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D763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DB5E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55EC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874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5E96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6F2B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93D1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DB8E6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590B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072F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9096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7D4A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85EE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D3A8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7F7E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C5BD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A9A5" w14:textId="77777777" w:rsidR="00281FD9" w:rsidRPr="008166B8" w:rsidRDefault="00281FD9" w:rsidP="008820DE">
            <w:pPr>
              <w:ind w:left="284" w:hanging="284"/>
              <w:jc w:val="center"/>
            </w:pPr>
          </w:p>
        </w:tc>
      </w:tr>
    </w:tbl>
    <w:p w14:paraId="43CA3959" w14:textId="77777777" w:rsidR="00281FD9" w:rsidRPr="008166B8" w:rsidRDefault="00281FD9" w:rsidP="00281FD9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имя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281FD9" w:rsidRPr="008166B8" w14:paraId="225F2538" w14:textId="77777777" w:rsidTr="008820DE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06E95E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9369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224D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A0D1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3848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117F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3258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2186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FD6D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2014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852B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9DA9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2A79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21C7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7D26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FAF1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A4C1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323D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3BDC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2530" w14:textId="77777777"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7A1B" w14:textId="77777777" w:rsidR="00281FD9" w:rsidRPr="008166B8" w:rsidRDefault="00281FD9" w:rsidP="008820DE">
            <w:pPr>
              <w:ind w:left="284" w:hanging="284"/>
              <w:jc w:val="center"/>
            </w:pPr>
          </w:p>
        </w:tc>
      </w:tr>
    </w:tbl>
    <w:p w14:paraId="37238CCB" w14:textId="77777777" w:rsidR="00281FD9" w:rsidRPr="008166B8" w:rsidRDefault="00281FD9" w:rsidP="00281FD9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отчество</w:t>
      </w:r>
    </w:p>
    <w:tbl>
      <w:tblPr>
        <w:tblpPr w:leftFromText="180" w:rightFromText="180" w:vertAnchor="text" w:horzAnchor="page" w:tblpX="3209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"/>
        <w:gridCol w:w="368"/>
        <w:gridCol w:w="255"/>
        <w:gridCol w:w="368"/>
        <w:gridCol w:w="368"/>
        <w:gridCol w:w="255"/>
        <w:gridCol w:w="368"/>
        <w:gridCol w:w="368"/>
        <w:gridCol w:w="368"/>
        <w:gridCol w:w="368"/>
      </w:tblGrid>
      <w:tr w:rsidR="00281FD9" w:rsidRPr="008166B8" w14:paraId="4B43D5B0" w14:textId="77777777" w:rsidTr="008820DE">
        <w:trPr>
          <w:trHeight w:val="3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0B1B" w14:textId="77777777"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ч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EFF6" w14:textId="77777777"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ч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A59272" w14:textId="77777777"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.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16B4" w14:textId="77777777"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м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B176" w14:textId="77777777"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м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CCF1" w14:textId="77777777"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.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188F" w14:textId="77777777"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0C14" w14:textId="77777777"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24EC" w14:textId="77777777"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г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3A6B" w14:textId="77777777"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г</w:t>
            </w:r>
          </w:p>
        </w:tc>
      </w:tr>
    </w:tbl>
    <w:p w14:paraId="0469B155" w14:textId="77777777" w:rsidR="00281FD9" w:rsidRPr="008166B8" w:rsidRDefault="00281FD9" w:rsidP="00281FD9">
      <w:pPr>
        <w:jc w:val="both"/>
        <w:rPr>
          <w:b/>
          <w:sz w:val="20"/>
          <w:szCs w:val="20"/>
        </w:rPr>
      </w:pPr>
    </w:p>
    <w:p w14:paraId="65C4CF09" w14:textId="77777777" w:rsidR="00281FD9" w:rsidRPr="008166B8" w:rsidRDefault="00281FD9" w:rsidP="00281FD9">
      <w:pPr>
        <w:jc w:val="both"/>
        <w:rPr>
          <w:b/>
          <w:sz w:val="22"/>
          <w:szCs w:val="22"/>
        </w:rPr>
      </w:pPr>
      <w:r w:rsidRPr="008166B8">
        <w:rPr>
          <w:b/>
          <w:sz w:val="22"/>
          <w:szCs w:val="22"/>
        </w:rPr>
        <w:t>Дата рождения:</w:t>
      </w:r>
    </w:p>
    <w:p w14:paraId="4A477F36" w14:textId="77777777" w:rsidR="00281FD9" w:rsidRPr="008166B8" w:rsidRDefault="00281FD9" w:rsidP="00281FD9">
      <w:pPr>
        <w:jc w:val="both"/>
        <w:rPr>
          <w:sz w:val="16"/>
          <w:szCs w:val="16"/>
        </w:rPr>
      </w:pPr>
    </w:p>
    <w:p w14:paraId="33E80685" w14:textId="77777777" w:rsidR="00281FD9" w:rsidRPr="008166B8" w:rsidRDefault="00281FD9" w:rsidP="00281FD9">
      <w:pPr>
        <w:ind w:left="284" w:hanging="284"/>
        <w:jc w:val="both"/>
        <w:rPr>
          <w:b/>
          <w:sz w:val="22"/>
          <w:szCs w:val="22"/>
        </w:rPr>
      </w:pPr>
      <w:r w:rsidRPr="008166B8">
        <w:rPr>
          <w:sz w:val="22"/>
          <w:szCs w:val="22"/>
        </w:rPr>
        <w:t xml:space="preserve"> </w:t>
      </w:r>
      <w:r w:rsidRPr="008166B8">
        <w:rPr>
          <w:b/>
          <w:sz w:val="22"/>
          <w:szCs w:val="22"/>
        </w:rPr>
        <w:t>Документ, удостоверяющий личность: __________________________________________</w:t>
      </w:r>
    </w:p>
    <w:p w14:paraId="674EF63A" w14:textId="77777777" w:rsidR="00281FD9" w:rsidRPr="008166B8" w:rsidRDefault="00281FD9" w:rsidP="00281FD9">
      <w:pPr>
        <w:ind w:left="284" w:hanging="284"/>
        <w:jc w:val="both"/>
        <w:rPr>
          <w:sz w:val="22"/>
          <w:szCs w:val="22"/>
        </w:rPr>
      </w:pPr>
    </w:p>
    <w:tbl>
      <w:tblPr>
        <w:tblW w:w="8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967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</w:tblGrid>
      <w:tr w:rsidR="00281FD9" w:rsidRPr="008166B8" w14:paraId="4C6D3D66" w14:textId="77777777" w:rsidTr="008820DE">
        <w:trPr>
          <w:trHeight w:val="318"/>
        </w:trPr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490E13" w14:textId="77777777" w:rsidR="00281FD9" w:rsidRPr="008166B8" w:rsidRDefault="00281FD9" w:rsidP="008820DE">
            <w:pPr>
              <w:ind w:left="284" w:hanging="284"/>
              <w:jc w:val="both"/>
              <w:rPr>
                <w:b/>
                <w:sz w:val="22"/>
                <w:szCs w:val="22"/>
              </w:rPr>
            </w:pPr>
            <w:r w:rsidRPr="008166B8">
              <w:rPr>
                <w:b/>
                <w:sz w:val="22"/>
                <w:szCs w:val="22"/>
              </w:rPr>
              <w:t>Серия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C42C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9A95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34B9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7AF1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524F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639B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3962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12AF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9240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747073" w14:textId="77777777" w:rsidR="00281FD9" w:rsidRPr="008166B8" w:rsidRDefault="00281FD9" w:rsidP="008820DE">
            <w:pPr>
              <w:ind w:left="284" w:hanging="284"/>
              <w:jc w:val="both"/>
              <w:rPr>
                <w:b/>
                <w:sz w:val="22"/>
                <w:szCs w:val="22"/>
              </w:rPr>
            </w:pPr>
            <w:r w:rsidRPr="008166B8">
              <w:rPr>
                <w:b/>
                <w:sz w:val="22"/>
                <w:szCs w:val="22"/>
              </w:rPr>
              <w:t>Номер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C564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7075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1E42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9714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B095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2790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7436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E99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AB65" w14:textId="77777777"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</w:tr>
    </w:tbl>
    <w:p w14:paraId="15D947B3" w14:textId="77777777" w:rsidR="00281FD9" w:rsidRDefault="00281FD9" w:rsidP="00281FD9">
      <w:pPr>
        <w:jc w:val="both"/>
        <w:rPr>
          <w:b/>
          <w:sz w:val="20"/>
          <w:szCs w:val="20"/>
        </w:rPr>
      </w:pPr>
    </w:p>
    <w:p w14:paraId="4BA0691B" w14:textId="77777777" w:rsidR="00281FD9" w:rsidRPr="00BE1FEA" w:rsidRDefault="00281FD9" w:rsidP="00281FD9">
      <w:pPr>
        <w:spacing w:line="240" w:lineRule="atLeast"/>
        <w:ind w:left="-142" w:right="147"/>
        <w:jc w:val="both"/>
        <w:rPr>
          <w:i/>
          <w:u w:val="single"/>
        </w:rPr>
      </w:pPr>
      <w:r>
        <w:t xml:space="preserve">Прошу зарегистрировать меня на пересдачу ЕГЭ по одному учебному предмету </w:t>
      </w:r>
      <w:r>
        <w:rPr>
          <w:i/>
        </w:rPr>
        <w:t>из числа учебных</w:t>
      </w:r>
      <w:r>
        <w:rPr>
          <w:i/>
          <w:spacing w:val="1"/>
        </w:rPr>
        <w:t xml:space="preserve"> </w:t>
      </w:r>
      <w:r>
        <w:rPr>
          <w:i/>
        </w:rPr>
        <w:t>предметов, сданных мною в текущем году (году сдачи экзамена) / из числа учебных предметов,</w:t>
      </w:r>
      <w:r>
        <w:rPr>
          <w:i/>
          <w:spacing w:val="1"/>
        </w:rPr>
        <w:t xml:space="preserve"> </w:t>
      </w:r>
      <w:r w:rsidRPr="00BE1FEA">
        <w:rPr>
          <w:i/>
          <w:u w:val="single"/>
        </w:rPr>
        <w:t>сданных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мною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в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X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классе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в случае,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установленном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абзацем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первым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пункта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8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 xml:space="preserve">Порядка </w:t>
      </w:r>
    </w:p>
    <w:p w14:paraId="63ED0ACC" w14:textId="77777777" w:rsidR="00281FD9" w:rsidRDefault="00281FD9" w:rsidP="00281FD9">
      <w:pPr>
        <w:spacing w:line="240" w:lineRule="atLeast"/>
        <w:ind w:right="147"/>
        <w:jc w:val="center"/>
        <w:rPr>
          <w:i/>
        </w:rPr>
      </w:pPr>
      <w:r>
        <w:rPr>
          <w:i/>
        </w:rPr>
        <w:t>(</w:t>
      </w:r>
      <w:r>
        <w:rPr>
          <w:i/>
          <w:sz w:val="22"/>
        </w:rPr>
        <w:t>нужное</w:t>
      </w:r>
      <w:r>
        <w:rPr>
          <w:i/>
          <w:spacing w:val="-2"/>
          <w:sz w:val="22"/>
        </w:rPr>
        <w:t xml:space="preserve"> </w:t>
      </w:r>
      <w:r>
        <w:rPr>
          <w:i/>
          <w:sz w:val="22"/>
        </w:rPr>
        <w:t>подчеркнуть</w:t>
      </w:r>
      <w:r>
        <w:rPr>
          <w:i/>
        </w:rPr>
        <w:t>)</w:t>
      </w:r>
    </w:p>
    <w:tbl>
      <w:tblPr>
        <w:tblW w:w="9860" w:type="dxa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70"/>
        <w:gridCol w:w="1857"/>
        <w:gridCol w:w="3433"/>
      </w:tblGrid>
      <w:tr w:rsidR="00281FD9" w14:paraId="4D0772C4" w14:textId="77777777" w:rsidTr="008820DE">
        <w:trPr>
          <w:trHeight w:val="750"/>
        </w:trPr>
        <w:tc>
          <w:tcPr>
            <w:tcW w:w="4570" w:type="dxa"/>
          </w:tcPr>
          <w:p w14:paraId="17C413B8" w14:textId="77777777" w:rsidR="00281FD9" w:rsidRPr="00BE1FEA" w:rsidRDefault="00281FD9" w:rsidP="008820DE">
            <w:pPr>
              <w:pStyle w:val="TableParagraph"/>
              <w:spacing w:before="9"/>
              <w:rPr>
                <w:i/>
                <w:sz w:val="32"/>
              </w:rPr>
            </w:pPr>
          </w:p>
          <w:p w14:paraId="58354AFD" w14:textId="77777777" w:rsidR="00281FD9" w:rsidRPr="00BE1FEA" w:rsidRDefault="00281FD9" w:rsidP="008820DE">
            <w:pPr>
              <w:pStyle w:val="TableParagraph"/>
              <w:ind w:left="107"/>
              <w:jc w:val="center"/>
              <w:rPr>
                <w:b/>
              </w:rPr>
            </w:pPr>
            <w:r w:rsidRPr="00BE1FEA">
              <w:rPr>
                <w:b/>
              </w:rPr>
              <w:t>Наименование</w:t>
            </w:r>
            <w:r w:rsidRPr="00BE1FEA">
              <w:rPr>
                <w:b/>
                <w:spacing w:val="-1"/>
              </w:rPr>
              <w:t xml:space="preserve"> </w:t>
            </w:r>
            <w:r w:rsidRPr="00BE1FEA">
              <w:rPr>
                <w:b/>
              </w:rPr>
              <w:t>учебного</w:t>
            </w:r>
            <w:r w:rsidRPr="00BE1FEA">
              <w:rPr>
                <w:b/>
                <w:spacing w:val="-3"/>
              </w:rPr>
              <w:t xml:space="preserve"> </w:t>
            </w:r>
            <w:r w:rsidRPr="00BE1FEA">
              <w:rPr>
                <w:b/>
              </w:rPr>
              <w:t>предмета</w:t>
            </w:r>
          </w:p>
        </w:tc>
        <w:tc>
          <w:tcPr>
            <w:tcW w:w="1857" w:type="dxa"/>
          </w:tcPr>
          <w:p w14:paraId="0F8AC140" w14:textId="77777777" w:rsidR="00281FD9" w:rsidRPr="00BE1FEA" w:rsidRDefault="00281FD9" w:rsidP="008820DE">
            <w:pPr>
              <w:pStyle w:val="TableParagraph"/>
              <w:spacing w:before="11"/>
              <w:rPr>
                <w:i/>
                <w:sz w:val="21"/>
              </w:rPr>
            </w:pPr>
          </w:p>
          <w:p w14:paraId="592478F5" w14:textId="77777777" w:rsidR="00281FD9" w:rsidRPr="00BE1FEA" w:rsidRDefault="00281FD9" w:rsidP="008820DE">
            <w:pPr>
              <w:pStyle w:val="TableParagraph"/>
              <w:ind w:left="142"/>
              <w:jc w:val="center"/>
              <w:rPr>
                <w:b/>
              </w:rPr>
            </w:pPr>
            <w:r w:rsidRPr="00BE1FEA">
              <w:rPr>
                <w:b/>
              </w:rPr>
              <w:t>Отметка</w:t>
            </w:r>
            <w:r w:rsidRPr="00BE1FEA">
              <w:rPr>
                <w:b/>
                <w:spacing w:val="-52"/>
              </w:rPr>
              <w:t xml:space="preserve"> </w:t>
            </w:r>
            <w:r w:rsidRPr="00BE1FEA">
              <w:rPr>
                <w:b/>
              </w:rPr>
              <w:t>о</w:t>
            </w:r>
            <w:r w:rsidRPr="00BE1FEA">
              <w:rPr>
                <w:b/>
                <w:spacing w:val="-11"/>
              </w:rPr>
              <w:t xml:space="preserve"> </w:t>
            </w:r>
            <w:r w:rsidRPr="00BE1FEA">
              <w:rPr>
                <w:b/>
              </w:rPr>
              <w:t>выборе</w:t>
            </w:r>
          </w:p>
        </w:tc>
        <w:tc>
          <w:tcPr>
            <w:tcW w:w="3433" w:type="dxa"/>
          </w:tcPr>
          <w:p w14:paraId="67413E7F" w14:textId="77777777" w:rsidR="00281FD9" w:rsidRPr="00BE1FEA" w:rsidRDefault="00281FD9" w:rsidP="008820DE">
            <w:pPr>
              <w:pStyle w:val="TableParagraph"/>
              <w:spacing w:before="11"/>
              <w:jc w:val="center"/>
              <w:rPr>
                <w:i/>
                <w:sz w:val="21"/>
              </w:rPr>
            </w:pPr>
            <w:r>
              <w:rPr>
                <w:b/>
              </w:rPr>
              <w:t>Дата проведения ЕГЭ в соответствии с единым расписанием проведения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ЕГЭ</w:t>
            </w:r>
          </w:p>
        </w:tc>
      </w:tr>
      <w:tr w:rsidR="008820DE" w14:paraId="24EEECF0" w14:textId="77777777" w:rsidTr="008820DE">
        <w:trPr>
          <w:trHeight w:val="285"/>
        </w:trPr>
        <w:tc>
          <w:tcPr>
            <w:tcW w:w="4570" w:type="dxa"/>
          </w:tcPr>
          <w:p w14:paraId="31CAA0DF" w14:textId="77777777"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Русский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1857" w:type="dxa"/>
          </w:tcPr>
          <w:p w14:paraId="458A526B" w14:textId="77777777"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6688B0AE" w14:textId="77777777" w:rsidR="008820DE" w:rsidRDefault="008820DE" w:rsidP="008820DE">
            <w:pPr>
              <w:pStyle w:val="TableParagraph"/>
              <w:jc w:val="center"/>
            </w:pPr>
          </w:p>
        </w:tc>
      </w:tr>
      <w:tr w:rsidR="008820DE" w14:paraId="3F9C3B69" w14:textId="77777777" w:rsidTr="008820DE">
        <w:trPr>
          <w:trHeight w:val="285"/>
        </w:trPr>
        <w:tc>
          <w:tcPr>
            <w:tcW w:w="4570" w:type="dxa"/>
          </w:tcPr>
          <w:p w14:paraId="7D0471F9" w14:textId="77777777"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Физика</w:t>
            </w:r>
          </w:p>
        </w:tc>
        <w:tc>
          <w:tcPr>
            <w:tcW w:w="1857" w:type="dxa"/>
          </w:tcPr>
          <w:p w14:paraId="2E9565E7" w14:textId="77777777"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34731FEB" w14:textId="77777777" w:rsidR="008820DE" w:rsidRDefault="008820DE" w:rsidP="008820DE">
            <w:pPr>
              <w:pStyle w:val="TableParagraph"/>
              <w:jc w:val="center"/>
            </w:pPr>
          </w:p>
        </w:tc>
      </w:tr>
      <w:tr w:rsidR="008820DE" w14:paraId="14A051B9" w14:textId="77777777" w:rsidTr="008820DE">
        <w:trPr>
          <w:trHeight w:val="285"/>
        </w:trPr>
        <w:tc>
          <w:tcPr>
            <w:tcW w:w="4570" w:type="dxa"/>
          </w:tcPr>
          <w:p w14:paraId="679FF818" w14:textId="77777777"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Химия</w:t>
            </w:r>
          </w:p>
        </w:tc>
        <w:tc>
          <w:tcPr>
            <w:tcW w:w="1857" w:type="dxa"/>
          </w:tcPr>
          <w:p w14:paraId="7EFD9F76" w14:textId="77777777"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62DB5D8A" w14:textId="77777777" w:rsidR="008820DE" w:rsidRDefault="008820DE" w:rsidP="008820DE">
            <w:pPr>
              <w:pStyle w:val="TableParagraph"/>
              <w:jc w:val="center"/>
            </w:pPr>
          </w:p>
        </w:tc>
      </w:tr>
      <w:tr w:rsidR="008820DE" w14:paraId="2DB302D3" w14:textId="77777777" w:rsidTr="008820DE">
        <w:trPr>
          <w:trHeight w:val="285"/>
        </w:trPr>
        <w:tc>
          <w:tcPr>
            <w:tcW w:w="4570" w:type="dxa"/>
          </w:tcPr>
          <w:p w14:paraId="656BF0D5" w14:textId="77777777"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Английский</w:t>
            </w:r>
            <w:r w:rsidRPr="00BE1FEA">
              <w:rPr>
                <w:spacing w:val="-4"/>
              </w:rPr>
              <w:t xml:space="preserve"> </w:t>
            </w:r>
            <w:r>
              <w:t>язык</w:t>
            </w:r>
            <w:r w:rsidRPr="00BE1FEA">
              <w:rPr>
                <w:spacing w:val="-4"/>
              </w:rPr>
              <w:t xml:space="preserve"> </w:t>
            </w:r>
            <w:r>
              <w:t>(письменная</w:t>
            </w:r>
            <w:r w:rsidRPr="00BE1FEA">
              <w:rPr>
                <w:spacing w:val="-3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14:paraId="79031848" w14:textId="77777777"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06C77A7F" w14:textId="77777777" w:rsidR="008820DE" w:rsidRDefault="008820DE" w:rsidP="008820DE">
            <w:pPr>
              <w:pStyle w:val="TableParagraph"/>
              <w:jc w:val="center"/>
            </w:pPr>
          </w:p>
        </w:tc>
      </w:tr>
      <w:tr w:rsidR="008820DE" w14:paraId="79A371BC" w14:textId="77777777" w:rsidTr="008820DE">
        <w:trPr>
          <w:trHeight w:val="285"/>
        </w:trPr>
        <w:tc>
          <w:tcPr>
            <w:tcW w:w="4570" w:type="dxa"/>
          </w:tcPr>
          <w:p w14:paraId="47802454" w14:textId="77777777"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Немецкий</w:t>
            </w:r>
            <w:r w:rsidRPr="00BE1FEA">
              <w:rPr>
                <w:spacing w:val="-2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14:paraId="19FE95E4" w14:textId="77777777"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56C90A78" w14:textId="77777777" w:rsidR="008820DE" w:rsidRDefault="008820DE" w:rsidP="008820DE">
            <w:pPr>
              <w:pStyle w:val="TableParagraph"/>
              <w:jc w:val="center"/>
            </w:pPr>
          </w:p>
        </w:tc>
      </w:tr>
      <w:tr w:rsidR="008820DE" w14:paraId="26035D0F" w14:textId="77777777" w:rsidTr="008820DE">
        <w:trPr>
          <w:trHeight w:val="285"/>
        </w:trPr>
        <w:tc>
          <w:tcPr>
            <w:tcW w:w="4570" w:type="dxa"/>
          </w:tcPr>
          <w:p w14:paraId="0E4F38D4" w14:textId="77777777"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Французский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  <w:r w:rsidRPr="00BE1FEA">
              <w:rPr>
                <w:spacing w:val="-4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14:paraId="1043D67D" w14:textId="77777777"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1588391A" w14:textId="77777777" w:rsidR="008820DE" w:rsidRDefault="008820DE" w:rsidP="008820DE">
            <w:pPr>
              <w:pStyle w:val="TableParagraph"/>
              <w:jc w:val="center"/>
            </w:pPr>
          </w:p>
        </w:tc>
      </w:tr>
      <w:tr w:rsidR="008820DE" w14:paraId="0BCAD0E9" w14:textId="77777777" w:rsidTr="008820DE">
        <w:trPr>
          <w:trHeight w:val="285"/>
        </w:trPr>
        <w:tc>
          <w:tcPr>
            <w:tcW w:w="4570" w:type="dxa"/>
          </w:tcPr>
          <w:p w14:paraId="6A15CE48" w14:textId="77777777"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Испанский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14:paraId="61978515" w14:textId="77777777"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0CD96A2C" w14:textId="77777777" w:rsidR="008820DE" w:rsidRDefault="008820DE" w:rsidP="008820DE">
            <w:pPr>
              <w:pStyle w:val="TableParagraph"/>
              <w:jc w:val="center"/>
            </w:pPr>
          </w:p>
        </w:tc>
      </w:tr>
      <w:tr w:rsidR="008820DE" w14:paraId="043A18E2" w14:textId="77777777" w:rsidTr="008820DE">
        <w:trPr>
          <w:trHeight w:val="285"/>
        </w:trPr>
        <w:tc>
          <w:tcPr>
            <w:tcW w:w="4570" w:type="dxa"/>
          </w:tcPr>
          <w:p w14:paraId="7EBD3396" w14:textId="77777777"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Китайский</w:t>
            </w:r>
            <w:r w:rsidRPr="00BE1FEA">
              <w:rPr>
                <w:spacing w:val="-2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14:paraId="3B71037E" w14:textId="77777777"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799FD84E" w14:textId="77777777" w:rsidR="008820DE" w:rsidRDefault="008820DE" w:rsidP="008820DE">
            <w:pPr>
              <w:pStyle w:val="TableParagraph"/>
              <w:jc w:val="center"/>
            </w:pPr>
          </w:p>
        </w:tc>
      </w:tr>
      <w:tr w:rsidR="008820DE" w14:paraId="5DA7B9A6" w14:textId="77777777" w:rsidTr="008820DE">
        <w:trPr>
          <w:trHeight w:val="285"/>
        </w:trPr>
        <w:tc>
          <w:tcPr>
            <w:tcW w:w="4570" w:type="dxa"/>
          </w:tcPr>
          <w:p w14:paraId="43D942FC" w14:textId="77777777"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Литература</w:t>
            </w:r>
          </w:p>
        </w:tc>
        <w:tc>
          <w:tcPr>
            <w:tcW w:w="1857" w:type="dxa"/>
          </w:tcPr>
          <w:p w14:paraId="00EB8FD3" w14:textId="77777777"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67F92FB2" w14:textId="77777777" w:rsidR="008820DE" w:rsidRDefault="008820DE" w:rsidP="008820DE">
            <w:pPr>
              <w:pStyle w:val="TableParagraph"/>
              <w:jc w:val="center"/>
            </w:pPr>
          </w:p>
        </w:tc>
      </w:tr>
      <w:tr w:rsidR="008820DE" w14:paraId="21B0607D" w14:textId="77777777" w:rsidTr="008820DE">
        <w:trPr>
          <w:trHeight w:val="285"/>
        </w:trPr>
        <w:tc>
          <w:tcPr>
            <w:tcW w:w="4570" w:type="dxa"/>
          </w:tcPr>
          <w:p w14:paraId="0689EF86" w14:textId="77777777"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Информатика</w:t>
            </w:r>
          </w:p>
        </w:tc>
        <w:tc>
          <w:tcPr>
            <w:tcW w:w="1857" w:type="dxa"/>
          </w:tcPr>
          <w:p w14:paraId="74B68F77" w14:textId="77777777"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1AAAB361" w14:textId="77777777" w:rsidR="008820DE" w:rsidRDefault="008820DE" w:rsidP="008820DE">
            <w:pPr>
              <w:pStyle w:val="TableParagraph"/>
              <w:jc w:val="center"/>
            </w:pPr>
          </w:p>
        </w:tc>
      </w:tr>
      <w:tr w:rsidR="00281FD9" w14:paraId="781D45CB" w14:textId="77777777" w:rsidTr="008820DE">
        <w:trPr>
          <w:trHeight w:val="285"/>
        </w:trPr>
        <w:tc>
          <w:tcPr>
            <w:tcW w:w="4570" w:type="dxa"/>
          </w:tcPr>
          <w:p w14:paraId="0672637F" w14:textId="77777777"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Математика</w:t>
            </w:r>
            <w:r>
              <w:rPr>
                <w:spacing w:val="-5"/>
              </w:rPr>
              <w:t xml:space="preserve"> </w:t>
            </w:r>
            <w:r>
              <w:t>(профильный</w:t>
            </w:r>
            <w:r>
              <w:rPr>
                <w:spacing w:val="-3"/>
              </w:rPr>
              <w:t xml:space="preserve"> </w:t>
            </w:r>
            <w:r>
              <w:t>уровень)</w:t>
            </w:r>
          </w:p>
        </w:tc>
        <w:tc>
          <w:tcPr>
            <w:tcW w:w="1857" w:type="dxa"/>
          </w:tcPr>
          <w:p w14:paraId="6D5FA892" w14:textId="77777777"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09D2D40A" w14:textId="77777777"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14:paraId="728C48A9" w14:textId="77777777" w:rsidTr="008820DE">
        <w:trPr>
          <w:trHeight w:val="285"/>
        </w:trPr>
        <w:tc>
          <w:tcPr>
            <w:tcW w:w="4570" w:type="dxa"/>
          </w:tcPr>
          <w:p w14:paraId="160B6580" w14:textId="77777777"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Биология</w:t>
            </w:r>
          </w:p>
        </w:tc>
        <w:tc>
          <w:tcPr>
            <w:tcW w:w="1857" w:type="dxa"/>
          </w:tcPr>
          <w:p w14:paraId="4E419094" w14:textId="77777777"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445456A1" w14:textId="77777777"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14:paraId="48EF7DB7" w14:textId="77777777" w:rsidTr="008820DE">
        <w:trPr>
          <w:trHeight w:val="287"/>
        </w:trPr>
        <w:tc>
          <w:tcPr>
            <w:tcW w:w="4570" w:type="dxa"/>
          </w:tcPr>
          <w:p w14:paraId="0ACC63FF" w14:textId="77777777" w:rsidR="00281FD9" w:rsidRDefault="00281FD9" w:rsidP="008820DE">
            <w:pPr>
              <w:pStyle w:val="TableParagraph"/>
              <w:spacing w:line="249" w:lineRule="exact"/>
              <w:ind w:left="107"/>
            </w:pPr>
            <w:r>
              <w:t>История</w:t>
            </w:r>
          </w:p>
        </w:tc>
        <w:tc>
          <w:tcPr>
            <w:tcW w:w="1857" w:type="dxa"/>
          </w:tcPr>
          <w:p w14:paraId="5E24F6FD" w14:textId="77777777"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4B244172" w14:textId="77777777"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14:paraId="4810C12E" w14:textId="77777777" w:rsidTr="008820DE">
        <w:trPr>
          <w:trHeight w:val="285"/>
        </w:trPr>
        <w:tc>
          <w:tcPr>
            <w:tcW w:w="4570" w:type="dxa"/>
          </w:tcPr>
          <w:p w14:paraId="26B6C460" w14:textId="77777777"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География</w:t>
            </w:r>
          </w:p>
        </w:tc>
        <w:tc>
          <w:tcPr>
            <w:tcW w:w="1857" w:type="dxa"/>
          </w:tcPr>
          <w:p w14:paraId="4C986A1F" w14:textId="77777777"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0E2BF989" w14:textId="77777777"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14:paraId="163BAC87" w14:textId="77777777" w:rsidTr="008820DE">
        <w:trPr>
          <w:trHeight w:val="285"/>
        </w:trPr>
        <w:tc>
          <w:tcPr>
            <w:tcW w:w="4570" w:type="dxa"/>
          </w:tcPr>
          <w:p w14:paraId="45CFD555" w14:textId="77777777" w:rsidR="00281FD9" w:rsidRDefault="008820DE" w:rsidP="008820DE">
            <w:pPr>
              <w:pStyle w:val="TableParagraph"/>
              <w:spacing w:line="247" w:lineRule="exact"/>
              <w:ind w:left="107"/>
            </w:pPr>
            <w:r>
              <w:t>Обществознание</w:t>
            </w:r>
          </w:p>
        </w:tc>
        <w:tc>
          <w:tcPr>
            <w:tcW w:w="1857" w:type="dxa"/>
          </w:tcPr>
          <w:p w14:paraId="5137ECA1" w14:textId="77777777"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697DB2A7" w14:textId="77777777"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14:paraId="3E28A25B" w14:textId="77777777" w:rsidTr="008820DE">
        <w:trPr>
          <w:trHeight w:val="287"/>
        </w:trPr>
        <w:tc>
          <w:tcPr>
            <w:tcW w:w="4570" w:type="dxa"/>
          </w:tcPr>
          <w:p w14:paraId="0A567430" w14:textId="77777777" w:rsidR="00281FD9" w:rsidRDefault="00281FD9" w:rsidP="008820DE">
            <w:pPr>
              <w:pStyle w:val="TableParagraph"/>
              <w:spacing w:line="249" w:lineRule="exact"/>
              <w:ind w:left="107"/>
            </w:pPr>
            <w:r>
              <w:t>Математика</w:t>
            </w:r>
            <w:r>
              <w:rPr>
                <w:spacing w:val="-4"/>
              </w:rPr>
              <w:t xml:space="preserve"> </w:t>
            </w:r>
            <w:r>
              <w:t>(базовый</w:t>
            </w:r>
            <w:r>
              <w:rPr>
                <w:spacing w:val="-3"/>
              </w:rPr>
              <w:t xml:space="preserve"> </w:t>
            </w:r>
            <w:r>
              <w:t>уровень)</w:t>
            </w:r>
          </w:p>
        </w:tc>
        <w:tc>
          <w:tcPr>
            <w:tcW w:w="1857" w:type="dxa"/>
          </w:tcPr>
          <w:p w14:paraId="31B4114E" w14:textId="77777777"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6408BC31" w14:textId="77777777"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14:paraId="404C1866" w14:textId="77777777" w:rsidTr="008820DE">
        <w:trPr>
          <w:trHeight w:val="285"/>
        </w:trPr>
        <w:tc>
          <w:tcPr>
            <w:tcW w:w="4570" w:type="dxa"/>
          </w:tcPr>
          <w:p w14:paraId="37E94EE2" w14:textId="77777777"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Английский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(устная</w:t>
            </w:r>
            <w:r>
              <w:rPr>
                <w:spacing w:val="-4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14:paraId="0C83F511" w14:textId="77777777"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3D5D5329" w14:textId="77777777"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14:paraId="5B580180" w14:textId="77777777" w:rsidTr="008820DE">
        <w:trPr>
          <w:trHeight w:val="285"/>
        </w:trPr>
        <w:tc>
          <w:tcPr>
            <w:tcW w:w="4570" w:type="dxa"/>
          </w:tcPr>
          <w:p w14:paraId="4250C5FD" w14:textId="77777777"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Немецкий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  <w:r>
              <w:rPr>
                <w:spacing w:val="-1"/>
              </w:rPr>
              <w:t xml:space="preserve"> </w:t>
            </w:r>
            <w:r>
              <w:t>(устная</w:t>
            </w:r>
            <w:r>
              <w:rPr>
                <w:spacing w:val="-1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14:paraId="2FC858F2" w14:textId="77777777"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3409142E" w14:textId="77777777"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14:paraId="0F8957A6" w14:textId="77777777" w:rsidTr="008820DE">
        <w:trPr>
          <w:trHeight w:val="287"/>
        </w:trPr>
        <w:tc>
          <w:tcPr>
            <w:tcW w:w="4570" w:type="dxa"/>
          </w:tcPr>
          <w:p w14:paraId="5A3E6EB4" w14:textId="77777777" w:rsidR="00281FD9" w:rsidRDefault="00281FD9" w:rsidP="008820DE">
            <w:pPr>
              <w:pStyle w:val="TableParagraph"/>
              <w:spacing w:line="249" w:lineRule="exact"/>
              <w:ind w:left="107"/>
            </w:pPr>
            <w:r>
              <w:t>Французский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(устная</w:t>
            </w:r>
            <w:r>
              <w:rPr>
                <w:spacing w:val="-1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14:paraId="2829DC1D" w14:textId="77777777"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68EE0D83" w14:textId="77777777"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14:paraId="437BC5EE" w14:textId="77777777" w:rsidTr="008820DE">
        <w:trPr>
          <w:trHeight w:val="285"/>
        </w:trPr>
        <w:tc>
          <w:tcPr>
            <w:tcW w:w="4570" w:type="dxa"/>
          </w:tcPr>
          <w:p w14:paraId="22F434DA" w14:textId="77777777"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Испанский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1"/>
              </w:rPr>
              <w:t xml:space="preserve"> </w:t>
            </w:r>
            <w:r>
              <w:t>(устная</w:t>
            </w:r>
            <w:r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14:paraId="0D9C55DB" w14:textId="77777777"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4196710D" w14:textId="77777777"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14:paraId="3E605274" w14:textId="77777777" w:rsidTr="008820DE">
        <w:trPr>
          <w:trHeight w:val="285"/>
        </w:trPr>
        <w:tc>
          <w:tcPr>
            <w:tcW w:w="4570" w:type="dxa"/>
          </w:tcPr>
          <w:p w14:paraId="7E651CDD" w14:textId="77777777"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Китайский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(устная часть)</w:t>
            </w:r>
          </w:p>
        </w:tc>
        <w:tc>
          <w:tcPr>
            <w:tcW w:w="1857" w:type="dxa"/>
          </w:tcPr>
          <w:p w14:paraId="08114F96" w14:textId="77777777"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Align w:val="center"/>
          </w:tcPr>
          <w:p w14:paraId="1B26E65E" w14:textId="77777777"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14:paraId="10480FB9" w14:textId="77777777" w:rsidR="00281FD9" w:rsidRPr="00F4706C" w:rsidRDefault="00281FD9" w:rsidP="00281FD9">
      <w:pPr>
        <w:pStyle w:val="a8"/>
        <w:spacing w:before="90" w:line="242" w:lineRule="auto"/>
        <w:jc w:val="both"/>
        <w:rPr>
          <w:sz w:val="24"/>
        </w:rPr>
      </w:pPr>
      <w:r w:rsidRPr="00F4706C">
        <w:rPr>
          <w:sz w:val="24"/>
        </w:rPr>
        <w:t>Прошу</w:t>
      </w:r>
      <w:r w:rsidRPr="00F4706C">
        <w:rPr>
          <w:spacing w:val="13"/>
          <w:sz w:val="24"/>
        </w:rPr>
        <w:t xml:space="preserve"> </w:t>
      </w:r>
      <w:r w:rsidRPr="00F4706C">
        <w:rPr>
          <w:sz w:val="24"/>
        </w:rPr>
        <w:t>организовать</w:t>
      </w:r>
      <w:r w:rsidRPr="00F4706C">
        <w:rPr>
          <w:spacing w:val="19"/>
          <w:sz w:val="24"/>
        </w:rPr>
        <w:t xml:space="preserve"> </w:t>
      </w:r>
      <w:r w:rsidRPr="00F4706C">
        <w:rPr>
          <w:sz w:val="24"/>
        </w:rPr>
        <w:t>проведение</w:t>
      </w:r>
      <w:r w:rsidRPr="00F4706C">
        <w:rPr>
          <w:spacing w:val="17"/>
          <w:sz w:val="24"/>
        </w:rPr>
        <w:t xml:space="preserve"> </w:t>
      </w:r>
      <w:r w:rsidRPr="00F4706C">
        <w:rPr>
          <w:sz w:val="24"/>
        </w:rPr>
        <w:t>экзаменов</w:t>
      </w:r>
      <w:r w:rsidRPr="00F4706C">
        <w:rPr>
          <w:spacing w:val="17"/>
          <w:sz w:val="24"/>
        </w:rPr>
        <w:t xml:space="preserve"> </w:t>
      </w:r>
      <w:r w:rsidRPr="00F4706C">
        <w:rPr>
          <w:sz w:val="24"/>
        </w:rPr>
        <w:t>в</w:t>
      </w:r>
      <w:r w:rsidRPr="00F4706C">
        <w:rPr>
          <w:spacing w:val="25"/>
          <w:sz w:val="24"/>
        </w:rPr>
        <w:t xml:space="preserve"> </w:t>
      </w:r>
      <w:r w:rsidRPr="00F4706C">
        <w:rPr>
          <w:sz w:val="24"/>
        </w:rPr>
        <w:t>условиях,</w:t>
      </w:r>
      <w:r w:rsidRPr="00F4706C">
        <w:rPr>
          <w:spacing w:val="22"/>
          <w:sz w:val="24"/>
        </w:rPr>
        <w:t xml:space="preserve"> </w:t>
      </w:r>
      <w:r w:rsidRPr="00F4706C">
        <w:rPr>
          <w:sz w:val="24"/>
        </w:rPr>
        <w:t>учитывающих</w:t>
      </w:r>
      <w:r w:rsidRPr="00F4706C">
        <w:rPr>
          <w:spacing w:val="20"/>
          <w:sz w:val="24"/>
        </w:rPr>
        <w:t xml:space="preserve"> </w:t>
      </w:r>
      <w:r w:rsidRPr="00F4706C">
        <w:rPr>
          <w:sz w:val="24"/>
        </w:rPr>
        <w:t>состояние</w:t>
      </w:r>
      <w:r w:rsidRPr="00F4706C">
        <w:rPr>
          <w:spacing w:val="17"/>
          <w:sz w:val="24"/>
        </w:rPr>
        <w:t xml:space="preserve"> </w:t>
      </w:r>
      <w:r w:rsidRPr="00F4706C">
        <w:rPr>
          <w:sz w:val="24"/>
        </w:rPr>
        <w:t>моего</w:t>
      </w:r>
      <w:r w:rsidRPr="00F4706C">
        <w:rPr>
          <w:spacing w:val="18"/>
          <w:sz w:val="24"/>
        </w:rPr>
        <w:t xml:space="preserve"> </w:t>
      </w:r>
      <w:r w:rsidRPr="00F4706C">
        <w:rPr>
          <w:sz w:val="24"/>
        </w:rPr>
        <w:t>здоровья,</w:t>
      </w:r>
      <w:r w:rsidRPr="00F4706C">
        <w:rPr>
          <w:spacing w:val="-57"/>
          <w:sz w:val="24"/>
        </w:rPr>
        <w:t xml:space="preserve"> </w:t>
      </w:r>
      <w:r w:rsidRPr="00F4706C">
        <w:rPr>
          <w:sz w:val="24"/>
        </w:rPr>
        <w:t>особенности психофизического развития, подтверждаемые:</w:t>
      </w:r>
    </w:p>
    <w:tbl>
      <w:tblPr>
        <w:tblpPr w:leftFromText="180" w:rightFromText="180" w:vertAnchor="text" w:horzAnchor="margin" w:tblpY="2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"/>
      </w:tblGrid>
      <w:tr w:rsidR="00281FD9" w:rsidRPr="008166B8" w14:paraId="27D253BC" w14:textId="77777777" w:rsidTr="008820DE">
        <w:trPr>
          <w:trHeight w:val="348"/>
        </w:trPr>
        <w:tc>
          <w:tcPr>
            <w:tcW w:w="376" w:type="dxa"/>
          </w:tcPr>
          <w:p w14:paraId="378FEF0B" w14:textId="77777777" w:rsidR="00281FD9" w:rsidRPr="008166B8" w:rsidRDefault="00281FD9" w:rsidP="008820DE">
            <w:pPr>
              <w:jc w:val="both"/>
              <w:rPr>
                <w:sz w:val="22"/>
                <w:szCs w:val="22"/>
              </w:rPr>
            </w:pPr>
          </w:p>
        </w:tc>
      </w:tr>
    </w:tbl>
    <w:p w14:paraId="4AE32BDD" w14:textId="77777777" w:rsidR="00281FD9" w:rsidRPr="008166B8" w:rsidRDefault="00281FD9" w:rsidP="00281FD9">
      <w:pPr>
        <w:jc w:val="both"/>
        <w:rPr>
          <w:sz w:val="22"/>
          <w:szCs w:val="22"/>
        </w:rPr>
      </w:pPr>
    </w:p>
    <w:p w14:paraId="08168B97" w14:textId="77777777" w:rsidR="00281FD9" w:rsidRPr="008166B8" w:rsidRDefault="00281FD9" w:rsidP="00281FD9">
      <w:pPr>
        <w:jc w:val="both"/>
      </w:pPr>
      <w:r w:rsidRPr="008166B8">
        <w:t xml:space="preserve">оригиналом или надлежащим образом заверенной копией рекомендаций </w:t>
      </w:r>
      <w:r>
        <w:t>ПМПК</w:t>
      </w:r>
    </w:p>
    <w:p w14:paraId="63F5CC36" w14:textId="77777777" w:rsidR="00281FD9" w:rsidRPr="008166B8" w:rsidRDefault="00281FD9" w:rsidP="00281FD9">
      <w:pPr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"/>
      </w:tblGrid>
      <w:tr w:rsidR="00281FD9" w:rsidRPr="008166B8" w14:paraId="3826F000" w14:textId="77777777" w:rsidTr="008820DE">
        <w:trPr>
          <w:trHeight w:val="353"/>
        </w:trPr>
        <w:tc>
          <w:tcPr>
            <w:tcW w:w="376" w:type="dxa"/>
          </w:tcPr>
          <w:p w14:paraId="67A821D6" w14:textId="77777777" w:rsidR="00281FD9" w:rsidRPr="008166B8" w:rsidRDefault="00281FD9" w:rsidP="008820DE">
            <w:pPr>
              <w:jc w:val="both"/>
              <w:rPr>
                <w:sz w:val="22"/>
                <w:szCs w:val="22"/>
              </w:rPr>
            </w:pPr>
          </w:p>
        </w:tc>
      </w:tr>
    </w:tbl>
    <w:p w14:paraId="48D200FF" w14:textId="77777777" w:rsidR="00281FD9" w:rsidRPr="008166B8" w:rsidRDefault="00281FD9" w:rsidP="00281FD9">
      <w:pPr>
        <w:jc w:val="both"/>
      </w:pPr>
      <w:r w:rsidRPr="008166B8">
        <w:t xml:space="preserve">оригиналом или надлежащим образом заверенной копией справки, подтверждающей факт установления инвалидности, выданной </w:t>
      </w:r>
      <w:r>
        <w:t>ФГУ МСЭ</w:t>
      </w:r>
    </w:p>
    <w:p w14:paraId="3B7D1E0A" w14:textId="77777777" w:rsidR="00281FD9" w:rsidRDefault="00281FD9" w:rsidP="00281FD9">
      <w:pPr>
        <w:pStyle w:val="a8"/>
        <w:spacing w:before="196"/>
        <w:jc w:val="left"/>
        <w:rPr>
          <w:sz w:val="24"/>
        </w:rPr>
      </w:pPr>
    </w:p>
    <w:p w14:paraId="49F63295" w14:textId="77777777" w:rsidR="00281FD9" w:rsidRPr="00F4706C" w:rsidRDefault="00281FD9" w:rsidP="00281FD9">
      <w:pPr>
        <w:pStyle w:val="a8"/>
        <w:spacing w:before="196"/>
        <w:jc w:val="left"/>
        <w:rPr>
          <w:i/>
          <w:sz w:val="24"/>
        </w:rPr>
      </w:pPr>
      <w:r w:rsidRPr="00F4706C">
        <w:rPr>
          <w:sz w:val="24"/>
        </w:rPr>
        <w:t>Необходимые</w:t>
      </w:r>
      <w:r w:rsidRPr="00F4706C">
        <w:rPr>
          <w:spacing w:val="-7"/>
          <w:sz w:val="24"/>
        </w:rPr>
        <w:t xml:space="preserve"> </w:t>
      </w:r>
      <w:r w:rsidRPr="00F4706C">
        <w:rPr>
          <w:sz w:val="24"/>
        </w:rPr>
        <w:t>условия</w:t>
      </w:r>
      <w:r w:rsidRPr="00F4706C">
        <w:rPr>
          <w:spacing w:val="-5"/>
          <w:sz w:val="24"/>
        </w:rPr>
        <w:t xml:space="preserve"> </w:t>
      </w:r>
      <w:r w:rsidRPr="00F4706C">
        <w:rPr>
          <w:sz w:val="24"/>
        </w:rPr>
        <w:t>проведения</w:t>
      </w:r>
      <w:r w:rsidRPr="00F4706C">
        <w:rPr>
          <w:spacing w:val="-5"/>
          <w:sz w:val="24"/>
        </w:rPr>
        <w:t xml:space="preserve"> </w:t>
      </w:r>
      <w:r w:rsidRPr="00F4706C">
        <w:rPr>
          <w:sz w:val="24"/>
        </w:rPr>
        <w:t>экзаменов</w:t>
      </w:r>
      <w:r w:rsidRPr="00F4706C">
        <w:rPr>
          <w:i/>
          <w:sz w:val="24"/>
        </w:rPr>
        <w:t>:</w:t>
      </w:r>
    </w:p>
    <w:p w14:paraId="04FF6CE0" w14:textId="77777777" w:rsidR="00281FD9" w:rsidRPr="008166B8" w:rsidRDefault="00281FD9" w:rsidP="00281FD9">
      <w:pPr>
        <w:rPr>
          <w:sz w:val="22"/>
          <w:szCs w:val="22"/>
        </w:rPr>
      </w:pPr>
    </w:p>
    <w:tbl>
      <w:tblPr>
        <w:tblpPr w:leftFromText="180" w:rightFromText="180" w:vertAnchor="text" w:horzAnchor="margin" w:tblpY="-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</w:tblGrid>
      <w:tr w:rsidR="00281FD9" w:rsidRPr="008166B8" w14:paraId="6F081E16" w14:textId="77777777" w:rsidTr="008820DE">
        <w:trPr>
          <w:trHeight w:val="420"/>
        </w:trPr>
        <w:tc>
          <w:tcPr>
            <w:tcW w:w="447" w:type="dxa"/>
          </w:tcPr>
          <w:p w14:paraId="560092AF" w14:textId="77777777" w:rsidR="00281FD9" w:rsidRPr="008166B8" w:rsidRDefault="00281FD9" w:rsidP="008820DE">
            <w:pPr>
              <w:rPr>
                <w:sz w:val="22"/>
                <w:szCs w:val="22"/>
              </w:rPr>
            </w:pPr>
          </w:p>
        </w:tc>
      </w:tr>
    </w:tbl>
    <w:p w14:paraId="25771C05" w14:textId="77777777" w:rsidR="00281FD9" w:rsidRPr="008166B8" w:rsidRDefault="00281FD9" w:rsidP="00281FD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</w:t>
      </w:r>
    </w:p>
    <w:tbl>
      <w:tblPr>
        <w:tblpPr w:leftFromText="180" w:rightFromText="180" w:vertAnchor="text" w:horzAnchor="margin" w:tblpY="2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"/>
      </w:tblGrid>
      <w:tr w:rsidR="00281FD9" w:rsidRPr="008166B8" w14:paraId="2C60505E" w14:textId="77777777" w:rsidTr="008820DE">
        <w:trPr>
          <w:trHeight w:val="420"/>
        </w:trPr>
        <w:tc>
          <w:tcPr>
            <w:tcW w:w="429" w:type="dxa"/>
          </w:tcPr>
          <w:p w14:paraId="657AA030" w14:textId="77777777" w:rsidR="00281FD9" w:rsidRPr="008166B8" w:rsidRDefault="00281FD9" w:rsidP="008820DE">
            <w:pPr>
              <w:rPr>
                <w:sz w:val="22"/>
                <w:szCs w:val="22"/>
              </w:rPr>
            </w:pPr>
          </w:p>
        </w:tc>
      </w:tr>
    </w:tbl>
    <w:p w14:paraId="05F7F474" w14:textId="77777777" w:rsidR="00281FD9" w:rsidRDefault="00281FD9" w:rsidP="00281FD9">
      <w:pPr>
        <w:rPr>
          <w:sz w:val="22"/>
          <w:szCs w:val="22"/>
        </w:rPr>
      </w:pPr>
    </w:p>
    <w:p w14:paraId="1469B280" w14:textId="77777777" w:rsidR="00281FD9" w:rsidRPr="008166B8" w:rsidRDefault="00281FD9" w:rsidP="00281FD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</w:t>
      </w:r>
    </w:p>
    <w:tbl>
      <w:tblPr>
        <w:tblpPr w:leftFromText="180" w:rightFromText="180" w:vertAnchor="text" w:horzAnchor="margin" w:tblpY="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"/>
      </w:tblGrid>
      <w:tr w:rsidR="00281FD9" w:rsidRPr="008166B8" w14:paraId="11A1A452" w14:textId="77777777" w:rsidTr="008820DE">
        <w:trPr>
          <w:trHeight w:val="411"/>
        </w:trPr>
        <w:tc>
          <w:tcPr>
            <w:tcW w:w="448" w:type="dxa"/>
          </w:tcPr>
          <w:p w14:paraId="35F1A05B" w14:textId="77777777" w:rsidR="00281FD9" w:rsidRPr="008166B8" w:rsidRDefault="00281FD9" w:rsidP="008820DE">
            <w:pPr>
              <w:rPr>
                <w:sz w:val="22"/>
                <w:szCs w:val="22"/>
              </w:rPr>
            </w:pPr>
          </w:p>
        </w:tc>
      </w:tr>
    </w:tbl>
    <w:p w14:paraId="0129886D" w14:textId="77777777" w:rsidR="00281FD9" w:rsidRPr="008166B8" w:rsidRDefault="00281FD9" w:rsidP="00281FD9">
      <w:pPr>
        <w:rPr>
          <w:sz w:val="22"/>
          <w:szCs w:val="22"/>
        </w:rPr>
      </w:pPr>
    </w:p>
    <w:p w14:paraId="31637EA3" w14:textId="77777777" w:rsidR="00281FD9" w:rsidRPr="008166B8" w:rsidRDefault="00281FD9" w:rsidP="00281FD9">
      <w:pPr>
        <w:jc w:val="center"/>
        <w:rPr>
          <w:sz w:val="20"/>
          <w:szCs w:val="20"/>
        </w:rPr>
      </w:pPr>
      <w:r w:rsidRPr="008166B8">
        <w:rPr>
          <w:sz w:val="22"/>
          <w:szCs w:val="22"/>
        </w:rPr>
        <w:t>______________________________________________________________________________________</w:t>
      </w:r>
    </w:p>
    <w:p w14:paraId="50FE002B" w14:textId="77777777" w:rsidR="00281FD9" w:rsidRDefault="00281FD9" w:rsidP="00281FD9">
      <w:pPr>
        <w:spacing w:before="90"/>
        <w:ind w:left="-142" w:right="142"/>
        <w:jc w:val="both"/>
        <w:rPr>
          <w:b/>
          <w:sz w:val="22"/>
        </w:rPr>
      </w:pPr>
    </w:p>
    <w:p w14:paraId="3B594581" w14:textId="77777777" w:rsidR="00281FD9" w:rsidRPr="00285317" w:rsidRDefault="00281FD9" w:rsidP="00281FD9">
      <w:pPr>
        <w:spacing w:before="90"/>
        <w:ind w:left="-142" w:right="142"/>
        <w:jc w:val="both"/>
        <w:rPr>
          <w:b/>
        </w:rPr>
      </w:pPr>
      <w:r>
        <w:rPr>
          <w:b/>
          <w:sz w:val="22"/>
        </w:rPr>
        <w:lastRenderedPageBreak/>
        <w:t>Подтверждаю, что я проинформирован(а) о том, что предыдущий результат ЕГЭ по пересдаваемому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учебному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предмету,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полученный мною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текущем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году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(году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сдачи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экзамена)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(полученный мною</w:t>
      </w:r>
      <w:r>
        <w:rPr>
          <w:b/>
          <w:spacing w:val="-52"/>
          <w:sz w:val="22"/>
        </w:rPr>
        <w:t xml:space="preserve"> </w:t>
      </w:r>
      <w:r>
        <w:rPr>
          <w:b/>
          <w:sz w:val="22"/>
        </w:rPr>
        <w:t>в X классе в случае, установленном абзацем первым пункта 8 Порядка), аннулируется решением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председателя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ГЭК.</w:t>
      </w:r>
    </w:p>
    <w:p w14:paraId="6ACC39C8" w14:textId="77777777" w:rsidR="00281FD9" w:rsidRPr="00915960" w:rsidRDefault="00281FD9" w:rsidP="00281FD9">
      <w:pPr>
        <w:jc w:val="both"/>
        <w:rPr>
          <w:sz w:val="16"/>
          <w:szCs w:val="16"/>
        </w:rPr>
      </w:pPr>
    </w:p>
    <w:p w14:paraId="37D19848" w14:textId="77777777" w:rsidR="00281FD9" w:rsidRPr="008166B8" w:rsidRDefault="00281FD9" w:rsidP="00281FD9">
      <w:pPr>
        <w:rPr>
          <w:sz w:val="22"/>
          <w:szCs w:val="22"/>
        </w:rPr>
      </w:pPr>
      <w:r w:rsidRPr="008166B8">
        <w:rPr>
          <w:sz w:val="22"/>
          <w:szCs w:val="22"/>
        </w:rPr>
        <w:t>Подпись заявителя _____________/__________________/         «_____»__________20___г.</w:t>
      </w:r>
    </w:p>
    <w:p w14:paraId="7ECBC7E9" w14:textId="77777777" w:rsidR="00281FD9" w:rsidRPr="008166B8" w:rsidRDefault="00281FD9" w:rsidP="00281FD9">
      <w:pPr>
        <w:ind w:left="142" w:hanging="284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                                                  Подпись                                              ФИО                               </w:t>
      </w:r>
    </w:p>
    <w:p w14:paraId="6AC139F7" w14:textId="77777777" w:rsidR="00281FD9" w:rsidRPr="008166B8" w:rsidRDefault="00281FD9" w:rsidP="00281FD9">
      <w:pPr>
        <w:ind w:left="142" w:hanging="284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 xml:space="preserve">                     </w:t>
      </w:r>
      <w:r w:rsidRPr="008166B8">
        <w:rPr>
          <w:sz w:val="22"/>
          <w:szCs w:val="22"/>
          <w:vertAlign w:val="superscript"/>
        </w:rPr>
        <w:t xml:space="preserve">   </w:t>
      </w:r>
    </w:p>
    <w:p w14:paraId="11D9B08B" w14:textId="77777777" w:rsidR="00281FD9" w:rsidRPr="008166B8" w:rsidRDefault="00281FD9" w:rsidP="00281FD9">
      <w:pPr>
        <w:ind w:left="284" w:hanging="284"/>
        <w:jc w:val="both"/>
        <w:outlineLvl w:val="0"/>
        <w:rPr>
          <w:sz w:val="22"/>
          <w:szCs w:val="22"/>
        </w:rPr>
      </w:pPr>
      <w:r w:rsidRPr="008166B8">
        <w:rPr>
          <w:sz w:val="22"/>
          <w:szCs w:val="22"/>
        </w:rPr>
        <w:t>Подпись родителя (законного представителя)____________/  ____________/      «_____»_________20___г.</w:t>
      </w:r>
    </w:p>
    <w:p w14:paraId="675688FA" w14:textId="77777777" w:rsidR="00281FD9" w:rsidRPr="008166B8" w:rsidRDefault="00281FD9" w:rsidP="00281FD9">
      <w:pPr>
        <w:ind w:left="284" w:hanging="284"/>
        <w:jc w:val="both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Подпись                                         ФИО</w:t>
      </w:r>
    </w:p>
    <w:p w14:paraId="7DD1DFC5" w14:textId="77777777" w:rsidR="00281FD9" w:rsidRPr="008166B8" w:rsidRDefault="00281FD9" w:rsidP="00281FD9">
      <w:pPr>
        <w:ind w:left="284" w:hanging="284"/>
        <w:jc w:val="both"/>
        <w:outlineLvl w:val="0"/>
        <w:rPr>
          <w:sz w:val="22"/>
          <w:szCs w:val="22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6"/>
        <w:gridCol w:w="284"/>
        <w:gridCol w:w="290"/>
        <w:gridCol w:w="27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81FD9" w:rsidRPr="008166B8" w14:paraId="52310476" w14:textId="77777777" w:rsidTr="008820DE">
        <w:trPr>
          <w:trHeight w:val="284"/>
        </w:trPr>
        <w:tc>
          <w:tcPr>
            <w:tcW w:w="2546" w:type="dxa"/>
            <w:tcBorders>
              <w:top w:val="nil"/>
              <w:left w:val="nil"/>
              <w:bottom w:val="nil"/>
            </w:tcBorders>
          </w:tcPr>
          <w:p w14:paraId="7782798E" w14:textId="77777777" w:rsidR="00281FD9" w:rsidRPr="008166B8" w:rsidRDefault="00281FD9" w:rsidP="008820DE">
            <w:pPr>
              <w:jc w:val="both"/>
            </w:pPr>
            <w:r w:rsidRPr="008166B8">
              <w:t>Контактный телефон</w:t>
            </w:r>
          </w:p>
        </w:tc>
        <w:tc>
          <w:tcPr>
            <w:tcW w:w="284" w:type="dxa"/>
          </w:tcPr>
          <w:p w14:paraId="637E397D" w14:textId="77777777" w:rsidR="00281FD9" w:rsidRPr="008166B8" w:rsidRDefault="00281FD9" w:rsidP="008820DE">
            <w:pPr>
              <w:jc w:val="both"/>
            </w:pPr>
          </w:p>
        </w:tc>
        <w:tc>
          <w:tcPr>
            <w:tcW w:w="290" w:type="dxa"/>
          </w:tcPr>
          <w:p w14:paraId="7C7068D1" w14:textId="77777777" w:rsidR="00281FD9" w:rsidRPr="008166B8" w:rsidRDefault="00281FD9" w:rsidP="008820DE">
            <w:pPr>
              <w:jc w:val="both"/>
            </w:pPr>
          </w:p>
        </w:tc>
        <w:tc>
          <w:tcPr>
            <w:tcW w:w="278" w:type="dxa"/>
          </w:tcPr>
          <w:p w14:paraId="7F721627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56C8DCAA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72C64164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3AC79F27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17315E88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5C044632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2B05CE3F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18C617D0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028C40A3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599857EC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4471E71B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60BBD6A4" w14:textId="77777777"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14:paraId="212637A2" w14:textId="77777777" w:rsidR="00281FD9" w:rsidRPr="008166B8" w:rsidRDefault="00281FD9" w:rsidP="008820DE">
            <w:pPr>
              <w:jc w:val="both"/>
            </w:pPr>
          </w:p>
        </w:tc>
      </w:tr>
    </w:tbl>
    <w:p w14:paraId="3D850F10" w14:textId="77777777" w:rsidR="00DD0145" w:rsidRPr="00073240" w:rsidRDefault="00DD0145" w:rsidP="009C4B8C"/>
    <w:sectPr w:rsidR="00DD0145" w:rsidRPr="00073240" w:rsidSect="00886167">
      <w:pgSz w:w="11906" w:h="16838"/>
      <w:pgMar w:top="426" w:right="70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skerville Old Face">
    <w:altName w:val="Baskerville Old Fac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29F"/>
    <w:multiLevelType w:val="hybridMultilevel"/>
    <w:tmpl w:val="BB4E32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B083F"/>
    <w:multiLevelType w:val="hybridMultilevel"/>
    <w:tmpl w:val="9B349CFC"/>
    <w:lvl w:ilvl="0" w:tplc="CEC62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773C54"/>
    <w:multiLevelType w:val="hybridMultilevel"/>
    <w:tmpl w:val="75E67A24"/>
    <w:lvl w:ilvl="0" w:tplc="21A2CF92">
      <w:start w:val="2"/>
      <w:numFmt w:val="decimal"/>
      <w:lvlText w:val="%1"/>
      <w:lvlJc w:val="left"/>
      <w:pPr>
        <w:tabs>
          <w:tab w:val="num" w:pos="1440"/>
        </w:tabs>
        <w:ind w:left="1440" w:hanging="360"/>
      </w:pPr>
      <w:rPr>
        <w:b/>
      </w:rPr>
    </w:lvl>
    <w:lvl w:ilvl="1" w:tplc="A8706B3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084B6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F2687B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6AC10B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E845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25419C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96EBA4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FE0F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BAB5354"/>
    <w:multiLevelType w:val="hybridMultilevel"/>
    <w:tmpl w:val="AB62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7619E"/>
    <w:multiLevelType w:val="hybridMultilevel"/>
    <w:tmpl w:val="76D434D2"/>
    <w:lvl w:ilvl="0" w:tplc="E2E87988">
      <w:start w:val="35"/>
      <w:numFmt w:val="decimal"/>
      <w:lvlText w:val="%1."/>
      <w:lvlJc w:val="left"/>
      <w:pPr>
        <w:ind w:left="115" w:hanging="420"/>
        <w:jc w:val="right"/>
      </w:pPr>
      <w:rPr>
        <w:rFonts w:hint="default"/>
        <w:w w:val="102"/>
      </w:rPr>
    </w:lvl>
    <w:lvl w:ilvl="1" w:tplc="E140E9E4">
      <w:numFmt w:val="bullet"/>
      <w:lvlText w:val="•"/>
      <w:lvlJc w:val="left"/>
      <w:pPr>
        <w:ind w:left="1151" w:hanging="420"/>
      </w:pPr>
      <w:rPr>
        <w:rFonts w:hint="default"/>
      </w:rPr>
    </w:lvl>
    <w:lvl w:ilvl="2" w:tplc="59BCE9C0">
      <w:numFmt w:val="bullet"/>
      <w:lvlText w:val="•"/>
      <w:lvlJc w:val="left"/>
      <w:pPr>
        <w:ind w:left="2182" w:hanging="420"/>
      </w:pPr>
      <w:rPr>
        <w:rFonts w:hint="default"/>
      </w:rPr>
    </w:lvl>
    <w:lvl w:ilvl="3" w:tplc="2576A994">
      <w:numFmt w:val="bullet"/>
      <w:lvlText w:val="•"/>
      <w:lvlJc w:val="left"/>
      <w:pPr>
        <w:ind w:left="3213" w:hanging="420"/>
      </w:pPr>
      <w:rPr>
        <w:rFonts w:hint="default"/>
      </w:rPr>
    </w:lvl>
    <w:lvl w:ilvl="4" w:tplc="073E3A40">
      <w:numFmt w:val="bullet"/>
      <w:lvlText w:val="•"/>
      <w:lvlJc w:val="left"/>
      <w:pPr>
        <w:ind w:left="4244" w:hanging="420"/>
      </w:pPr>
      <w:rPr>
        <w:rFonts w:hint="default"/>
      </w:rPr>
    </w:lvl>
    <w:lvl w:ilvl="5" w:tplc="1FFAFCE2">
      <w:numFmt w:val="bullet"/>
      <w:lvlText w:val="•"/>
      <w:lvlJc w:val="left"/>
      <w:pPr>
        <w:ind w:left="5276" w:hanging="420"/>
      </w:pPr>
      <w:rPr>
        <w:rFonts w:hint="default"/>
      </w:rPr>
    </w:lvl>
    <w:lvl w:ilvl="6" w:tplc="011852B6">
      <w:numFmt w:val="bullet"/>
      <w:lvlText w:val="•"/>
      <w:lvlJc w:val="left"/>
      <w:pPr>
        <w:ind w:left="6307" w:hanging="420"/>
      </w:pPr>
      <w:rPr>
        <w:rFonts w:hint="default"/>
      </w:rPr>
    </w:lvl>
    <w:lvl w:ilvl="7" w:tplc="98462602">
      <w:numFmt w:val="bullet"/>
      <w:lvlText w:val="•"/>
      <w:lvlJc w:val="left"/>
      <w:pPr>
        <w:ind w:left="7338" w:hanging="420"/>
      </w:pPr>
      <w:rPr>
        <w:rFonts w:hint="default"/>
      </w:rPr>
    </w:lvl>
    <w:lvl w:ilvl="8" w:tplc="9126ED66">
      <w:numFmt w:val="bullet"/>
      <w:lvlText w:val="•"/>
      <w:lvlJc w:val="left"/>
      <w:pPr>
        <w:ind w:left="8369" w:hanging="420"/>
      </w:pPr>
      <w:rPr>
        <w:rFonts w:hint="default"/>
      </w:rPr>
    </w:lvl>
  </w:abstractNum>
  <w:abstractNum w:abstractNumId="5" w15:restartNumberingAfterBreak="0">
    <w:nsid w:val="0D2D2B3E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3749B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16F86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54B8F"/>
    <w:multiLevelType w:val="hybridMultilevel"/>
    <w:tmpl w:val="DE04DB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A55A9D"/>
    <w:multiLevelType w:val="hybridMultilevel"/>
    <w:tmpl w:val="27AAF0B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1175BA"/>
    <w:multiLevelType w:val="hybridMultilevel"/>
    <w:tmpl w:val="1096B656"/>
    <w:lvl w:ilvl="0" w:tplc="B90A6D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670F5A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41014C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7F4F1D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248FAE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B0010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CF66F8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E8EC57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BE87EF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223746B7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D7846"/>
    <w:multiLevelType w:val="hybridMultilevel"/>
    <w:tmpl w:val="E74E341C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4" w15:restartNumberingAfterBreak="0">
    <w:nsid w:val="2E407C44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44DC7"/>
    <w:multiLevelType w:val="hybridMultilevel"/>
    <w:tmpl w:val="15A48820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6" w15:restartNumberingAfterBreak="0">
    <w:nsid w:val="3EE64B3C"/>
    <w:multiLevelType w:val="hybridMultilevel"/>
    <w:tmpl w:val="C63A3EAC"/>
    <w:lvl w:ilvl="0" w:tplc="4CD4C6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0610CFC"/>
    <w:multiLevelType w:val="hybridMultilevel"/>
    <w:tmpl w:val="C63A3EAC"/>
    <w:lvl w:ilvl="0" w:tplc="4CD4C6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0C5077C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82F24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3634A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E418E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165FF0"/>
    <w:multiLevelType w:val="hybridMultilevel"/>
    <w:tmpl w:val="65969BB0"/>
    <w:lvl w:ilvl="0" w:tplc="0419000F">
      <w:start w:val="1"/>
      <w:numFmt w:val="decimal"/>
      <w:lvlText w:val="%1."/>
      <w:lvlJc w:val="left"/>
      <w:pPr>
        <w:ind w:left="1508" w:hanging="360"/>
      </w:p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68CC3764"/>
    <w:multiLevelType w:val="hybridMultilevel"/>
    <w:tmpl w:val="D9702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12419"/>
    <w:multiLevelType w:val="hybridMultilevel"/>
    <w:tmpl w:val="27508E7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25" w15:restartNumberingAfterBreak="0">
    <w:nsid w:val="72A3260C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A505A"/>
    <w:multiLevelType w:val="hybridMultilevel"/>
    <w:tmpl w:val="D74C0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24"/>
  </w:num>
  <w:num w:numId="5">
    <w:abstractNumId w:val="23"/>
  </w:num>
  <w:num w:numId="6">
    <w:abstractNumId w:val="8"/>
  </w:num>
  <w:num w:numId="7">
    <w:abstractNumId w:val="9"/>
  </w:num>
  <w:num w:numId="8">
    <w:abstractNumId w:val="0"/>
  </w:num>
  <w:num w:numId="9">
    <w:abstractNumId w:val="16"/>
  </w:num>
  <w:num w:numId="10">
    <w:abstractNumId w:val="1"/>
  </w:num>
  <w:num w:numId="11">
    <w:abstractNumId w:val="17"/>
  </w:num>
  <w:num w:numId="12">
    <w:abstractNumId w:val="10"/>
  </w:num>
  <w:num w:numId="13">
    <w:abstractNumId w:val="15"/>
  </w:num>
  <w:num w:numId="14">
    <w:abstractNumId w:val="22"/>
  </w:num>
  <w:num w:numId="15">
    <w:abstractNumId w:val="13"/>
  </w:num>
  <w:num w:numId="16">
    <w:abstractNumId w:val="4"/>
  </w:num>
  <w:num w:numId="17">
    <w:abstractNumId w:val="6"/>
  </w:num>
  <w:num w:numId="18">
    <w:abstractNumId w:val="12"/>
  </w:num>
  <w:num w:numId="19">
    <w:abstractNumId w:val="14"/>
  </w:num>
  <w:num w:numId="20">
    <w:abstractNumId w:val="7"/>
  </w:num>
  <w:num w:numId="21">
    <w:abstractNumId w:val="18"/>
  </w:num>
  <w:num w:numId="22">
    <w:abstractNumId w:val="21"/>
  </w:num>
  <w:num w:numId="23">
    <w:abstractNumId w:val="26"/>
  </w:num>
  <w:num w:numId="24">
    <w:abstractNumId w:val="20"/>
  </w:num>
  <w:num w:numId="25">
    <w:abstractNumId w:val="25"/>
  </w:num>
  <w:num w:numId="26">
    <w:abstractNumId w:val="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2FD"/>
    <w:rsid w:val="000037FA"/>
    <w:rsid w:val="000049EE"/>
    <w:rsid w:val="00012B27"/>
    <w:rsid w:val="00015956"/>
    <w:rsid w:val="0001668E"/>
    <w:rsid w:val="000212C2"/>
    <w:rsid w:val="00021BB9"/>
    <w:rsid w:val="00022D71"/>
    <w:rsid w:val="00030C93"/>
    <w:rsid w:val="0004146B"/>
    <w:rsid w:val="00045D0D"/>
    <w:rsid w:val="00050EBA"/>
    <w:rsid w:val="00051312"/>
    <w:rsid w:val="000526D0"/>
    <w:rsid w:val="00055663"/>
    <w:rsid w:val="00067FC4"/>
    <w:rsid w:val="00073240"/>
    <w:rsid w:val="00074044"/>
    <w:rsid w:val="00080A56"/>
    <w:rsid w:val="00080FF5"/>
    <w:rsid w:val="000831EC"/>
    <w:rsid w:val="0008519C"/>
    <w:rsid w:val="00086581"/>
    <w:rsid w:val="00086801"/>
    <w:rsid w:val="0008720E"/>
    <w:rsid w:val="000948A5"/>
    <w:rsid w:val="00094F15"/>
    <w:rsid w:val="0009720E"/>
    <w:rsid w:val="000B2662"/>
    <w:rsid w:val="000B3387"/>
    <w:rsid w:val="000B57DE"/>
    <w:rsid w:val="000C1A2E"/>
    <w:rsid w:val="000C6890"/>
    <w:rsid w:val="000C7A70"/>
    <w:rsid w:val="000D03AB"/>
    <w:rsid w:val="000D366E"/>
    <w:rsid w:val="000D4CD1"/>
    <w:rsid w:val="000E07BC"/>
    <w:rsid w:val="000E30FA"/>
    <w:rsid w:val="000E7E6A"/>
    <w:rsid w:val="000F3B42"/>
    <w:rsid w:val="000F5B17"/>
    <w:rsid w:val="000F6735"/>
    <w:rsid w:val="000F6A7B"/>
    <w:rsid w:val="00103006"/>
    <w:rsid w:val="001107C4"/>
    <w:rsid w:val="00110813"/>
    <w:rsid w:val="001144CC"/>
    <w:rsid w:val="00122988"/>
    <w:rsid w:val="00127F7B"/>
    <w:rsid w:val="00130845"/>
    <w:rsid w:val="00144ACF"/>
    <w:rsid w:val="0017727F"/>
    <w:rsid w:val="0018122B"/>
    <w:rsid w:val="001C10BC"/>
    <w:rsid w:val="001C639E"/>
    <w:rsid w:val="001D645A"/>
    <w:rsid w:val="001E41CB"/>
    <w:rsid w:val="001E61F1"/>
    <w:rsid w:val="001F4389"/>
    <w:rsid w:val="00200C62"/>
    <w:rsid w:val="00203E18"/>
    <w:rsid w:val="00234724"/>
    <w:rsid w:val="002352BD"/>
    <w:rsid w:val="00241844"/>
    <w:rsid w:val="00253370"/>
    <w:rsid w:val="00254AB3"/>
    <w:rsid w:val="0025509B"/>
    <w:rsid w:val="002577F0"/>
    <w:rsid w:val="0026055D"/>
    <w:rsid w:val="00266045"/>
    <w:rsid w:val="0026720C"/>
    <w:rsid w:val="0027190D"/>
    <w:rsid w:val="00276903"/>
    <w:rsid w:val="00281FD9"/>
    <w:rsid w:val="00283197"/>
    <w:rsid w:val="002855AC"/>
    <w:rsid w:val="00290381"/>
    <w:rsid w:val="00290B22"/>
    <w:rsid w:val="0029368D"/>
    <w:rsid w:val="00293E0C"/>
    <w:rsid w:val="0029650E"/>
    <w:rsid w:val="002A093E"/>
    <w:rsid w:val="002A2AAF"/>
    <w:rsid w:val="002A306D"/>
    <w:rsid w:val="002A59DF"/>
    <w:rsid w:val="002A6016"/>
    <w:rsid w:val="002A7EC6"/>
    <w:rsid w:val="002B4E67"/>
    <w:rsid w:val="002B7470"/>
    <w:rsid w:val="002C1876"/>
    <w:rsid w:val="002C2C85"/>
    <w:rsid w:val="002D73A7"/>
    <w:rsid w:val="002D7D5A"/>
    <w:rsid w:val="002F025E"/>
    <w:rsid w:val="002F1140"/>
    <w:rsid w:val="002F21D0"/>
    <w:rsid w:val="002F5BAC"/>
    <w:rsid w:val="002F782E"/>
    <w:rsid w:val="002F7F2A"/>
    <w:rsid w:val="003024AC"/>
    <w:rsid w:val="00310358"/>
    <w:rsid w:val="003167DD"/>
    <w:rsid w:val="00316952"/>
    <w:rsid w:val="00317A93"/>
    <w:rsid w:val="00324C98"/>
    <w:rsid w:val="00325E14"/>
    <w:rsid w:val="003271BF"/>
    <w:rsid w:val="003274E3"/>
    <w:rsid w:val="003278AF"/>
    <w:rsid w:val="00336D3F"/>
    <w:rsid w:val="003406EC"/>
    <w:rsid w:val="00341C17"/>
    <w:rsid w:val="0034273D"/>
    <w:rsid w:val="00344521"/>
    <w:rsid w:val="0035613C"/>
    <w:rsid w:val="0035672C"/>
    <w:rsid w:val="00363474"/>
    <w:rsid w:val="00367B39"/>
    <w:rsid w:val="00375201"/>
    <w:rsid w:val="00397D12"/>
    <w:rsid w:val="003A01AF"/>
    <w:rsid w:val="003A2185"/>
    <w:rsid w:val="003A3FA7"/>
    <w:rsid w:val="003C1ACF"/>
    <w:rsid w:val="003C25E7"/>
    <w:rsid w:val="003C5285"/>
    <w:rsid w:val="003C6616"/>
    <w:rsid w:val="003C6B2B"/>
    <w:rsid w:val="003E0B20"/>
    <w:rsid w:val="003E2DC6"/>
    <w:rsid w:val="003E796D"/>
    <w:rsid w:val="00404444"/>
    <w:rsid w:val="00405221"/>
    <w:rsid w:val="004110BE"/>
    <w:rsid w:val="00411836"/>
    <w:rsid w:val="0041508B"/>
    <w:rsid w:val="00415D0D"/>
    <w:rsid w:val="00415FDC"/>
    <w:rsid w:val="004273C7"/>
    <w:rsid w:val="004326D5"/>
    <w:rsid w:val="0043283D"/>
    <w:rsid w:val="00435364"/>
    <w:rsid w:val="00440472"/>
    <w:rsid w:val="00440A5B"/>
    <w:rsid w:val="00444356"/>
    <w:rsid w:val="00470BEF"/>
    <w:rsid w:val="00471823"/>
    <w:rsid w:val="0047589C"/>
    <w:rsid w:val="00480B95"/>
    <w:rsid w:val="00484D45"/>
    <w:rsid w:val="0048743D"/>
    <w:rsid w:val="00492F1B"/>
    <w:rsid w:val="004A1FB2"/>
    <w:rsid w:val="004A33C6"/>
    <w:rsid w:val="004A6D25"/>
    <w:rsid w:val="004B5363"/>
    <w:rsid w:val="004C01FF"/>
    <w:rsid w:val="004C138A"/>
    <w:rsid w:val="004E2ABE"/>
    <w:rsid w:val="004E5E5E"/>
    <w:rsid w:val="004E6DC3"/>
    <w:rsid w:val="004E7C1B"/>
    <w:rsid w:val="004F1969"/>
    <w:rsid w:val="00505626"/>
    <w:rsid w:val="00506274"/>
    <w:rsid w:val="005121EB"/>
    <w:rsid w:val="005133EA"/>
    <w:rsid w:val="00515A54"/>
    <w:rsid w:val="00520970"/>
    <w:rsid w:val="00525B01"/>
    <w:rsid w:val="00534EE3"/>
    <w:rsid w:val="00534FD9"/>
    <w:rsid w:val="00542313"/>
    <w:rsid w:val="00545E8F"/>
    <w:rsid w:val="00557716"/>
    <w:rsid w:val="00560611"/>
    <w:rsid w:val="00560BC1"/>
    <w:rsid w:val="00577A04"/>
    <w:rsid w:val="00585BC1"/>
    <w:rsid w:val="00587593"/>
    <w:rsid w:val="0059237B"/>
    <w:rsid w:val="00593990"/>
    <w:rsid w:val="005940F2"/>
    <w:rsid w:val="005968B7"/>
    <w:rsid w:val="005A2AD5"/>
    <w:rsid w:val="005A7272"/>
    <w:rsid w:val="005B242F"/>
    <w:rsid w:val="005C04BC"/>
    <w:rsid w:val="005F225B"/>
    <w:rsid w:val="005F7481"/>
    <w:rsid w:val="0060139A"/>
    <w:rsid w:val="00601C9D"/>
    <w:rsid w:val="00610578"/>
    <w:rsid w:val="00612F68"/>
    <w:rsid w:val="006139D1"/>
    <w:rsid w:val="00615627"/>
    <w:rsid w:val="006168FA"/>
    <w:rsid w:val="0062028A"/>
    <w:rsid w:val="006263D2"/>
    <w:rsid w:val="00627361"/>
    <w:rsid w:val="00633003"/>
    <w:rsid w:val="006479BD"/>
    <w:rsid w:val="00650D95"/>
    <w:rsid w:val="00653CC3"/>
    <w:rsid w:val="006548BA"/>
    <w:rsid w:val="00656303"/>
    <w:rsid w:val="00656BFE"/>
    <w:rsid w:val="00660A5A"/>
    <w:rsid w:val="00662E47"/>
    <w:rsid w:val="006749F3"/>
    <w:rsid w:val="006751E8"/>
    <w:rsid w:val="00676FA8"/>
    <w:rsid w:val="00684238"/>
    <w:rsid w:val="006903F3"/>
    <w:rsid w:val="006A05CB"/>
    <w:rsid w:val="006A0A98"/>
    <w:rsid w:val="006A7189"/>
    <w:rsid w:val="006B203C"/>
    <w:rsid w:val="006C2DF0"/>
    <w:rsid w:val="006D49F0"/>
    <w:rsid w:val="006D5A38"/>
    <w:rsid w:val="006E1163"/>
    <w:rsid w:val="006E1424"/>
    <w:rsid w:val="006E1683"/>
    <w:rsid w:val="006E43A8"/>
    <w:rsid w:val="006E6ACD"/>
    <w:rsid w:val="006F0B88"/>
    <w:rsid w:val="00701D63"/>
    <w:rsid w:val="00706B12"/>
    <w:rsid w:val="00707157"/>
    <w:rsid w:val="00710005"/>
    <w:rsid w:val="00711D0C"/>
    <w:rsid w:val="00711E7F"/>
    <w:rsid w:val="00723511"/>
    <w:rsid w:val="007240A9"/>
    <w:rsid w:val="00731FEE"/>
    <w:rsid w:val="00735A09"/>
    <w:rsid w:val="0073709D"/>
    <w:rsid w:val="007370F4"/>
    <w:rsid w:val="007372E1"/>
    <w:rsid w:val="0073750C"/>
    <w:rsid w:val="00740235"/>
    <w:rsid w:val="0074029C"/>
    <w:rsid w:val="0074177E"/>
    <w:rsid w:val="007454CE"/>
    <w:rsid w:val="007525FF"/>
    <w:rsid w:val="00760310"/>
    <w:rsid w:val="00761DC9"/>
    <w:rsid w:val="00763844"/>
    <w:rsid w:val="007654DA"/>
    <w:rsid w:val="00765ECD"/>
    <w:rsid w:val="00767FBA"/>
    <w:rsid w:val="007723E2"/>
    <w:rsid w:val="00774990"/>
    <w:rsid w:val="00783954"/>
    <w:rsid w:val="007847BB"/>
    <w:rsid w:val="00786440"/>
    <w:rsid w:val="00786F84"/>
    <w:rsid w:val="00787E08"/>
    <w:rsid w:val="007901FB"/>
    <w:rsid w:val="00796996"/>
    <w:rsid w:val="00796D70"/>
    <w:rsid w:val="007A0887"/>
    <w:rsid w:val="007A4529"/>
    <w:rsid w:val="007B0398"/>
    <w:rsid w:val="007D196D"/>
    <w:rsid w:val="007D37F1"/>
    <w:rsid w:val="007D74C1"/>
    <w:rsid w:val="007E14D5"/>
    <w:rsid w:val="007E639A"/>
    <w:rsid w:val="007F3A67"/>
    <w:rsid w:val="007F5D85"/>
    <w:rsid w:val="007F61B1"/>
    <w:rsid w:val="007F74C9"/>
    <w:rsid w:val="008005B4"/>
    <w:rsid w:val="00800A86"/>
    <w:rsid w:val="00806E47"/>
    <w:rsid w:val="00807713"/>
    <w:rsid w:val="008116FE"/>
    <w:rsid w:val="00817175"/>
    <w:rsid w:val="00817CF9"/>
    <w:rsid w:val="00821A1C"/>
    <w:rsid w:val="00822C71"/>
    <w:rsid w:val="00830EB8"/>
    <w:rsid w:val="00831786"/>
    <w:rsid w:val="00833D76"/>
    <w:rsid w:val="00842DEF"/>
    <w:rsid w:val="0084749F"/>
    <w:rsid w:val="00850A39"/>
    <w:rsid w:val="00855382"/>
    <w:rsid w:val="008704E5"/>
    <w:rsid w:val="0087619F"/>
    <w:rsid w:val="0088172E"/>
    <w:rsid w:val="00881F69"/>
    <w:rsid w:val="008820DE"/>
    <w:rsid w:val="008841F1"/>
    <w:rsid w:val="00885327"/>
    <w:rsid w:val="00886167"/>
    <w:rsid w:val="00894590"/>
    <w:rsid w:val="00895AB6"/>
    <w:rsid w:val="00896433"/>
    <w:rsid w:val="008A0709"/>
    <w:rsid w:val="008A132A"/>
    <w:rsid w:val="008C0C48"/>
    <w:rsid w:val="008C4804"/>
    <w:rsid w:val="008C51EE"/>
    <w:rsid w:val="008C61E2"/>
    <w:rsid w:val="008D0187"/>
    <w:rsid w:val="008D3819"/>
    <w:rsid w:val="008D7702"/>
    <w:rsid w:val="008E2378"/>
    <w:rsid w:val="008E3D1D"/>
    <w:rsid w:val="008E5C4A"/>
    <w:rsid w:val="008F6D5F"/>
    <w:rsid w:val="00902164"/>
    <w:rsid w:val="00904F46"/>
    <w:rsid w:val="009114FF"/>
    <w:rsid w:val="00912E6A"/>
    <w:rsid w:val="00917ABD"/>
    <w:rsid w:val="00917DEE"/>
    <w:rsid w:val="00920E6A"/>
    <w:rsid w:val="0092650D"/>
    <w:rsid w:val="00927E3C"/>
    <w:rsid w:val="00930EF8"/>
    <w:rsid w:val="00932BF3"/>
    <w:rsid w:val="00934955"/>
    <w:rsid w:val="0094209F"/>
    <w:rsid w:val="0094309A"/>
    <w:rsid w:val="00944A5B"/>
    <w:rsid w:val="00952DBE"/>
    <w:rsid w:val="009537A4"/>
    <w:rsid w:val="00953984"/>
    <w:rsid w:val="009554C9"/>
    <w:rsid w:val="00960569"/>
    <w:rsid w:val="00962FF5"/>
    <w:rsid w:val="009740C5"/>
    <w:rsid w:val="00975940"/>
    <w:rsid w:val="00976ED0"/>
    <w:rsid w:val="00981992"/>
    <w:rsid w:val="00984F56"/>
    <w:rsid w:val="00991258"/>
    <w:rsid w:val="00993065"/>
    <w:rsid w:val="009A42FD"/>
    <w:rsid w:val="009A4597"/>
    <w:rsid w:val="009B021D"/>
    <w:rsid w:val="009C4B8C"/>
    <w:rsid w:val="009C6399"/>
    <w:rsid w:val="009C7FE9"/>
    <w:rsid w:val="009D062E"/>
    <w:rsid w:val="009D1E02"/>
    <w:rsid w:val="009D2DA9"/>
    <w:rsid w:val="009E1DD5"/>
    <w:rsid w:val="009E2B59"/>
    <w:rsid w:val="009E466D"/>
    <w:rsid w:val="009E58D9"/>
    <w:rsid w:val="009E7781"/>
    <w:rsid w:val="009F3A10"/>
    <w:rsid w:val="009F5C57"/>
    <w:rsid w:val="009F7A07"/>
    <w:rsid w:val="00A03B95"/>
    <w:rsid w:val="00A10675"/>
    <w:rsid w:val="00A10E38"/>
    <w:rsid w:val="00A115C7"/>
    <w:rsid w:val="00A219E3"/>
    <w:rsid w:val="00A22EEA"/>
    <w:rsid w:val="00A25F24"/>
    <w:rsid w:val="00A37707"/>
    <w:rsid w:val="00A42890"/>
    <w:rsid w:val="00A45C76"/>
    <w:rsid w:val="00A46D58"/>
    <w:rsid w:val="00A514F7"/>
    <w:rsid w:val="00A52203"/>
    <w:rsid w:val="00A52A21"/>
    <w:rsid w:val="00A54F6F"/>
    <w:rsid w:val="00A56328"/>
    <w:rsid w:val="00A727ED"/>
    <w:rsid w:val="00A735F0"/>
    <w:rsid w:val="00A92341"/>
    <w:rsid w:val="00A9620A"/>
    <w:rsid w:val="00AA20BC"/>
    <w:rsid w:val="00AA6496"/>
    <w:rsid w:val="00AB15D6"/>
    <w:rsid w:val="00AB3B7A"/>
    <w:rsid w:val="00AB3E1F"/>
    <w:rsid w:val="00AB7529"/>
    <w:rsid w:val="00AC1A7A"/>
    <w:rsid w:val="00AC22F2"/>
    <w:rsid w:val="00AC3F46"/>
    <w:rsid w:val="00AC5DCB"/>
    <w:rsid w:val="00AD43DF"/>
    <w:rsid w:val="00AE0D27"/>
    <w:rsid w:val="00AE4605"/>
    <w:rsid w:val="00AE5681"/>
    <w:rsid w:val="00B00E43"/>
    <w:rsid w:val="00B02936"/>
    <w:rsid w:val="00B0401C"/>
    <w:rsid w:val="00B07F19"/>
    <w:rsid w:val="00B1356F"/>
    <w:rsid w:val="00B1527D"/>
    <w:rsid w:val="00B21D9C"/>
    <w:rsid w:val="00B235B0"/>
    <w:rsid w:val="00B26C5B"/>
    <w:rsid w:val="00B27CE5"/>
    <w:rsid w:val="00B340E5"/>
    <w:rsid w:val="00B53D6A"/>
    <w:rsid w:val="00B546CE"/>
    <w:rsid w:val="00B568D3"/>
    <w:rsid w:val="00B6089C"/>
    <w:rsid w:val="00B650FE"/>
    <w:rsid w:val="00B70DB5"/>
    <w:rsid w:val="00B85E20"/>
    <w:rsid w:val="00B864CC"/>
    <w:rsid w:val="00B9004F"/>
    <w:rsid w:val="00B9486C"/>
    <w:rsid w:val="00BA2088"/>
    <w:rsid w:val="00BA4559"/>
    <w:rsid w:val="00BA7765"/>
    <w:rsid w:val="00BB0AC1"/>
    <w:rsid w:val="00BB767B"/>
    <w:rsid w:val="00BC0973"/>
    <w:rsid w:val="00BD6915"/>
    <w:rsid w:val="00BE091D"/>
    <w:rsid w:val="00BE2FEA"/>
    <w:rsid w:val="00C004BB"/>
    <w:rsid w:val="00C13D71"/>
    <w:rsid w:val="00C1476D"/>
    <w:rsid w:val="00C27DA4"/>
    <w:rsid w:val="00C31E3F"/>
    <w:rsid w:val="00C34A0F"/>
    <w:rsid w:val="00C37B65"/>
    <w:rsid w:val="00C4517C"/>
    <w:rsid w:val="00C627F0"/>
    <w:rsid w:val="00C66AB4"/>
    <w:rsid w:val="00C7539E"/>
    <w:rsid w:val="00C76907"/>
    <w:rsid w:val="00C812D4"/>
    <w:rsid w:val="00C82F18"/>
    <w:rsid w:val="00C91FD9"/>
    <w:rsid w:val="00C93D30"/>
    <w:rsid w:val="00C95B3A"/>
    <w:rsid w:val="00CB04CF"/>
    <w:rsid w:val="00CB5983"/>
    <w:rsid w:val="00CD3A1A"/>
    <w:rsid w:val="00CF2DDF"/>
    <w:rsid w:val="00CF3898"/>
    <w:rsid w:val="00CF4483"/>
    <w:rsid w:val="00CF581D"/>
    <w:rsid w:val="00D0100E"/>
    <w:rsid w:val="00D01FEA"/>
    <w:rsid w:val="00D02965"/>
    <w:rsid w:val="00D053A9"/>
    <w:rsid w:val="00D11080"/>
    <w:rsid w:val="00D174E9"/>
    <w:rsid w:val="00D22906"/>
    <w:rsid w:val="00D24DFD"/>
    <w:rsid w:val="00D27D54"/>
    <w:rsid w:val="00D3307C"/>
    <w:rsid w:val="00D41D2D"/>
    <w:rsid w:val="00D4671C"/>
    <w:rsid w:val="00D47F61"/>
    <w:rsid w:val="00D50E1A"/>
    <w:rsid w:val="00D5342F"/>
    <w:rsid w:val="00D56A95"/>
    <w:rsid w:val="00D63321"/>
    <w:rsid w:val="00D91430"/>
    <w:rsid w:val="00D958F2"/>
    <w:rsid w:val="00DA3A6A"/>
    <w:rsid w:val="00DC0E20"/>
    <w:rsid w:val="00DC1E86"/>
    <w:rsid w:val="00DC7C9C"/>
    <w:rsid w:val="00DD0145"/>
    <w:rsid w:val="00DD2217"/>
    <w:rsid w:val="00DD66C6"/>
    <w:rsid w:val="00DE1C47"/>
    <w:rsid w:val="00DF1C89"/>
    <w:rsid w:val="00DF54F8"/>
    <w:rsid w:val="00DF6626"/>
    <w:rsid w:val="00DF720D"/>
    <w:rsid w:val="00E04A2A"/>
    <w:rsid w:val="00E2227A"/>
    <w:rsid w:val="00E3264D"/>
    <w:rsid w:val="00E36967"/>
    <w:rsid w:val="00E374A7"/>
    <w:rsid w:val="00E42ACB"/>
    <w:rsid w:val="00E52926"/>
    <w:rsid w:val="00E70266"/>
    <w:rsid w:val="00E74FF4"/>
    <w:rsid w:val="00E75AD3"/>
    <w:rsid w:val="00E77CCD"/>
    <w:rsid w:val="00E80743"/>
    <w:rsid w:val="00E86F26"/>
    <w:rsid w:val="00E87655"/>
    <w:rsid w:val="00E90026"/>
    <w:rsid w:val="00EA1A35"/>
    <w:rsid w:val="00EA4AA6"/>
    <w:rsid w:val="00EA5276"/>
    <w:rsid w:val="00EB5886"/>
    <w:rsid w:val="00EB681E"/>
    <w:rsid w:val="00EC7BD5"/>
    <w:rsid w:val="00ED7B53"/>
    <w:rsid w:val="00EE0539"/>
    <w:rsid w:val="00EE5824"/>
    <w:rsid w:val="00EF061E"/>
    <w:rsid w:val="00EF4009"/>
    <w:rsid w:val="00EF58DA"/>
    <w:rsid w:val="00F03EBB"/>
    <w:rsid w:val="00F1353B"/>
    <w:rsid w:val="00F16766"/>
    <w:rsid w:val="00F248E6"/>
    <w:rsid w:val="00F34D19"/>
    <w:rsid w:val="00F3675F"/>
    <w:rsid w:val="00F4492A"/>
    <w:rsid w:val="00F45E35"/>
    <w:rsid w:val="00F45ED2"/>
    <w:rsid w:val="00F50B62"/>
    <w:rsid w:val="00F5361A"/>
    <w:rsid w:val="00F607B8"/>
    <w:rsid w:val="00F7110F"/>
    <w:rsid w:val="00F73EF6"/>
    <w:rsid w:val="00F75EEC"/>
    <w:rsid w:val="00F8029E"/>
    <w:rsid w:val="00F9263A"/>
    <w:rsid w:val="00F97759"/>
    <w:rsid w:val="00FA0495"/>
    <w:rsid w:val="00FA1622"/>
    <w:rsid w:val="00FA6336"/>
    <w:rsid w:val="00FB5446"/>
    <w:rsid w:val="00FC389E"/>
    <w:rsid w:val="00FC643C"/>
    <w:rsid w:val="00FE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EEF32"/>
  <w15:docId w15:val="{3FADBED8-5C26-4046-93E2-830982B30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74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9E46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3A21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241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9A42F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9A42F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9A42FD"/>
    <w:pPr>
      <w:jc w:val="center"/>
    </w:pPr>
    <w:rPr>
      <w:sz w:val="28"/>
    </w:rPr>
  </w:style>
  <w:style w:type="character" w:customStyle="1" w:styleId="a9">
    <w:name w:val="Основной текст Знак"/>
    <w:link w:val="a8"/>
    <w:rsid w:val="009A42FD"/>
    <w:rPr>
      <w:sz w:val="28"/>
      <w:szCs w:val="24"/>
    </w:rPr>
  </w:style>
  <w:style w:type="paragraph" w:customStyle="1" w:styleId="ConsPlusNormal">
    <w:name w:val="ConsPlusNormal"/>
    <w:rsid w:val="009A42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A42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0F67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a">
    <w:name w:val="Приложение"/>
    <w:basedOn w:val="a"/>
    <w:link w:val="ab"/>
    <w:uiPriority w:val="99"/>
    <w:rsid w:val="000F6735"/>
    <w:pPr>
      <w:jc w:val="right"/>
    </w:pPr>
  </w:style>
  <w:style w:type="character" w:customStyle="1" w:styleId="ab">
    <w:name w:val="Приложение Знак"/>
    <w:link w:val="aa"/>
    <w:uiPriority w:val="99"/>
    <w:locked/>
    <w:rsid w:val="000F6735"/>
    <w:rPr>
      <w:sz w:val="24"/>
      <w:szCs w:val="24"/>
    </w:rPr>
  </w:style>
  <w:style w:type="paragraph" w:customStyle="1" w:styleId="1">
    <w:name w:val="МР заголовок1"/>
    <w:basedOn w:val="ac"/>
    <w:next w:val="2"/>
    <w:qFormat/>
    <w:rsid w:val="00F34D19"/>
    <w:pPr>
      <w:keepNext/>
      <w:keepLines/>
      <w:pageBreakBefore/>
      <w:numPr>
        <w:numId w:val="12"/>
      </w:numPr>
      <w:spacing w:after="120"/>
      <w:ind w:left="357" w:hanging="357"/>
      <w:contextualSpacing/>
      <w:outlineLvl w:val="0"/>
    </w:pPr>
    <w:rPr>
      <w:rFonts w:eastAsia="Calibri"/>
      <w:b/>
      <w:sz w:val="32"/>
      <w:szCs w:val="28"/>
      <w:lang w:eastAsia="en-US"/>
    </w:rPr>
  </w:style>
  <w:style w:type="paragraph" w:customStyle="1" w:styleId="2">
    <w:name w:val="МР заголовок2"/>
    <w:basedOn w:val="ac"/>
    <w:next w:val="a"/>
    <w:link w:val="20"/>
    <w:qFormat/>
    <w:rsid w:val="00F34D19"/>
    <w:pPr>
      <w:keepNext/>
      <w:keepLines/>
      <w:numPr>
        <w:ilvl w:val="1"/>
        <w:numId w:val="12"/>
      </w:numPr>
      <w:spacing w:before="120" w:after="120"/>
      <w:ind w:left="788" w:hanging="431"/>
      <w:contextualSpacing/>
      <w:outlineLvl w:val="1"/>
    </w:pPr>
    <w:rPr>
      <w:rFonts w:eastAsia="Calibri"/>
      <w:b/>
      <w:sz w:val="28"/>
      <w:szCs w:val="28"/>
      <w:lang w:eastAsia="en-US"/>
    </w:rPr>
  </w:style>
  <w:style w:type="character" w:customStyle="1" w:styleId="20">
    <w:name w:val="МР заголовок2 Знак"/>
    <w:link w:val="2"/>
    <w:rsid w:val="00F34D19"/>
    <w:rPr>
      <w:rFonts w:eastAsia="Calibri"/>
      <w:b/>
      <w:sz w:val="28"/>
      <w:szCs w:val="28"/>
      <w:lang w:eastAsia="en-US"/>
    </w:rPr>
  </w:style>
  <w:style w:type="paragraph" w:styleId="ac">
    <w:name w:val="List Paragraph"/>
    <w:basedOn w:val="a"/>
    <w:uiPriority w:val="1"/>
    <w:qFormat/>
    <w:rsid w:val="00F34D19"/>
    <w:pPr>
      <w:ind w:left="708"/>
    </w:pPr>
  </w:style>
  <w:style w:type="table" w:customStyle="1" w:styleId="4">
    <w:name w:val="Сетка таблицы4"/>
    <w:basedOn w:val="a1"/>
    <w:next w:val="a5"/>
    <w:rsid w:val="006A71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qFormat/>
    <w:rsid w:val="002A7EC6"/>
    <w:rPr>
      <w:i/>
      <w:iCs/>
    </w:rPr>
  </w:style>
  <w:style w:type="paragraph" w:customStyle="1" w:styleId="TableParagraph">
    <w:name w:val="Table Paragraph"/>
    <w:basedOn w:val="a"/>
    <w:uiPriority w:val="1"/>
    <w:qFormat/>
    <w:rsid w:val="00DD014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ukova\Desktop\22,10.14%20&#1055;&#1088;.%20&#1085;&#1072;%20&#1088;&#1077;&#1075;&#1080;&#1089;&#1090;&#1088;.%20&#1084;&#1077;&#1089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9A7CC-074F-47A1-A892-2495EEAC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22,10.14 Пр. на регистр. мест</Template>
  <TotalTime>49</TotalTime>
  <Pages>11</Pages>
  <Words>3177</Words>
  <Characters>18111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Zhukova</dc:creator>
  <cp:lastModifiedBy>Екатерина В. Козина</cp:lastModifiedBy>
  <cp:revision>28</cp:revision>
  <cp:lastPrinted>2020-11-26T07:26:00Z</cp:lastPrinted>
  <dcterms:created xsi:type="dcterms:W3CDTF">2020-11-29T10:48:00Z</dcterms:created>
  <dcterms:modified xsi:type="dcterms:W3CDTF">2026-01-16T07:18:00Z</dcterms:modified>
</cp:coreProperties>
</file>